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59"/>
      </w:tblGrid>
      <w:tr w:rsidR="00CC149F" w:rsidRPr="00B60C69" w14:paraId="6AA3F5CE" w14:textId="77777777" w:rsidTr="00F6589E">
        <w:trPr>
          <w:trHeight w:val="10246"/>
        </w:trPr>
        <w:tc>
          <w:tcPr>
            <w:tcW w:w="10485" w:type="dxa"/>
            <w:tcBorders>
              <w:top w:val="nil"/>
              <w:left w:val="nil"/>
              <w:bottom w:val="nil"/>
              <w:right w:val="nil"/>
            </w:tcBorders>
            <w:shd w:val="clear" w:color="auto" w:fill="auto"/>
          </w:tcPr>
          <w:p w14:paraId="4923EEE0" w14:textId="3961DC28" w:rsidR="00D65ECC" w:rsidRPr="00192140" w:rsidRDefault="00F6589E" w:rsidP="00F6589E">
            <w:pPr>
              <w:bidi/>
              <w:jc w:val="right"/>
              <w:rPr>
                <w:rFonts w:ascii="Arial Narrow" w:hAnsi="Arial Narrow"/>
                <w:b/>
                <w:bCs/>
                <w:sz w:val="20"/>
                <w:szCs w:val="20"/>
                <w:rtl/>
              </w:rPr>
            </w:pPr>
            <w:r w:rsidRPr="00192140">
              <w:rPr>
                <w:noProof/>
                <w:sz w:val="20"/>
                <w:szCs w:val="20"/>
              </w:rPr>
              <w:drawing>
                <wp:inline distT="0" distB="0" distL="0" distR="0" wp14:anchorId="292BB505" wp14:editId="0CCC3844">
                  <wp:extent cx="1889110" cy="743427"/>
                  <wp:effectExtent l="0" t="0" r="0" b="0"/>
                  <wp:docPr id="519245804" name="Pictur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25024BB4" w:rsidR="00584FE6" w:rsidRPr="00192140" w:rsidRDefault="00CF23E2" w:rsidP="00CF23E2">
            <w:pPr>
              <w:tabs>
                <w:tab w:val="center" w:pos="5134"/>
                <w:tab w:val="left" w:pos="9182"/>
              </w:tabs>
              <w:bidi/>
              <w:rPr>
                <w:rFonts w:ascii="Arial Narrow" w:hAnsi="Arial Narrow" w:cstheme="minorHAnsi"/>
                <w:b/>
                <w:bCs/>
                <w:color w:val="0070C0"/>
                <w:rtl/>
              </w:rPr>
            </w:pPr>
            <w:r w:rsidRPr="00192140">
              <w:rPr>
                <w:rFonts w:ascii="Arial Narrow" w:hAnsi="Arial Narrow" w:cstheme="minorHAnsi"/>
                <w:b/>
                <w:bCs/>
                <w:sz w:val="20"/>
                <w:szCs w:val="20"/>
              </w:rPr>
              <w:tab/>
            </w:r>
            <w:r w:rsidR="00B70849" w:rsidRPr="00192140">
              <w:rPr>
                <w:rFonts w:ascii="Arial Narrow" w:hAnsi="Arial Narrow" w:cstheme="minorHAnsi"/>
                <w:b/>
                <w:bCs/>
              </w:rPr>
              <w:t>INTER</w:t>
            </w:r>
            <w:r w:rsidR="00D0540B" w:rsidRPr="00192140">
              <w:rPr>
                <w:rFonts w:ascii="Arial Narrow" w:hAnsi="Arial Narrow" w:cstheme="minorHAnsi"/>
                <w:b/>
                <w:bCs/>
              </w:rPr>
              <w:t>N</w:t>
            </w:r>
            <w:r w:rsidR="006B2B51" w:rsidRPr="00192140">
              <w:rPr>
                <w:rFonts w:ascii="Arial Narrow" w:hAnsi="Arial Narrow" w:cstheme="minorHAnsi"/>
                <w:b/>
                <w:bCs/>
              </w:rPr>
              <w:t>ATIONAL</w:t>
            </w:r>
            <w:r w:rsidR="003F399A" w:rsidRPr="00192140">
              <w:rPr>
                <w:rFonts w:ascii="Arial Narrow" w:hAnsi="Arial Narrow" w:cstheme="minorHAnsi"/>
                <w:b/>
                <w:bCs/>
              </w:rPr>
              <w:t xml:space="preserve"> </w:t>
            </w:r>
            <w:r w:rsidR="006B2B51" w:rsidRPr="00192140">
              <w:rPr>
                <w:rFonts w:ascii="Arial Narrow" w:hAnsi="Arial Narrow" w:cstheme="minorHAnsi"/>
                <w:b/>
                <w:bCs/>
              </w:rPr>
              <w:t xml:space="preserve">CALL FOR TENDER </w:t>
            </w:r>
            <w:r w:rsidR="00090091" w:rsidRPr="00192140">
              <w:rPr>
                <w:rFonts w:ascii="Arial Narrow" w:hAnsi="Arial Narrow" w:cstheme="minorHAnsi"/>
                <w:b/>
                <w:bCs/>
              </w:rPr>
              <w:t xml:space="preserve">- </w:t>
            </w:r>
            <w:r w:rsidR="008449E9" w:rsidRPr="00192140">
              <w:rPr>
                <w:rFonts w:ascii="Arial Narrow" w:hAnsi="Arial Narrow" w:cstheme="minorHAnsi"/>
                <w:b/>
                <w:bCs/>
              </w:rPr>
              <w:t xml:space="preserve">ACTED </w:t>
            </w:r>
            <w:r w:rsidR="001F0D43" w:rsidRPr="00192140">
              <w:rPr>
                <w:rFonts w:ascii="Arial Narrow" w:hAnsi="Arial Narrow" w:cstheme="minorHAnsi"/>
                <w:b/>
                <w:bCs/>
                <w:color w:val="0070C0"/>
              </w:rPr>
              <w:t>Yemen</w:t>
            </w:r>
            <w:r w:rsidRPr="00192140">
              <w:rPr>
                <w:rFonts w:ascii="Arial Narrow" w:hAnsi="Arial Narrow" w:cstheme="minorHAnsi"/>
                <w:b/>
                <w:bCs/>
                <w:color w:val="0070C0"/>
              </w:rPr>
              <w:tab/>
            </w:r>
          </w:p>
          <w:p w14:paraId="483B7EE6" w14:textId="3B0D213B" w:rsidR="00B40CEC" w:rsidRPr="00B60C69" w:rsidRDefault="00B40CEC" w:rsidP="00FA6911">
            <w:pPr>
              <w:bidi/>
              <w:jc w:val="center"/>
              <w:rPr>
                <w:rFonts w:ascii="Arial Narrow" w:hAnsi="Arial Narrow"/>
                <w:bCs/>
                <w:rtl/>
              </w:rPr>
            </w:pPr>
            <w:r w:rsidRPr="00B60C69">
              <w:rPr>
                <w:rFonts w:ascii="Arial Narrow" w:hAnsi="Arial Narrow"/>
                <w:bCs/>
                <w:rtl/>
              </w:rPr>
              <w:t>دعوة لمناقصة</w:t>
            </w:r>
            <w:r w:rsidR="00C91931" w:rsidRPr="00B60C69">
              <w:rPr>
                <w:rFonts w:ascii="Arial Narrow" w:hAnsi="Arial Narrow"/>
                <w:bCs/>
              </w:rPr>
              <w:t xml:space="preserve"> </w:t>
            </w:r>
            <w:r w:rsidR="00012B85" w:rsidRPr="00B60C69">
              <w:rPr>
                <w:rFonts w:ascii="Arial Narrow" w:hAnsi="Arial Narrow" w:hint="cs"/>
                <w:bCs/>
                <w:rtl/>
              </w:rPr>
              <w:t xml:space="preserve"> </w:t>
            </w:r>
            <w:r w:rsidR="00B70849" w:rsidRPr="00B60C69">
              <w:rPr>
                <w:rFonts w:ascii="Arial Narrow" w:hAnsi="Arial Narrow" w:hint="cs"/>
                <w:bCs/>
                <w:rtl/>
              </w:rPr>
              <w:t>دولية</w:t>
            </w:r>
            <w:r w:rsidRPr="00B60C69">
              <w:rPr>
                <w:rFonts w:ascii="Arial Narrow" w:hAnsi="Arial Narrow"/>
                <w:bCs/>
                <w:rtl/>
                <w:lang w:bidi="ar-JO"/>
              </w:rPr>
              <w:t xml:space="preserve"> - اليمن</w:t>
            </w:r>
          </w:p>
          <w:p w14:paraId="25920C1C" w14:textId="371BC812" w:rsidR="00054C22" w:rsidRPr="00B60C69" w:rsidRDefault="00054C22" w:rsidP="00FA6911">
            <w:pPr>
              <w:jc w:val="center"/>
              <w:rPr>
                <w:rFonts w:ascii="Arial Narrow" w:hAnsi="Arial Narrow" w:cstheme="minorHAnsi"/>
                <w:bCs/>
              </w:rPr>
            </w:pPr>
            <w:r w:rsidRPr="00B60C69">
              <w:rPr>
                <w:rFonts w:ascii="Arial Narrow" w:hAnsi="Arial Narrow"/>
                <w:bCs/>
                <w:color w:val="0070C0"/>
                <w:rtl/>
              </w:rPr>
              <w:t>منظمه اكتد</w:t>
            </w:r>
          </w:p>
          <w:p w14:paraId="6458514E" w14:textId="77777777" w:rsidR="00D65ECC" w:rsidRPr="00B60C69"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B60C69" w:rsidRDefault="00A66F35" w:rsidP="00A66F35">
            <w:pPr>
              <w:tabs>
                <w:tab w:val="center" w:pos="5231"/>
                <w:tab w:val="left" w:pos="8224"/>
              </w:tabs>
              <w:jc w:val="center"/>
              <w:rPr>
                <w:rFonts w:ascii="Arial Narrow" w:hAnsi="Arial Narrow" w:cstheme="minorHAnsi"/>
                <w:bCs/>
                <w:i/>
                <w:sz w:val="22"/>
                <w:szCs w:val="22"/>
                <w:rtl/>
              </w:rPr>
            </w:pPr>
            <w:r w:rsidRPr="00B60C69">
              <w:rPr>
                <w:rFonts w:ascii="Arial Narrow" w:hAnsi="Arial Narrow" w:cstheme="minorHAnsi"/>
                <w:bCs/>
                <w:i/>
                <w:sz w:val="22"/>
                <w:szCs w:val="22"/>
              </w:rPr>
              <w:t>BID reference Number:</w:t>
            </w:r>
          </w:p>
          <w:p w14:paraId="3AAF9AAF" w14:textId="77777777" w:rsidR="00A66F35" w:rsidRPr="00B60C69" w:rsidRDefault="00A66F35" w:rsidP="00A66F35">
            <w:pPr>
              <w:jc w:val="center"/>
              <w:rPr>
                <w:rFonts w:ascii="Arial Narrow" w:hAnsi="Arial Narrow"/>
                <w:bCs/>
                <w:i/>
                <w:sz w:val="22"/>
                <w:szCs w:val="22"/>
              </w:rPr>
            </w:pPr>
            <w:r w:rsidRPr="00B60C69">
              <w:rPr>
                <w:rFonts w:ascii="Arial Narrow" w:hAnsi="Arial Narrow" w:cstheme="minorHAnsi"/>
                <w:bCs/>
                <w:i/>
                <w:sz w:val="22"/>
                <w:szCs w:val="22"/>
              </w:rPr>
              <w:t xml:space="preserve">: </w:t>
            </w:r>
            <w:r w:rsidRPr="00B60C69">
              <w:rPr>
                <w:rFonts w:ascii="Arial Narrow" w:hAnsi="Arial Narrow"/>
                <w:bCs/>
                <w:i/>
                <w:sz w:val="22"/>
                <w:szCs w:val="22"/>
                <w:rtl/>
              </w:rPr>
              <w:t>رقم مرجع المناقصة</w:t>
            </w:r>
          </w:p>
          <w:p w14:paraId="607B1561" w14:textId="77777777" w:rsidR="0030000F" w:rsidRPr="00B60C69" w:rsidRDefault="0030000F" w:rsidP="00A66F35">
            <w:pPr>
              <w:jc w:val="center"/>
              <w:rPr>
                <w:rFonts w:ascii="Arial Narrow" w:hAnsi="Arial Narrow" w:cstheme="minorHAnsi"/>
                <w:bCs/>
                <w:i/>
                <w:sz w:val="22"/>
                <w:szCs w:val="22"/>
                <w:rtl/>
              </w:rPr>
            </w:pPr>
          </w:p>
          <w:p w14:paraId="06BDE2FD" w14:textId="3C1206F8" w:rsidR="00564A1E" w:rsidRPr="00192140" w:rsidRDefault="00CF38C4" w:rsidP="00564A1E">
            <w:pPr>
              <w:jc w:val="center"/>
              <w:rPr>
                <w:rFonts w:ascii="Arial Narrow" w:hAnsi="Arial Narrow" w:cstheme="minorHAnsi"/>
                <w:bCs/>
                <w:sz w:val="22"/>
                <w:szCs w:val="22"/>
                <w:lang w:val="fr-FR"/>
              </w:rPr>
            </w:pPr>
            <w:bookmarkStart w:id="0" w:name="_Hlk173009846"/>
            <w:r w:rsidRPr="00192140">
              <w:rPr>
                <w:rFonts w:ascii="Arial Narrow" w:hAnsi="Arial Narrow" w:cs="Calibri"/>
                <w:b/>
                <w:color w:val="0070C0"/>
                <w:sz w:val="22"/>
                <w:szCs w:val="22"/>
                <w:u w:val="single"/>
                <w:lang w:val="fr-FR"/>
              </w:rPr>
              <w:t>T/15MULTI/MULTI /YEM/LOG/VEHICLE_</w:t>
            </w:r>
            <w:r w:rsidRPr="00D10E8D">
              <w:rPr>
                <w:rFonts w:ascii="Arial Narrow" w:hAnsi="Arial Narrow" w:cs="Calibri"/>
                <w:b/>
                <w:color w:val="0070C0"/>
                <w:sz w:val="22"/>
                <w:szCs w:val="22"/>
                <w:u w:val="single"/>
                <w:lang w:val="fr-FR"/>
              </w:rPr>
              <w:t>RENTAL/</w:t>
            </w:r>
            <w:r w:rsidR="00D10E8D" w:rsidRPr="00D10E8D">
              <w:rPr>
                <w:rFonts w:ascii="Arial Narrow" w:hAnsi="Arial Narrow" w:cs="Calibri"/>
                <w:b/>
                <w:color w:val="0070C0"/>
                <w:sz w:val="22"/>
                <w:szCs w:val="22"/>
                <w:u w:val="single"/>
                <w:lang w:val="fr-FR"/>
              </w:rPr>
              <w:t>08</w:t>
            </w:r>
            <w:r w:rsidRPr="00D10E8D">
              <w:rPr>
                <w:rFonts w:ascii="Arial Narrow" w:hAnsi="Arial Narrow" w:cs="Calibri"/>
                <w:b/>
                <w:color w:val="0070C0"/>
                <w:sz w:val="22"/>
                <w:szCs w:val="22"/>
                <w:u w:val="single"/>
                <w:lang w:val="fr-FR"/>
              </w:rPr>
              <w:t>/</w:t>
            </w:r>
            <w:r w:rsidR="00D10E8D" w:rsidRPr="00D10E8D">
              <w:rPr>
                <w:rFonts w:ascii="Arial Narrow" w:hAnsi="Arial Narrow" w:cs="Calibri"/>
                <w:b/>
                <w:color w:val="0070C0"/>
                <w:sz w:val="22"/>
                <w:szCs w:val="22"/>
                <w:u w:val="single"/>
                <w:lang w:val="fr-FR"/>
              </w:rPr>
              <w:t>08</w:t>
            </w:r>
            <w:r w:rsidRPr="00D10E8D">
              <w:rPr>
                <w:rFonts w:ascii="Arial Narrow" w:hAnsi="Arial Narrow" w:cs="Calibri"/>
                <w:b/>
                <w:color w:val="0070C0"/>
                <w:sz w:val="22"/>
                <w:szCs w:val="22"/>
                <w:u w:val="single"/>
                <w:lang w:val="fr-FR"/>
              </w:rPr>
              <w:t>/2024</w:t>
            </w:r>
            <w:bookmarkEnd w:id="0"/>
          </w:p>
          <w:p w14:paraId="43F3F62C" w14:textId="77777777" w:rsidR="00CF38C4" w:rsidRPr="00192140" w:rsidRDefault="00CF38C4" w:rsidP="00564A1E">
            <w:pPr>
              <w:jc w:val="center"/>
              <w:rPr>
                <w:rFonts w:ascii="Arial Narrow" w:hAnsi="Arial Narrow" w:cstheme="minorHAnsi"/>
                <w:bCs/>
                <w:sz w:val="22"/>
                <w:szCs w:val="22"/>
                <w:lang w:val="fr-FR"/>
              </w:rPr>
            </w:pPr>
          </w:p>
          <w:p w14:paraId="2CFB8310" w14:textId="19AFEE82" w:rsidR="00AC5B67" w:rsidRPr="00B60C69" w:rsidRDefault="00AC5B67" w:rsidP="00AC5B67">
            <w:pPr>
              <w:jc w:val="center"/>
              <w:rPr>
                <w:rFonts w:ascii="Arial Narrow" w:hAnsi="Arial Narrow" w:cs="Arial"/>
                <w:b/>
                <w:sz w:val="22"/>
                <w:szCs w:val="22"/>
              </w:rPr>
            </w:pPr>
            <w:bookmarkStart w:id="1" w:name="_Hlk93647517"/>
            <w:r w:rsidRPr="00B60C69">
              <w:rPr>
                <w:rFonts w:ascii="Arial Narrow" w:hAnsi="Arial Narrow" w:cs="Arial"/>
                <w:b/>
                <w:sz w:val="22"/>
                <w:szCs w:val="22"/>
              </w:rPr>
              <w:t>ACTED</w:t>
            </w:r>
            <w:r w:rsidR="006C6261" w:rsidRPr="00B60C69">
              <w:rPr>
                <w:rFonts w:ascii="Arial Narrow" w:hAnsi="Arial Narrow" w:cs="Arial"/>
                <w:b/>
                <w:sz w:val="22"/>
                <w:szCs w:val="22"/>
              </w:rPr>
              <w:t xml:space="preserve"> Yemen </w:t>
            </w:r>
            <w:r w:rsidRPr="00B60C69">
              <w:rPr>
                <w:rFonts w:ascii="Arial Narrow" w:hAnsi="Arial Narrow" w:cs="Arial"/>
                <w:b/>
                <w:sz w:val="22"/>
                <w:szCs w:val="22"/>
              </w:rPr>
              <w:t xml:space="preserve">is inviting suppliers to submit an </w:t>
            </w:r>
            <w:r w:rsidR="00ED51CD" w:rsidRPr="00B60C69">
              <w:rPr>
                <w:rFonts w:ascii="Arial Narrow" w:hAnsi="Arial Narrow" w:cs="Arial"/>
                <w:b/>
                <w:sz w:val="22"/>
                <w:szCs w:val="22"/>
              </w:rPr>
              <w:t>offer for</w:t>
            </w:r>
            <w:r w:rsidR="00564A1E" w:rsidRPr="00B60C69">
              <w:rPr>
                <w:rFonts w:ascii="Arial Narrow" w:hAnsi="Arial Narrow" w:cs="Arial" w:hint="cs"/>
                <w:b/>
                <w:sz w:val="22"/>
                <w:szCs w:val="22"/>
                <w:rtl/>
              </w:rPr>
              <w:t>:</w:t>
            </w:r>
            <w:r w:rsidR="00ED51CD" w:rsidRPr="00B60C69">
              <w:rPr>
                <w:rFonts w:ascii="Arial Narrow" w:hAnsi="Arial Narrow" w:cs="Arial"/>
                <w:b/>
                <w:sz w:val="22"/>
                <w:szCs w:val="22"/>
              </w:rPr>
              <w:t xml:space="preserve">  </w:t>
            </w:r>
          </w:p>
          <w:bookmarkEnd w:id="1"/>
          <w:p w14:paraId="47DFCE1C" w14:textId="77777777" w:rsidR="00AC5B67" w:rsidRPr="00B60C69" w:rsidRDefault="00AC5B67" w:rsidP="00AC5B67">
            <w:pPr>
              <w:jc w:val="both"/>
              <w:rPr>
                <w:rFonts w:ascii="Arial Narrow" w:hAnsi="Arial Narrow" w:cs="Arial"/>
                <w:bCs/>
                <w:sz w:val="22"/>
                <w:szCs w:val="22"/>
              </w:rPr>
            </w:pPr>
          </w:p>
          <w:p w14:paraId="629F1AD7" w14:textId="5943A18B" w:rsidR="00CF688A" w:rsidRPr="00B60C69" w:rsidRDefault="00B60C69" w:rsidP="008A3A38">
            <w:pPr>
              <w:jc w:val="center"/>
              <w:rPr>
                <w:rFonts w:ascii="Arial Narrow" w:hAnsi="Arial Narrow" w:cs="Arial"/>
                <w:b/>
                <w:sz w:val="22"/>
                <w:szCs w:val="22"/>
                <w:u w:val="single"/>
                <w:rtl/>
              </w:rPr>
            </w:pPr>
            <w:bookmarkStart w:id="2" w:name="_Hlk89772339"/>
            <w:r w:rsidRPr="00CE38F2">
              <w:rPr>
                <w:rFonts w:ascii="Arial Narrow" w:hAnsi="Arial Narrow" w:cs="Calibri"/>
                <w:b/>
                <w:color w:val="0070C0"/>
                <w:sz w:val="22"/>
                <w:szCs w:val="22"/>
                <w:u w:val="single"/>
              </w:rPr>
              <w:t>Vehicle Rental Services within (Sana’a, Dhamar, Hudaydah, Saadah, Raymah, Aden, Aldhalee, Abyan, Marib).</w:t>
            </w:r>
          </w:p>
          <w:p w14:paraId="7FE520AE" w14:textId="77777777" w:rsidR="00B60C69" w:rsidRPr="00B60C69" w:rsidRDefault="00B60C69" w:rsidP="008A3A38">
            <w:pPr>
              <w:jc w:val="center"/>
              <w:rPr>
                <w:rFonts w:ascii="Arial Narrow" w:hAnsi="Arial Narrow" w:cs="Arial"/>
                <w:b/>
                <w:sz w:val="22"/>
                <w:szCs w:val="22"/>
                <w:u w:val="single"/>
              </w:rPr>
            </w:pPr>
          </w:p>
          <w:p w14:paraId="65B1479D" w14:textId="6DED6B6D" w:rsidR="008A3A38" w:rsidRPr="00B60C69" w:rsidRDefault="008A3A38" w:rsidP="008A3A38">
            <w:pPr>
              <w:jc w:val="center"/>
              <w:rPr>
                <w:rFonts w:ascii="Arial Narrow" w:hAnsi="Arial Narrow"/>
                <w:bCs/>
                <w:sz w:val="22"/>
                <w:szCs w:val="22"/>
                <w:rtl/>
              </w:rPr>
            </w:pPr>
            <w:r w:rsidRPr="00B60C69">
              <w:rPr>
                <w:rFonts w:ascii="Arial Narrow" w:hAnsi="Arial Narrow"/>
                <w:bCs/>
                <w:sz w:val="22"/>
                <w:szCs w:val="22"/>
                <w:rtl/>
              </w:rPr>
              <w:t>منظمة أكتد (وكالة التعاون التقني والتنمية) تدعوا الموردين المتخصصين لتقديم عروضهم</w:t>
            </w:r>
            <w:r w:rsidR="00012B85" w:rsidRPr="00B60C69">
              <w:rPr>
                <w:rFonts w:ascii="Arial Narrow" w:hAnsi="Arial Narrow" w:hint="cs"/>
                <w:bCs/>
                <w:sz w:val="22"/>
                <w:szCs w:val="22"/>
                <w:rtl/>
              </w:rPr>
              <w:t xml:space="preserve"> لـ</w:t>
            </w:r>
            <w:r w:rsidRPr="00B60C69">
              <w:rPr>
                <w:rFonts w:ascii="Arial Narrow" w:hAnsi="Arial Narrow" w:hint="cs"/>
                <w:bCs/>
                <w:sz w:val="22"/>
                <w:szCs w:val="22"/>
                <w:rtl/>
              </w:rPr>
              <w:t>:</w:t>
            </w:r>
          </w:p>
          <w:p w14:paraId="670B8673" w14:textId="77777777" w:rsidR="001A56F1" w:rsidRPr="00B60C69" w:rsidRDefault="001A56F1" w:rsidP="007D7D7A">
            <w:pPr>
              <w:jc w:val="center"/>
              <w:rPr>
                <w:rFonts w:ascii="Arial Narrow" w:hAnsi="Arial Narrow" w:cs="Calibri"/>
                <w:bCs/>
                <w:sz w:val="22"/>
                <w:szCs w:val="22"/>
              </w:rPr>
            </w:pPr>
          </w:p>
          <w:p w14:paraId="09A7B219" w14:textId="4D620E75" w:rsidR="00983B3C" w:rsidRPr="00192140" w:rsidRDefault="00B60C69" w:rsidP="00CF688A">
            <w:pPr>
              <w:bidi/>
              <w:jc w:val="center"/>
              <w:rPr>
                <w:rFonts w:ascii="Arial Narrow" w:hAnsi="Arial Narrow" w:cs="Calibri"/>
                <w:bCs/>
                <w:sz w:val="20"/>
                <w:szCs w:val="20"/>
                <w:u w:val="single"/>
                <w:rtl/>
              </w:rPr>
            </w:pPr>
            <w:r w:rsidRPr="00B60C69">
              <w:rPr>
                <w:rFonts w:ascii="Arial Narrow" w:hAnsi="Arial Narrow" w:cs="Calibri"/>
                <w:bCs/>
                <w:color w:val="0070C0"/>
                <w:sz w:val="22"/>
                <w:szCs w:val="22"/>
                <w:u w:val="single"/>
                <w:rtl/>
              </w:rPr>
              <w:t>خدمات تأجيرالسيارات في نطاق (صنعاء، ذمار، حديده ، صعده ، ريمه ، عدن ، الضالع، ابين، مأرب).</w:t>
            </w:r>
          </w:p>
          <w:p w14:paraId="1CEA0E68" w14:textId="77777777" w:rsidR="00B60C69" w:rsidRPr="00192140" w:rsidRDefault="00B60C69" w:rsidP="00B60C69">
            <w:pPr>
              <w:bidi/>
              <w:jc w:val="center"/>
              <w:rPr>
                <w:rFonts w:ascii="Arial Narrow" w:hAnsi="Arial Narrow" w:cs="Calibri"/>
                <w:bCs/>
                <w:sz w:val="20"/>
                <w:szCs w:val="20"/>
                <w:u w:val="single"/>
                <w:rtl/>
              </w:rPr>
            </w:pPr>
          </w:p>
          <w:tbl>
            <w:tblPr>
              <w:tblW w:w="10333" w:type="dxa"/>
              <w:tblLook w:val="04A0" w:firstRow="1" w:lastRow="0" w:firstColumn="1" w:lastColumn="0" w:noHBand="0" w:noVBand="1"/>
            </w:tblPr>
            <w:tblGrid>
              <w:gridCol w:w="900"/>
              <w:gridCol w:w="3488"/>
              <w:gridCol w:w="3209"/>
              <w:gridCol w:w="2736"/>
            </w:tblGrid>
            <w:tr w:rsidR="001A56F1" w:rsidRPr="00B60C69" w14:paraId="0A9252B6" w14:textId="77777777" w:rsidTr="00ED51CD">
              <w:trPr>
                <w:trHeight w:val="153"/>
              </w:trPr>
              <w:tc>
                <w:tcPr>
                  <w:tcW w:w="435"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8864CA8" w14:textId="77777777" w:rsidR="001A56F1" w:rsidRPr="00192140" w:rsidRDefault="001A56F1" w:rsidP="00C954CA">
                  <w:pPr>
                    <w:framePr w:hSpace="180" w:wrap="around" w:vAnchor="page" w:hAnchor="page" w:x="606" w:y="539"/>
                    <w:jc w:val="center"/>
                    <w:rPr>
                      <w:rFonts w:ascii="Arial Narrow" w:hAnsi="Arial Narrow" w:cs="Arial"/>
                      <w:b/>
                      <w:color w:val="FFFFFF" w:themeColor="background1"/>
                      <w:sz w:val="20"/>
                      <w:szCs w:val="20"/>
                      <w:lang w:bidi="ar-JO"/>
                    </w:rPr>
                  </w:pPr>
                  <w:r w:rsidRPr="00192140">
                    <w:rPr>
                      <w:rFonts w:ascii="Arial Narrow" w:hAnsi="Arial Narrow" w:cs="Arial"/>
                      <w:b/>
                      <w:color w:val="FFFFFF" w:themeColor="background1"/>
                      <w:sz w:val="20"/>
                      <w:szCs w:val="20"/>
                      <w:lang w:bidi="ar-JO"/>
                    </w:rPr>
                    <w:t>Lot</w:t>
                  </w:r>
                </w:p>
                <w:p w14:paraId="3337B946" w14:textId="77777777" w:rsidR="001A56F1" w:rsidRPr="00192140" w:rsidRDefault="001A56F1" w:rsidP="00C954CA">
                  <w:pPr>
                    <w:framePr w:hSpace="180" w:wrap="around" w:vAnchor="page" w:hAnchor="page" w:x="606" w:y="539"/>
                    <w:jc w:val="center"/>
                    <w:rPr>
                      <w:rFonts w:ascii="Arial Narrow" w:hAnsi="Arial Narrow" w:cs="Arial"/>
                      <w:b/>
                      <w:color w:val="FFFFFF" w:themeColor="background1"/>
                      <w:sz w:val="20"/>
                      <w:szCs w:val="20"/>
                      <w:rtl/>
                    </w:rPr>
                  </w:pPr>
                  <w:r w:rsidRPr="00192140">
                    <w:rPr>
                      <w:rFonts w:ascii="Arial Narrow" w:hAnsi="Arial Narrow" w:cs="Arial" w:hint="eastAsia"/>
                      <w:b/>
                      <w:color w:val="FFFFFF" w:themeColor="background1"/>
                      <w:sz w:val="20"/>
                      <w:szCs w:val="20"/>
                      <w:rtl/>
                    </w:rPr>
                    <w:t>المجموعة</w:t>
                  </w:r>
                </w:p>
              </w:tc>
              <w:tc>
                <w:tcPr>
                  <w:tcW w:w="1688"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BCB9003" w14:textId="77777777" w:rsidR="001A56F1" w:rsidRPr="00192140" w:rsidRDefault="001A56F1" w:rsidP="00C954CA">
                  <w:pPr>
                    <w:framePr w:hSpace="180" w:wrap="around" w:vAnchor="page" w:hAnchor="page" w:x="606" w:y="539"/>
                    <w:jc w:val="center"/>
                    <w:rPr>
                      <w:rFonts w:ascii="Arial Narrow" w:hAnsi="Arial Narrow" w:cs="Arial"/>
                      <w:b/>
                      <w:color w:val="FFFFFF" w:themeColor="background1"/>
                      <w:sz w:val="20"/>
                      <w:szCs w:val="20"/>
                      <w:rtl/>
                    </w:rPr>
                  </w:pPr>
                  <w:r w:rsidRPr="00192140">
                    <w:rPr>
                      <w:rFonts w:ascii="Arial Narrow" w:hAnsi="Arial Narrow" w:cs="Arial"/>
                      <w:b/>
                      <w:color w:val="FFFFFF" w:themeColor="background1"/>
                      <w:sz w:val="20"/>
                      <w:szCs w:val="20"/>
                    </w:rPr>
                    <w:t xml:space="preserve">Description </w:t>
                  </w:r>
                </w:p>
                <w:p w14:paraId="4B60BE46" w14:textId="77777777" w:rsidR="001A56F1" w:rsidRPr="00192140" w:rsidRDefault="001A56F1" w:rsidP="00C954CA">
                  <w:pPr>
                    <w:framePr w:hSpace="180" w:wrap="around" w:vAnchor="page" w:hAnchor="page" w:x="606" w:y="539"/>
                    <w:jc w:val="center"/>
                    <w:rPr>
                      <w:rFonts w:ascii="Arial Narrow" w:hAnsi="Arial Narrow" w:cs="Arial"/>
                      <w:b/>
                      <w:color w:val="FFFFFF" w:themeColor="background1"/>
                      <w:sz w:val="20"/>
                      <w:szCs w:val="20"/>
                    </w:rPr>
                  </w:pPr>
                  <w:r w:rsidRPr="00192140">
                    <w:rPr>
                      <w:rFonts w:ascii="Arial Narrow" w:hAnsi="Arial Narrow" w:cs="Arial" w:hint="eastAsia"/>
                      <w:b/>
                      <w:color w:val="FFFFFF" w:themeColor="background1"/>
                      <w:sz w:val="20"/>
                      <w:szCs w:val="20"/>
                      <w:rtl/>
                    </w:rPr>
                    <w:t>الوصف</w:t>
                  </w:r>
                </w:p>
              </w:tc>
              <w:tc>
                <w:tcPr>
                  <w:tcW w:w="1553"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4CEB7D9A" w14:textId="153493EF" w:rsidR="00ED51CD" w:rsidRPr="00192140" w:rsidRDefault="00ED51CD" w:rsidP="00C954CA">
                  <w:pPr>
                    <w:framePr w:hSpace="180" w:wrap="around" w:vAnchor="page" w:hAnchor="page" w:x="606" w:y="539"/>
                    <w:jc w:val="center"/>
                    <w:rPr>
                      <w:rFonts w:ascii="Arial Narrow" w:hAnsi="Arial Narrow" w:cs="Arial"/>
                      <w:b/>
                      <w:color w:val="FFFFFF" w:themeColor="background1"/>
                      <w:sz w:val="20"/>
                      <w:szCs w:val="20"/>
                    </w:rPr>
                  </w:pPr>
                  <w:r w:rsidRPr="00192140">
                    <w:rPr>
                      <w:rFonts w:ascii="Arial Narrow" w:hAnsi="Arial Narrow" w:cs="Arial"/>
                      <w:b/>
                      <w:color w:val="FFFFFF" w:themeColor="background1"/>
                      <w:sz w:val="20"/>
                      <w:szCs w:val="20"/>
                    </w:rPr>
                    <w:t>FWA duration</w:t>
                  </w:r>
                </w:p>
                <w:p w14:paraId="44838B16" w14:textId="013E5909" w:rsidR="001A56F1" w:rsidRPr="00192140" w:rsidRDefault="00ED51CD" w:rsidP="00C954CA">
                  <w:pPr>
                    <w:framePr w:hSpace="180" w:wrap="around" w:vAnchor="page" w:hAnchor="page" w:x="606" w:y="539"/>
                    <w:jc w:val="center"/>
                    <w:rPr>
                      <w:rFonts w:ascii="Arial Narrow" w:hAnsi="Arial Narrow" w:cs="Arial"/>
                      <w:b/>
                      <w:color w:val="FFFFFF" w:themeColor="background1"/>
                      <w:sz w:val="20"/>
                      <w:szCs w:val="20"/>
                    </w:rPr>
                  </w:pPr>
                  <w:r w:rsidRPr="00192140">
                    <w:rPr>
                      <w:rFonts w:ascii="Arial Narrow" w:hAnsi="Arial Narrow" w:cs="Arial" w:hint="eastAsia"/>
                      <w:b/>
                      <w:color w:val="FFFFFF" w:themeColor="background1"/>
                      <w:sz w:val="20"/>
                      <w:szCs w:val="20"/>
                      <w:rtl/>
                    </w:rPr>
                    <w:t>مدة</w:t>
                  </w:r>
                  <w:r w:rsidRPr="00192140">
                    <w:rPr>
                      <w:rFonts w:ascii="Arial Narrow" w:hAnsi="Arial Narrow" w:cs="Arial"/>
                      <w:b/>
                      <w:color w:val="FFFFFF" w:themeColor="background1"/>
                      <w:sz w:val="20"/>
                      <w:szCs w:val="20"/>
                      <w:rtl/>
                    </w:rPr>
                    <w:t xml:space="preserve"> </w:t>
                  </w:r>
                  <w:r w:rsidRPr="00192140">
                    <w:rPr>
                      <w:rFonts w:ascii="Arial Narrow" w:hAnsi="Arial Narrow" w:cs="Arial" w:hint="eastAsia"/>
                      <w:b/>
                      <w:color w:val="FFFFFF" w:themeColor="background1"/>
                      <w:sz w:val="20"/>
                      <w:szCs w:val="20"/>
                      <w:rtl/>
                    </w:rPr>
                    <w:t>العقد</w:t>
                  </w:r>
                </w:p>
              </w:tc>
              <w:tc>
                <w:tcPr>
                  <w:tcW w:w="1324"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0E12569C" w14:textId="6A6F34D6" w:rsidR="00CF38C4" w:rsidRPr="00192140" w:rsidRDefault="00CF38C4" w:rsidP="00C954CA">
                  <w:pPr>
                    <w:framePr w:hSpace="180" w:wrap="around" w:vAnchor="page" w:hAnchor="page" w:x="606" w:y="539"/>
                    <w:jc w:val="center"/>
                    <w:rPr>
                      <w:rFonts w:ascii="Arial Narrow" w:hAnsi="Arial Narrow" w:cs="Arial"/>
                      <w:b/>
                      <w:bCs/>
                      <w:color w:val="FFFFFF" w:themeColor="background1"/>
                      <w:sz w:val="20"/>
                      <w:szCs w:val="20"/>
                    </w:rPr>
                  </w:pPr>
                  <w:r w:rsidRPr="00192140">
                    <w:rPr>
                      <w:rFonts w:ascii="Arial Narrow" w:hAnsi="Arial Narrow" w:cs="Arial"/>
                      <w:b/>
                      <w:bCs/>
                      <w:color w:val="FFFFFF" w:themeColor="background1"/>
                      <w:sz w:val="20"/>
                      <w:szCs w:val="20"/>
                    </w:rPr>
                    <w:t>Delivery address</w:t>
                  </w:r>
                </w:p>
                <w:p w14:paraId="73AE8E34" w14:textId="480EF6DC" w:rsidR="001A56F1" w:rsidRPr="00192140" w:rsidRDefault="00CF38C4" w:rsidP="00C954CA">
                  <w:pPr>
                    <w:framePr w:hSpace="180" w:wrap="around" w:vAnchor="page" w:hAnchor="page" w:x="606" w:y="539"/>
                    <w:jc w:val="center"/>
                    <w:rPr>
                      <w:rFonts w:ascii="Arial Narrow" w:hAnsi="Arial Narrow" w:cs="Arial"/>
                      <w:b/>
                      <w:color w:val="FFFFFF" w:themeColor="background1"/>
                      <w:sz w:val="20"/>
                      <w:szCs w:val="20"/>
                      <w:rtl/>
                    </w:rPr>
                  </w:pPr>
                  <w:r w:rsidRPr="00192140">
                    <w:rPr>
                      <w:rFonts w:ascii="Arial Narrow" w:hAnsi="Arial Narrow" w:cs="Arial" w:hint="eastAsia"/>
                      <w:b/>
                      <w:color w:val="FFFFFF" w:themeColor="background1"/>
                      <w:sz w:val="20"/>
                      <w:szCs w:val="20"/>
                      <w:rtl/>
                    </w:rPr>
                    <w:t>عنوان</w:t>
                  </w:r>
                  <w:r w:rsidRPr="00192140">
                    <w:rPr>
                      <w:rFonts w:ascii="Arial Narrow" w:hAnsi="Arial Narrow" w:cs="Arial"/>
                      <w:b/>
                      <w:color w:val="FFFFFF" w:themeColor="background1"/>
                      <w:sz w:val="20"/>
                      <w:szCs w:val="20"/>
                      <w:rtl/>
                    </w:rPr>
                    <w:t xml:space="preserve"> </w:t>
                  </w:r>
                  <w:r w:rsidRPr="00192140">
                    <w:rPr>
                      <w:rFonts w:ascii="Arial Narrow" w:hAnsi="Arial Narrow" w:cs="Arial" w:hint="eastAsia"/>
                      <w:b/>
                      <w:color w:val="FFFFFF" w:themeColor="background1"/>
                      <w:sz w:val="20"/>
                      <w:szCs w:val="20"/>
                      <w:rtl/>
                    </w:rPr>
                    <w:t>التسليم</w:t>
                  </w:r>
                </w:p>
              </w:tc>
            </w:tr>
            <w:tr w:rsidR="00ED51CD" w:rsidRPr="00B60C69" w14:paraId="15FF10FC" w14:textId="77777777" w:rsidTr="00D543A4">
              <w:trPr>
                <w:trHeight w:val="1898"/>
              </w:trPr>
              <w:tc>
                <w:tcPr>
                  <w:tcW w:w="435" w:type="pct"/>
                  <w:tcBorders>
                    <w:top w:val="single" w:sz="4" w:space="0" w:color="auto"/>
                    <w:left w:val="single" w:sz="4" w:space="0" w:color="auto"/>
                    <w:bottom w:val="single" w:sz="4" w:space="0" w:color="auto"/>
                    <w:right w:val="single" w:sz="4" w:space="0" w:color="auto"/>
                  </w:tcBorders>
                  <w:shd w:val="clear" w:color="auto" w:fill="auto"/>
                  <w:vAlign w:val="center"/>
                </w:tcPr>
                <w:p w14:paraId="2A7BC04C" w14:textId="474AE277" w:rsidR="00ED51CD" w:rsidRPr="00192140" w:rsidRDefault="007A641A" w:rsidP="00C954CA">
                  <w:pPr>
                    <w:framePr w:hSpace="180" w:wrap="around" w:vAnchor="page" w:hAnchor="page" w:x="606" w:y="539"/>
                    <w:jc w:val="center"/>
                    <w:rPr>
                      <w:rFonts w:ascii="Arial Narrow" w:hAnsi="Arial Narrow" w:cs="Arial"/>
                      <w:b/>
                      <w:bCs/>
                      <w:sz w:val="20"/>
                      <w:szCs w:val="20"/>
                    </w:rPr>
                  </w:pPr>
                  <w:r w:rsidRPr="00B60C69">
                    <w:rPr>
                      <w:rFonts w:ascii="Arial Narrow" w:hAnsi="Arial Narrow" w:cs="Arial"/>
                      <w:sz w:val="20"/>
                      <w:szCs w:val="20"/>
                    </w:rPr>
                    <w:t>1</w:t>
                  </w:r>
                </w:p>
              </w:tc>
              <w:tc>
                <w:tcPr>
                  <w:tcW w:w="1688" w:type="pct"/>
                  <w:tcBorders>
                    <w:top w:val="single" w:sz="4" w:space="0" w:color="auto"/>
                    <w:bottom w:val="single" w:sz="4" w:space="0" w:color="auto"/>
                    <w:right w:val="single" w:sz="4" w:space="0" w:color="auto"/>
                  </w:tcBorders>
                  <w:shd w:val="clear" w:color="auto" w:fill="auto"/>
                  <w:vAlign w:val="center"/>
                </w:tcPr>
                <w:p w14:paraId="7A10D40A" w14:textId="77777777" w:rsidR="00CF38C4" w:rsidRPr="00192140" w:rsidRDefault="00CF38C4" w:rsidP="00C954CA">
                  <w:pPr>
                    <w:framePr w:hSpace="180" w:wrap="around" w:vAnchor="page" w:hAnchor="page" w:x="606" w:y="539"/>
                    <w:jc w:val="center"/>
                    <w:rPr>
                      <w:rFonts w:ascii="Arial Narrow" w:hAnsi="Arial Narrow" w:cs="Arial"/>
                      <w:b/>
                      <w:bCs/>
                      <w:color w:val="000000"/>
                      <w:sz w:val="20"/>
                      <w:szCs w:val="20"/>
                    </w:rPr>
                  </w:pPr>
                  <w:r w:rsidRPr="00192140">
                    <w:rPr>
                      <w:rFonts w:ascii="Arial Narrow" w:hAnsi="Arial Narrow" w:cs="Arial"/>
                      <w:b/>
                      <w:bCs/>
                      <w:color w:val="000000"/>
                      <w:sz w:val="20"/>
                      <w:szCs w:val="20"/>
                    </w:rPr>
                    <w:t>Vehicle Rental Services</w:t>
                  </w:r>
                </w:p>
                <w:p w14:paraId="72A3712D" w14:textId="77777777" w:rsidR="00CF38C4" w:rsidRPr="00192140" w:rsidRDefault="00CF38C4" w:rsidP="00C954CA">
                  <w:pPr>
                    <w:framePr w:hSpace="180" w:wrap="around" w:vAnchor="page" w:hAnchor="page" w:x="606" w:y="539"/>
                    <w:jc w:val="center"/>
                    <w:rPr>
                      <w:rFonts w:ascii="Arial Narrow" w:hAnsi="Arial Narrow" w:cs="Calibri"/>
                      <w:b/>
                      <w:bCs/>
                      <w:color w:val="000000" w:themeColor="text1"/>
                      <w:sz w:val="20"/>
                      <w:szCs w:val="20"/>
                    </w:rPr>
                  </w:pPr>
                </w:p>
                <w:p w14:paraId="766C218E" w14:textId="4256D24B" w:rsidR="007A641A" w:rsidRPr="00192140" w:rsidRDefault="00CF38C4" w:rsidP="00C954CA">
                  <w:pPr>
                    <w:framePr w:hSpace="180" w:wrap="around" w:vAnchor="page" w:hAnchor="page" w:x="606" w:y="539"/>
                    <w:jc w:val="center"/>
                    <w:rPr>
                      <w:rFonts w:ascii="Arial Narrow" w:hAnsi="Arial Narrow" w:cs="Arial"/>
                      <w:b/>
                      <w:bCs/>
                      <w:sz w:val="20"/>
                      <w:szCs w:val="20"/>
                      <w:rtl/>
                    </w:rPr>
                  </w:pPr>
                  <w:r w:rsidRPr="00192140">
                    <w:rPr>
                      <w:b/>
                      <w:sz w:val="20"/>
                      <w:szCs w:val="20"/>
                      <w:rtl/>
                    </w:rPr>
                    <w:t>خدمات تأجير المركبات</w:t>
                  </w:r>
                  <w:r w:rsidRPr="00192140" w:rsidDel="00CF38C4">
                    <w:rPr>
                      <w:b/>
                      <w:sz w:val="20"/>
                      <w:szCs w:val="20"/>
                      <w:rtl/>
                    </w:rPr>
                    <w:t xml:space="preserve"> </w:t>
                  </w:r>
                </w:p>
              </w:tc>
              <w:tc>
                <w:tcPr>
                  <w:tcW w:w="1553" w:type="pct"/>
                  <w:tcBorders>
                    <w:top w:val="single" w:sz="4" w:space="0" w:color="auto"/>
                    <w:left w:val="single" w:sz="4" w:space="0" w:color="auto"/>
                    <w:bottom w:val="single" w:sz="4" w:space="0" w:color="auto"/>
                    <w:right w:val="single" w:sz="4" w:space="0" w:color="auto"/>
                  </w:tcBorders>
                  <w:vAlign w:val="center"/>
                </w:tcPr>
                <w:p w14:paraId="1533A083" w14:textId="77777777" w:rsidR="00ED51CD" w:rsidRPr="00192140" w:rsidRDefault="006F2EA2" w:rsidP="00C954CA">
                  <w:pPr>
                    <w:framePr w:hSpace="180" w:wrap="around" w:vAnchor="page" w:hAnchor="page" w:x="606" w:y="539"/>
                    <w:bidi/>
                    <w:jc w:val="center"/>
                    <w:rPr>
                      <w:rFonts w:ascii="Arial Narrow" w:hAnsi="Arial Narrow" w:cs="Arial"/>
                      <w:b/>
                      <w:bCs/>
                      <w:color w:val="000000"/>
                      <w:sz w:val="20"/>
                      <w:szCs w:val="20"/>
                    </w:rPr>
                  </w:pPr>
                  <w:r w:rsidRPr="00192140">
                    <w:rPr>
                      <w:rFonts w:ascii="Arial Narrow" w:hAnsi="Arial Narrow" w:cs="Arial"/>
                      <w:b/>
                      <w:bCs/>
                      <w:color w:val="000000"/>
                      <w:sz w:val="20"/>
                      <w:szCs w:val="20"/>
                      <w:rtl/>
                    </w:rPr>
                    <w:t xml:space="preserve"> </w:t>
                  </w:r>
                  <w:r w:rsidR="009308B7" w:rsidRPr="00192140">
                    <w:rPr>
                      <w:sz w:val="20"/>
                      <w:szCs w:val="20"/>
                    </w:rPr>
                    <w:t xml:space="preserve"> </w:t>
                  </w:r>
                  <w:r w:rsidR="009308B7" w:rsidRPr="00192140">
                    <w:rPr>
                      <w:rFonts w:ascii="Arial Narrow" w:hAnsi="Arial Narrow" w:cs="Arial"/>
                      <w:b/>
                      <w:bCs/>
                      <w:color w:val="000000"/>
                      <w:sz w:val="20"/>
                      <w:szCs w:val="20"/>
                    </w:rPr>
                    <w:t>Two years</w:t>
                  </w:r>
                </w:p>
                <w:p w14:paraId="03354491" w14:textId="3A7E740F" w:rsidR="009308B7" w:rsidRPr="00192140" w:rsidRDefault="009308B7" w:rsidP="00C954CA">
                  <w:pPr>
                    <w:framePr w:hSpace="180" w:wrap="around" w:vAnchor="page" w:hAnchor="page" w:x="606" w:y="539"/>
                    <w:bidi/>
                    <w:jc w:val="center"/>
                    <w:rPr>
                      <w:b/>
                      <w:sz w:val="20"/>
                      <w:szCs w:val="20"/>
                    </w:rPr>
                  </w:pPr>
                  <w:r w:rsidRPr="00192140">
                    <w:rPr>
                      <w:b/>
                      <w:sz w:val="20"/>
                      <w:szCs w:val="20"/>
                      <w:rtl/>
                    </w:rPr>
                    <w:t>لمدة سنتين</w:t>
                  </w:r>
                </w:p>
              </w:tc>
              <w:tc>
                <w:tcPr>
                  <w:tcW w:w="1324" w:type="pct"/>
                  <w:tcBorders>
                    <w:top w:val="single" w:sz="4" w:space="0" w:color="auto"/>
                    <w:left w:val="single" w:sz="4" w:space="0" w:color="auto"/>
                    <w:bottom w:val="single" w:sz="4" w:space="0" w:color="auto"/>
                    <w:right w:val="single" w:sz="4" w:space="0" w:color="auto"/>
                  </w:tcBorders>
                </w:tcPr>
                <w:p w14:paraId="098E8C4C" w14:textId="77777777" w:rsidR="00CF38C4" w:rsidRPr="00B60C69" w:rsidRDefault="00CF38C4" w:rsidP="00C954CA">
                  <w:pPr>
                    <w:framePr w:hSpace="180" w:wrap="around" w:vAnchor="page" w:hAnchor="page" w:x="606" w:y="539"/>
                    <w:rPr>
                      <w:rFonts w:ascii="Arial Narrow" w:hAnsi="Arial Narrow" w:cs="Calibri"/>
                      <w:b/>
                      <w:bCs/>
                      <w:color w:val="000000"/>
                      <w:sz w:val="20"/>
                      <w:szCs w:val="20"/>
                      <w:rtl/>
                    </w:rPr>
                  </w:pPr>
                </w:p>
                <w:p w14:paraId="6CDE6499" w14:textId="45D18049" w:rsidR="00CF38C4" w:rsidRPr="00B60C69" w:rsidRDefault="00CF38C4" w:rsidP="00C954CA">
                  <w:pPr>
                    <w:framePr w:hSpace="180" w:wrap="around" w:vAnchor="page" w:hAnchor="page" w:x="606" w:y="539"/>
                    <w:jc w:val="center"/>
                    <w:rPr>
                      <w:rFonts w:ascii="Arial Narrow" w:hAnsi="Arial Narrow" w:cs="Calibri"/>
                      <w:b/>
                      <w:bCs/>
                      <w:color w:val="000000"/>
                      <w:sz w:val="20"/>
                      <w:szCs w:val="20"/>
                    </w:rPr>
                  </w:pPr>
                  <w:r w:rsidRPr="00B60C69">
                    <w:rPr>
                      <w:rFonts w:ascii="Arial Narrow" w:hAnsi="Arial Narrow" w:cs="Calibri" w:hint="cs"/>
                      <w:b/>
                      <w:bCs/>
                      <w:color w:val="000000"/>
                      <w:sz w:val="20"/>
                      <w:szCs w:val="20"/>
                      <w:rtl/>
                    </w:rPr>
                    <w:t>)</w:t>
                  </w:r>
                  <w:r w:rsidRPr="00B60C69">
                    <w:rPr>
                      <w:rFonts w:ascii="Arial Narrow" w:hAnsi="Arial Narrow" w:cs="Calibri"/>
                      <w:b/>
                      <w:bCs/>
                      <w:color w:val="000000"/>
                      <w:sz w:val="20"/>
                      <w:szCs w:val="20"/>
                    </w:rPr>
                    <w:t xml:space="preserve">Sana’a, Dhamar, Hudaydah, Saadah, Raymah, Aden, </w:t>
                  </w:r>
                  <w:r w:rsidR="00D543A4" w:rsidRPr="00B60C69">
                    <w:rPr>
                      <w:rFonts w:ascii="Arial Narrow" w:hAnsi="Arial Narrow" w:cs="Calibri"/>
                      <w:b/>
                      <w:bCs/>
                      <w:color w:val="000000"/>
                      <w:sz w:val="20"/>
                      <w:szCs w:val="20"/>
                    </w:rPr>
                    <w:t>Aldhalee</w:t>
                  </w:r>
                  <w:r w:rsidRPr="00B60C69">
                    <w:rPr>
                      <w:rFonts w:ascii="Arial Narrow" w:hAnsi="Arial Narrow" w:cs="Calibri"/>
                      <w:b/>
                      <w:bCs/>
                      <w:color w:val="000000"/>
                      <w:sz w:val="20"/>
                      <w:szCs w:val="20"/>
                    </w:rPr>
                    <w:t>, Abyan, Marib)</w:t>
                  </w:r>
                </w:p>
                <w:p w14:paraId="2ABFAA90" w14:textId="02C87C52" w:rsidR="009308B7" w:rsidRPr="00B60C69" w:rsidRDefault="00CF38C4" w:rsidP="00C954CA">
                  <w:pPr>
                    <w:framePr w:hSpace="180" w:wrap="around" w:vAnchor="page" w:hAnchor="page" w:x="606" w:y="539"/>
                    <w:bidi/>
                    <w:jc w:val="center"/>
                    <w:rPr>
                      <w:rFonts w:ascii="Arial Narrow" w:hAnsi="Arial Narrow" w:cs="Calibri"/>
                      <w:b/>
                      <w:bCs/>
                      <w:color w:val="000000"/>
                      <w:sz w:val="20"/>
                      <w:szCs w:val="20"/>
                    </w:rPr>
                  </w:pPr>
                  <w:r w:rsidRPr="00B60C69">
                    <w:rPr>
                      <w:rFonts w:ascii="Arial Narrow" w:hAnsi="Arial Narrow" w:cs="Calibri"/>
                      <w:b/>
                      <w:bCs/>
                      <w:color w:val="000000"/>
                      <w:sz w:val="20"/>
                      <w:szCs w:val="20"/>
                      <w:rtl/>
                    </w:rPr>
                    <w:t>(صنعاء، ذمار، حديده ، صعده ،  ريمه ، عدن ، الضالع، أبين، مأرب)</w:t>
                  </w:r>
                </w:p>
              </w:tc>
            </w:tr>
          </w:tbl>
          <w:p w14:paraId="558E4A27" w14:textId="6F4F747D" w:rsidR="006B6BE0" w:rsidRPr="00192140" w:rsidRDefault="00761AE4" w:rsidP="00983B3C">
            <w:pPr>
              <w:jc w:val="center"/>
              <w:rPr>
                <w:rFonts w:ascii="Arial Narrow" w:hAnsi="Arial Narrow" w:cs="Calibri"/>
                <w:bCs/>
                <w:sz w:val="20"/>
                <w:szCs w:val="20"/>
                <w:u w:val="single"/>
                <w:rtl/>
              </w:rPr>
            </w:pPr>
            <w:r w:rsidRPr="00192140">
              <w:rPr>
                <w:rFonts w:ascii="Arial Narrow" w:hAnsi="Arial Narrow" w:cs="Calibri"/>
                <w:bCs/>
                <w:sz w:val="20"/>
                <w:szCs w:val="20"/>
                <w:u w:val="single"/>
              </w:rPr>
              <w:t xml:space="preserve"> </w:t>
            </w:r>
            <w:bookmarkEnd w:id="2"/>
          </w:p>
          <w:p w14:paraId="086A0CBB" w14:textId="6777060C" w:rsidR="003804EE" w:rsidRPr="00192140" w:rsidRDefault="003804EE" w:rsidP="00FA6911">
            <w:pPr>
              <w:jc w:val="both"/>
              <w:rPr>
                <w:rFonts w:ascii="Arial Narrow" w:hAnsi="Arial Narrow" w:cs="Arial"/>
                <w:bCs/>
                <w:sz w:val="20"/>
                <w:szCs w:val="20"/>
                <w:rtl/>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rsidRPr="00B60C69" w14:paraId="03FA4470" w14:textId="77777777" w:rsidTr="003804EE">
              <w:trPr>
                <w:trHeight w:val="3437"/>
              </w:trPr>
              <w:tc>
                <w:tcPr>
                  <w:tcW w:w="5129" w:type="dxa"/>
                  <w:tcBorders>
                    <w:right w:val="single" w:sz="4" w:space="0" w:color="auto"/>
                  </w:tcBorders>
                </w:tcPr>
                <w:p w14:paraId="01A66DF6" w14:textId="77777777" w:rsidR="003804EE" w:rsidRPr="00192140" w:rsidRDefault="003804EE" w:rsidP="00C954CA">
                  <w:pPr>
                    <w:framePr w:hSpace="180" w:wrap="around" w:vAnchor="page" w:hAnchor="page" w:x="606" w:y="539"/>
                    <w:jc w:val="both"/>
                    <w:rPr>
                      <w:rFonts w:ascii="Arial Narrow" w:hAnsi="Arial Narrow" w:cs="Arial"/>
                      <w:bCs/>
                      <w:sz w:val="20"/>
                      <w:szCs w:val="20"/>
                    </w:rPr>
                  </w:pPr>
                  <w:r w:rsidRPr="00192140">
                    <w:rPr>
                      <w:rFonts w:ascii="Arial Narrow" w:hAnsi="Arial Narrow" w:cs="Arial"/>
                      <w:bCs/>
                      <w:sz w:val="20"/>
                      <w:szCs w:val="20"/>
                    </w:rPr>
                    <w:t xml:space="preserve">The tender will be conducted using ACTED standard bidding documents, open to all qualified suppliers and service providers. </w:t>
                  </w:r>
                </w:p>
                <w:p w14:paraId="68D51529" w14:textId="77777777" w:rsidR="003804EE" w:rsidRPr="00192140" w:rsidRDefault="003804EE" w:rsidP="00C954CA">
                  <w:pPr>
                    <w:framePr w:hSpace="180" w:wrap="around" w:vAnchor="page" w:hAnchor="page" w:x="606" w:y="539"/>
                    <w:rPr>
                      <w:rFonts w:ascii="Arial Narrow" w:hAnsi="Arial Narrow" w:cs="Arial"/>
                      <w:bCs/>
                      <w:sz w:val="20"/>
                      <w:szCs w:val="20"/>
                    </w:rPr>
                  </w:pPr>
                  <w:r w:rsidRPr="00192140">
                    <w:rPr>
                      <w:rFonts w:ascii="Arial Narrow" w:hAnsi="Arial Narrow" w:cs="Arial"/>
                      <w:bCs/>
                      <w:sz w:val="20"/>
                      <w:szCs w:val="20"/>
                    </w:rPr>
                    <w:t>The Bidding Documents (in Arabic/English) may be downloaded from:</w:t>
                  </w:r>
                </w:p>
                <w:p w14:paraId="5199B8D6" w14:textId="77777777" w:rsidR="003804EE" w:rsidRPr="00192140" w:rsidRDefault="003804EE" w:rsidP="00C954CA">
                  <w:pPr>
                    <w:framePr w:hSpace="180" w:wrap="around" w:vAnchor="page" w:hAnchor="page" w:x="606" w:y="539"/>
                    <w:jc w:val="both"/>
                    <w:rPr>
                      <w:rFonts w:ascii="Arial Narrow" w:hAnsi="Arial Narrow" w:cs="Arial"/>
                      <w:bCs/>
                      <w:sz w:val="20"/>
                      <w:szCs w:val="20"/>
                    </w:rPr>
                  </w:pPr>
                </w:p>
                <w:p w14:paraId="1154C11D" w14:textId="77777777" w:rsidR="003804EE" w:rsidRPr="00192140" w:rsidRDefault="003804EE" w:rsidP="00C954CA">
                  <w:pPr>
                    <w:pStyle w:val="ListParagraph"/>
                    <w:framePr w:hSpace="180" w:wrap="around" w:vAnchor="page" w:hAnchor="page" w:x="606" w:y="539"/>
                    <w:numPr>
                      <w:ilvl w:val="0"/>
                      <w:numId w:val="10"/>
                    </w:numPr>
                    <w:rPr>
                      <w:rStyle w:val="Hyperlink"/>
                      <w:sz w:val="20"/>
                      <w:szCs w:val="20"/>
                      <w:rtl/>
                    </w:rPr>
                  </w:pPr>
                  <w:r w:rsidRPr="00192140">
                    <w:rPr>
                      <w:rFonts w:ascii="Arial Narrow" w:hAnsi="Arial Narrow" w:cs="Arial"/>
                      <w:b/>
                      <w:sz w:val="20"/>
                      <w:szCs w:val="20"/>
                    </w:rPr>
                    <w:t>Yemen HR</w:t>
                  </w:r>
                  <w:r w:rsidRPr="00192140">
                    <w:rPr>
                      <w:rFonts w:ascii="Arial Narrow" w:hAnsi="Arial Narrow" w:cs="Arial"/>
                      <w:bCs/>
                      <w:sz w:val="20"/>
                      <w:szCs w:val="20"/>
                    </w:rPr>
                    <w:t xml:space="preserve"> from the following link: </w:t>
                  </w:r>
                  <w:hyperlink r:id="rId12" w:history="1">
                    <w:r w:rsidRPr="00192140">
                      <w:rPr>
                        <w:rStyle w:val="Hyperlink"/>
                        <w:rFonts w:ascii="Arial Narrow" w:hAnsi="Arial Narrow" w:cs="Arial"/>
                        <w:bCs/>
                        <w:sz w:val="20"/>
                        <w:szCs w:val="20"/>
                      </w:rPr>
                      <w:t>https://yemenhr.com/tenders</w:t>
                    </w:r>
                  </w:hyperlink>
                  <w:r w:rsidRPr="00192140">
                    <w:rPr>
                      <w:rStyle w:val="Hyperlink"/>
                      <w:rFonts w:ascii="Arial Narrow" w:hAnsi="Arial Narrow" w:cs="Arial"/>
                      <w:bCs/>
                      <w:sz w:val="20"/>
                      <w:szCs w:val="20"/>
                    </w:rPr>
                    <w:t xml:space="preserve"> </w:t>
                  </w:r>
                </w:p>
                <w:p w14:paraId="2929069C" w14:textId="77777777" w:rsidR="00F54F84" w:rsidRPr="00192140" w:rsidRDefault="00F54F84" w:rsidP="00C954CA">
                  <w:pPr>
                    <w:pStyle w:val="ListParagraph"/>
                    <w:framePr w:hSpace="180" w:wrap="around" w:vAnchor="page" w:hAnchor="page" w:x="606" w:y="539"/>
                    <w:numPr>
                      <w:ilvl w:val="0"/>
                      <w:numId w:val="10"/>
                    </w:numPr>
                    <w:jc w:val="both"/>
                    <w:rPr>
                      <w:sz w:val="20"/>
                      <w:szCs w:val="20"/>
                    </w:rPr>
                  </w:pPr>
                  <w:r w:rsidRPr="00192140">
                    <w:rPr>
                      <w:rFonts w:ascii="Arial Narrow" w:hAnsi="Arial Narrow" w:cs="Arial"/>
                      <w:b/>
                      <w:sz w:val="20"/>
                      <w:szCs w:val="20"/>
                    </w:rPr>
                    <w:t>ACTED website</w:t>
                  </w:r>
                  <w:r w:rsidRPr="00192140">
                    <w:rPr>
                      <w:rFonts w:ascii="Arial Narrow" w:hAnsi="Arial Narrow" w:cs="Arial"/>
                      <w:bCs/>
                      <w:sz w:val="20"/>
                      <w:szCs w:val="20"/>
                    </w:rPr>
                    <w:t xml:space="preserve"> at </w:t>
                  </w:r>
                  <w:hyperlink r:id="rId13" w:history="1">
                    <w:r w:rsidRPr="00192140">
                      <w:rPr>
                        <w:rStyle w:val="Hyperlink"/>
                        <w:rFonts w:ascii="Arial Narrow" w:hAnsi="Arial Narrow" w:cs="Arial"/>
                        <w:bCs/>
                        <w:sz w:val="20"/>
                        <w:szCs w:val="20"/>
                      </w:rPr>
                      <w:t>www.acted.org</w:t>
                    </w:r>
                  </w:hyperlink>
                  <w:r w:rsidRPr="00192140">
                    <w:rPr>
                      <w:rFonts w:ascii="Arial Narrow" w:hAnsi="Arial Narrow" w:cs="Arial"/>
                      <w:bCs/>
                      <w:sz w:val="20"/>
                      <w:szCs w:val="20"/>
                    </w:rPr>
                    <w:t xml:space="preserve"> under the “Call for Tenders” section.</w:t>
                  </w:r>
                </w:p>
                <w:p w14:paraId="25EF599A" w14:textId="77777777" w:rsidR="00F54F84" w:rsidRPr="00192140" w:rsidRDefault="00F54F84" w:rsidP="00C954CA">
                  <w:pPr>
                    <w:pStyle w:val="ListParagraph"/>
                    <w:framePr w:hSpace="180" w:wrap="around" w:vAnchor="page" w:hAnchor="page" w:x="606" w:y="539"/>
                    <w:numPr>
                      <w:ilvl w:val="0"/>
                      <w:numId w:val="10"/>
                    </w:numPr>
                    <w:jc w:val="both"/>
                    <w:rPr>
                      <w:rStyle w:val="Hyperlink"/>
                      <w:sz w:val="20"/>
                      <w:szCs w:val="20"/>
                    </w:rPr>
                  </w:pPr>
                  <w:r w:rsidRPr="00192140">
                    <w:rPr>
                      <w:rFonts w:ascii="Arial Narrow" w:hAnsi="Arial Narrow" w:cs="Arial"/>
                      <w:b/>
                      <w:sz w:val="20"/>
                      <w:szCs w:val="20"/>
                    </w:rPr>
                    <w:t>IAPG website</w:t>
                  </w:r>
                  <w:r w:rsidRPr="00192140">
                    <w:rPr>
                      <w:rFonts w:ascii="Arial Narrow" w:hAnsi="Arial Narrow" w:cs="Arial"/>
                      <w:bCs/>
                      <w:sz w:val="20"/>
                      <w:szCs w:val="20"/>
                    </w:rPr>
                    <w:t xml:space="preserve"> at </w:t>
                  </w:r>
                  <w:hyperlink r:id="rId14" w:history="1">
                    <w:r w:rsidRPr="00192140">
                      <w:rPr>
                        <w:rStyle w:val="Hyperlink"/>
                        <w:rFonts w:ascii="Arial Narrow" w:hAnsi="Arial Narrow" w:cs="Arial"/>
                        <w:bCs/>
                        <w:sz w:val="20"/>
                        <w:szCs w:val="20"/>
                      </w:rPr>
                      <w:t>https://www.iapg.org.uk/</w:t>
                    </w:r>
                  </w:hyperlink>
                </w:p>
                <w:p w14:paraId="742B5CEC" w14:textId="77777777" w:rsidR="003804EE" w:rsidRPr="00192140" w:rsidRDefault="003804EE" w:rsidP="00C954CA">
                  <w:pPr>
                    <w:framePr w:hSpace="180" w:wrap="around" w:vAnchor="page" w:hAnchor="page" w:x="606" w:y="539"/>
                    <w:bidi/>
                    <w:rPr>
                      <w:rFonts w:ascii="Arial Narrow" w:hAnsi="Arial Narrow" w:cs="Arial"/>
                      <w:bCs/>
                      <w:sz w:val="20"/>
                      <w:szCs w:val="20"/>
                      <w:rtl/>
                    </w:rPr>
                  </w:pPr>
                </w:p>
                <w:p w14:paraId="3407A036" w14:textId="77777777" w:rsidR="00E1191A" w:rsidRPr="00192140" w:rsidRDefault="00E1191A" w:rsidP="00C954CA">
                  <w:pPr>
                    <w:framePr w:hSpace="180" w:wrap="around" w:vAnchor="page" w:hAnchor="page" w:x="606" w:y="539"/>
                    <w:jc w:val="both"/>
                    <w:rPr>
                      <w:rFonts w:ascii="Arial Narrow" w:hAnsi="Arial Narrow" w:cs="Arial"/>
                      <w:bCs/>
                      <w:sz w:val="20"/>
                      <w:szCs w:val="20"/>
                      <w:lang w:val="en-GB"/>
                    </w:rPr>
                  </w:pPr>
                  <w:r w:rsidRPr="00192140">
                    <w:rPr>
                      <w:rFonts w:ascii="Arial Narrow" w:hAnsi="Arial Narrow" w:cs="Arial"/>
                      <w:bCs/>
                      <w:sz w:val="20"/>
                      <w:szCs w:val="20"/>
                      <w:lang w:val="en-GB"/>
                    </w:rPr>
                    <w:t>Potential bidders are encouraged to consult the websites mentioned above regularly for potential modification to the present tender and/or the bidding documents.</w:t>
                  </w:r>
                </w:p>
                <w:p w14:paraId="2399F463" w14:textId="77777777" w:rsidR="00E1191A" w:rsidRPr="00192140" w:rsidRDefault="00E1191A" w:rsidP="00C954CA">
                  <w:pPr>
                    <w:framePr w:hSpace="180" w:wrap="around" w:vAnchor="page" w:hAnchor="page" w:x="606" w:y="539"/>
                    <w:spacing w:before="80"/>
                    <w:ind w:left="786"/>
                    <w:jc w:val="both"/>
                    <w:rPr>
                      <w:rFonts w:ascii="Arial Narrow" w:hAnsi="Arial Narrow"/>
                      <w:sz w:val="20"/>
                      <w:szCs w:val="20"/>
                      <w:lang w:val="en-GB"/>
                    </w:rPr>
                  </w:pPr>
                </w:p>
                <w:p w14:paraId="6441395A" w14:textId="77777777" w:rsidR="00E1191A" w:rsidRPr="00192140" w:rsidRDefault="00E1191A" w:rsidP="00C954CA">
                  <w:pPr>
                    <w:framePr w:hSpace="180" w:wrap="around" w:vAnchor="page" w:hAnchor="page" w:x="606" w:y="539"/>
                    <w:rPr>
                      <w:rFonts w:ascii="Arial Narrow" w:hAnsi="Arial Narrow"/>
                      <w:b/>
                      <w:sz w:val="20"/>
                      <w:szCs w:val="20"/>
                    </w:rPr>
                  </w:pPr>
                  <w:r w:rsidRPr="00192140">
                    <w:rPr>
                      <w:rFonts w:ascii="Arial Narrow" w:hAnsi="Arial Narrow"/>
                      <w:bCs/>
                      <w:sz w:val="20"/>
                      <w:szCs w:val="20"/>
                    </w:rPr>
                    <w:t xml:space="preserve">A </w:t>
                  </w:r>
                  <w:r w:rsidRPr="00192140">
                    <w:rPr>
                      <w:rFonts w:ascii="Arial Narrow" w:hAnsi="Arial Narrow"/>
                      <w:b/>
                      <w:sz w:val="20"/>
                      <w:szCs w:val="20"/>
                    </w:rPr>
                    <w:t>Pre-Tender Information Session</w:t>
                  </w:r>
                  <w:r w:rsidRPr="00192140">
                    <w:rPr>
                      <w:rFonts w:ascii="Arial Narrow" w:hAnsi="Arial Narrow"/>
                      <w:bCs/>
                      <w:sz w:val="20"/>
                      <w:szCs w:val="20"/>
                    </w:rPr>
                    <w:t xml:space="preserve"> will be organized on</w:t>
                  </w:r>
                </w:p>
                <w:p w14:paraId="35422529" w14:textId="07EADA11" w:rsidR="00E1191A" w:rsidRPr="00192140" w:rsidRDefault="00D10E8D" w:rsidP="00C954CA">
                  <w:pPr>
                    <w:framePr w:hSpace="180" w:wrap="around" w:vAnchor="page" w:hAnchor="page" w:x="606" w:y="539"/>
                    <w:rPr>
                      <w:rFonts w:ascii="Arial Narrow" w:hAnsi="Arial Narrow"/>
                      <w:b/>
                      <w:sz w:val="20"/>
                      <w:szCs w:val="20"/>
                    </w:rPr>
                  </w:pPr>
                  <w:r w:rsidRPr="00D10E8D">
                    <w:rPr>
                      <w:rFonts w:ascii="Arial Narrow" w:hAnsi="Arial Narrow"/>
                      <w:b/>
                      <w:sz w:val="20"/>
                      <w:szCs w:val="20"/>
                      <w:lang w:val="en-GB"/>
                    </w:rPr>
                    <w:t>20</w:t>
                  </w:r>
                  <w:r w:rsidR="00E1191A" w:rsidRPr="00D10E8D">
                    <w:rPr>
                      <w:rFonts w:ascii="Arial Narrow" w:hAnsi="Arial Narrow"/>
                      <w:b/>
                      <w:sz w:val="20"/>
                      <w:szCs w:val="20"/>
                      <w:lang w:val="en-GB"/>
                    </w:rPr>
                    <w:t>-</w:t>
                  </w:r>
                  <w:r>
                    <w:rPr>
                      <w:rFonts w:ascii="Arial Narrow" w:hAnsi="Arial Narrow"/>
                      <w:b/>
                      <w:sz w:val="20"/>
                      <w:szCs w:val="20"/>
                      <w:lang w:val="en-GB"/>
                    </w:rPr>
                    <w:t>08</w:t>
                  </w:r>
                  <w:r w:rsidR="00E1191A" w:rsidRPr="00192140">
                    <w:rPr>
                      <w:rFonts w:ascii="Arial Narrow" w:hAnsi="Arial Narrow"/>
                      <w:b/>
                      <w:sz w:val="20"/>
                      <w:szCs w:val="20"/>
                      <w:lang w:val="en-GB"/>
                    </w:rPr>
                    <w:t>-2024</w:t>
                  </w:r>
                  <w:r w:rsidR="00E1191A" w:rsidRPr="00192140">
                    <w:rPr>
                      <w:rFonts w:ascii="Arial Narrow" w:hAnsi="Arial Narrow"/>
                      <w:b/>
                      <w:sz w:val="20"/>
                      <w:szCs w:val="20"/>
                    </w:rPr>
                    <w:t xml:space="preserve"> at 11:00 AM </w:t>
                  </w:r>
                  <w:r w:rsidR="00E1191A" w:rsidRPr="00192140">
                    <w:rPr>
                      <w:rFonts w:ascii="Arial Narrow" w:hAnsi="Arial Narrow"/>
                      <w:bCs/>
                      <w:sz w:val="20"/>
                      <w:szCs w:val="20"/>
                    </w:rPr>
                    <w:t xml:space="preserve">in </w:t>
                  </w:r>
                  <w:r w:rsidR="00E1191A" w:rsidRPr="00192140">
                    <w:rPr>
                      <w:rFonts w:ascii="Arial Narrow" w:hAnsi="Arial Narrow"/>
                      <w:b/>
                      <w:sz w:val="20"/>
                      <w:szCs w:val="20"/>
                    </w:rPr>
                    <w:t>ACTED Sana’a Office- Haddah Street</w:t>
                  </w:r>
                </w:p>
                <w:p w14:paraId="45986C36" w14:textId="77777777" w:rsidR="00E1191A" w:rsidRPr="00192140" w:rsidRDefault="00E1191A" w:rsidP="00C954CA">
                  <w:pPr>
                    <w:framePr w:hSpace="180" w:wrap="around" w:vAnchor="page" w:hAnchor="page" w:x="606" w:y="539"/>
                    <w:ind w:left="708"/>
                    <w:rPr>
                      <w:rFonts w:ascii="Arial Narrow" w:hAnsi="Arial Narrow"/>
                      <w:bCs/>
                      <w:sz w:val="20"/>
                      <w:szCs w:val="20"/>
                    </w:rPr>
                  </w:pPr>
                </w:p>
                <w:p w14:paraId="037C370D" w14:textId="77777777" w:rsidR="00E1191A" w:rsidRPr="00192140" w:rsidRDefault="00E1191A" w:rsidP="00C954CA">
                  <w:pPr>
                    <w:framePr w:hSpace="180" w:wrap="around" w:vAnchor="page" w:hAnchor="page" w:x="606" w:y="539"/>
                    <w:rPr>
                      <w:rFonts w:ascii="Arial Narrow" w:hAnsi="Arial Narrow"/>
                      <w:bCs/>
                      <w:sz w:val="20"/>
                      <w:szCs w:val="20"/>
                    </w:rPr>
                  </w:pPr>
                  <w:r w:rsidRPr="00192140">
                    <w:rPr>
                      <w:rFonts w:ascii="Arial Narrow" w:hAnsi="Arial Narrow"/>
                      <w:bCs/>
                      <w:sz w:val="20"/>
                      <w:szCs w:val="20"/>
                    </w:rPr>
                    <w:t>This meeting provides interested bidders the opportunity to request further information about the tender process or to enquire about the technical specifications described in the tender documents prior to the submission deadline to better understand the supplies/services/Supply and deliver s provided.</w:t>
                  </w:r>
                </w:p>
                <w:p w14:paraId="4F58A29F" w14:textId="77777777" w:rsidR="00E1191A" w:rsidRDefault="00E1191A" w:rsidP="00C954CA">
                  <w:pPr>
                    <w:framePr w:hSpace="180" w:wrap="around" w:vAnchor="page" w:hAnchor="page" w:x="606" w:y="539"/>
                    <w:spacing w:before="80"/>
                    <w:jc w:val="both"/>
                    <w:rPr>
                      <w:rFonts w:ascii="Arial Narrow" w:hAnsi="Arial Narrow"/>
                      <w:sz w:val="20"/>
                      <w:szCs w:val="20"/>
                      <w:rtl/>
                    </w:rPr>
                  </w:pPr>
                </w:p>
                <w:p w14:paraId="5F14C342" w14:textId="77777777" w:rsidR="00B60C69" w:rsidRPr="00192140" w:rsidRDefault="00B60C69" w:rsidP="00C954CA">
                  <w:pPr>
                    <w:framePr w:hSpace="180" w:wrap="around" w:vAnchor="page" w:hAnchor="page" w:x="606" w:y="539"/>
                    <w:spacing w:before="80"/>
                    <w:jc w:val="both"/>
                    <w:rPr>
                      <w:rFonts w:ascii="Arial Narrow" w:hAnsi="Arial Narrow"/>
                      <w:sz w:val="20"/>
                      <w:szCs w:val="20"/>
                    </w:rPr>
                  </w:pPr>
                </w:p>
                <w:p w14:paraId="166390BF" w14:textId="5F3F13C2" w:rsidR="00E1191A" w:rsidRPr="00192140" w:rsidRDefault="00E1191A" w:rsidP="00C954CA">
                  <w:pPr>
                    <w:framePr w:hSpace="180" w:wrap="around" w:vAnchor="page" w:hAnchor="page" w:x="606" w:y="539"/>
                    <w:spacing w:before="80"/>
                    <w:jc w:val="both"/>
                    <w:rPr>
                      <w:rFonts w:ascii="Arial Narrow" w:hAnsi="Arial Narrow"/>
                      <w:sz w:val="20"/>
                      <w:szCs w:val="20"/>
                      <w:lang w:val="en-GB"/>
                    </w:rPr>
                  </w:pPr>
                  <w:r w:rsidRPr="00192140">
                    <w:rPr>
                      <w:rFonts w:ascii="Arial Narrow" w:hAnsi="Arial Narrow"/>
                      <w:sz w:val="20"/>
                      <w:szCs w:val="20"/>
                      <w:lang w:val="en-GB"/>
                    </w:rPr>
                    <w:lastRenderedPageBreak/>
                    <w:t>The C</w:t>
                  </w:r>
                  <w:r w:rsidRPr="00192140">
                    <w:rPr>
                      <w:rFonts w:ascii="Arial Narrow" w:hAnsi="Arial Narrow"/>
                      <w:b/>
                      <w:sz w:val="20"/>
                      <w:szCs w:val="20"/>
                      <w:lang w:val="en-GB"/>
                    </w:rPr>
                    <w:t>losing Date</w:t>
                  </w:r>
                  <w:r w:rsidRPr="00192140">
                    <w:rPr>
                      <w:rFonts w:ascii="Arial Narrow" w:hAnsi="Arial Narrow"/>
                      <w:sz w:val="20"/>
                      <w:szCs w:val="20"/>
                      <w:lang w:val="en-GB"/>
                    </w:rPr>
                    <w:t xml:space="preserve"> of this tender is </w:t>
                  </w:r>
                  <w:r w:rsidR="00D10E8D" w:rsidRPr="00D10E8D">
                    <w:rPr>
                      <w:rFonts w:ascii="Arial Narrow" w:hAnsi="Arial Narrow"/>
                      <w:b/>
                      <w:sz w:val="20"/>
                      <w:szCs w:val="20"/>
                      <w:lang w:val="en-GB"/>
                    </w:rPr>
                    <w:t>28</w:t>
                  </w:r>
                  <w:r w:rsidRPr="00D10E8D">
                    <w:rPr>
                      <w:rFonts w:ascii="Arial Narrow" w:hAnsi="Arial Narrow"/>
                      <w:b/>
                      <w:sz w:val="20"/>
                      <w:szCs w:val="20"/>
                      <w:lang w:val="en-GB"/>
                    </w:rPr>
                    <w:t>-</w:t>
                  </w:r>
                  <w:r w:rsidR="00D10E8D">
                    <w:rPr>
                      <w:rFonts w:ascii="Arial Narrow" w:hAnsi="Arial Narrow"/>
                      <w:b/>
                      <w:sz w:val="20"/>
                      <w:szCs w:val="20"/>
                      <w:lang w:val="en-GB"/>
                    </w:rPr>
                    <w:t>08</w:t>
                  </w:r>
                  <w:r w:rsidRPr="00192140">
                    <w:rPr>
                      <w:rFonts w:ascii="Arial Narrow" w:hAnsi="Arial Narrow"/>
                      <w:b/>
                      <w:sz w:val="20"/>
                      <w:szCs w:val="20"/>
                      <w:lang w:val="en-GB"/>
                    </w:rPr>
                    <w:t xml:space="preserve">-2024 at </w:t>
                  </w:r>
                  <w:r w:rsidRPr="00192140">
                    <w:rPr>
                      <w:rFonts w:ascii="Arial Narrow" w:hAnsi="Arial Narrow"/>
                      <w:b/>
                      <w:sz w:val="20"/>
                      <w:szCs w:val="20"/>
                    </w:rPr>
                    <w:t xml:space="preserve">10:00 </w:t>
                  </w:r>
                  <w:r w:rsidRPr="00192140">
                    <w:rPr>
                      <w:rFonts w:ascii="Arial Narrow" w:hAnsi="Arial Narrow"/>
                      <w:b/>
                      <w:sz w:val="20"/>
                      <w:szCs w:val="20"/>
                      <w:lang w:val="en-GB"/>
                    </w:rPr>
                    <w:t xml:space="preserve">am </w:t>
                  </w:r>
                  <w:r w:rsidRPr="00192140">
                    <w:rPr>
                      <w:rFonts w:ascii="Arial Narrow" w:hAnsi="Arial Narrow"/>
                      <w:bCs/>
                      <w:sz w:val="20"/>
                      <w:szCs w:val="20"/>
                      <w:lang w:val="en-GB"/>
                    </w:rPr>
                    <w:t>in ACTED office</w:t>
                  </w:r>
                  <w:r w:rsidRPr="00192140">
                    <w:rPr>
                      <w:rFonts w:ascii="Arial Narrow" w:hAnsi="Arial Narrow"/>
                      <w:b/>
                      <w:sz w:val="20"/>
                      <w:szCs w:val="20"/>
                      <w:lang w:val="en-GB"/>
                    </w:rPr>
                    <w:t xml:space="preserve"> </w:t>
                  </w:r>
                  <w:r w:rsidRPr="00192140">
                    <w:rPr>
                      <w:rFonts w:ascii="Arial Narrow" w:hAnsi="Arial Narrow"/>
                      <w:bCs/>
                      <w:sz w:val="20"/>
                      <w:szCs w:val="20"/>
                      <w:lang w:val="en-GB"/>
                    </w:rPr>
                    <w:t>a</w:t>
                  </w:r>
                  <w:r w:rsidRPr="00192140">
                    <w:rPr>
                      <w:rFonts w:ascii="Arial Narrow" w:hAnsi="Arial Narrow"/>
                      <w:sz w:val="20"/>
                      <w:szCs w:val="20"/>
                      <w:lang w:val="en-GB"/>
                    </w:rPr>
                    <w:t xml:space="preserve">t the following address: </w:t>
                  </w:r>
                  <w:r w:rsidRPr="00192140">
                    <w:rPr>
                      <w:rFonts w:ascii="Arial Narrow" w:hAnsi="Arial Narrow"/>
                      <w:b/>
                      <w:color w:val="000000"/>
                      <w:sz w:val="20"/>
                      <w:szCs w:val="20"/>
                      <w:lang w:eastAsia="en-GB"/>
                    </w:rPr>
                    <w:t xml:space="preserve">Sana’a Office, Haadah, Behind Al-azani -Sana’a -Yemen </w:t>
                  </w:r>
                  <w:r w:rsidRPr="00192140">
                    <w:rPr>
                      <w:rFonts w:ascii="Arial Narrow" w:hAnsi="Arial Narrow"/>
                      <w:bCs/>
                      <w:sz w:val="20"/>
                      <w:szCs w:val="20"/>
                    </w:rPr>
                    <w:t xml:space="preserve">in a sealed envelope not to be opened before the </w:t>
                  </w:r>
                  <w:r w:rsidR="00D10E8D" w:rsidRPr="00D10E8D">
                    <w:rPr>
                      <w:rFonts w:ascii="Arial Narrow" w:hAnsi="Arial Narrow"/>
                      <w:b/>
                      <w:sz w:val="20"/>
                      <w:szCs w:val="20"/>
                      <w:lang w:val="en-GB"/>
                    </w:rPr>
                    <w:t>28</w:t>
                  </w:r>
                  <w:r w:rsidRPr="00D10E8D">
                    <w:rPr>
                      <w:rFonts w:ascii="Arial Narrow" w:hAnsi="Arial Narrow"/>
                      <w:b/>
                      <w:sz w:val="20"/>
                      <w:szCs w:val="20"/>
                      <w:lang w:val="en-GB"/>
                    </w:rPr>
                    <w:t>-</w:t>
                  </w:r>
                  <w:r w:rsidR="00D10E8D">
                    <w:rPr>
                      <w:rFonts w:ascii="Arial Narrow" w:hAnsi="Arial Narrow"/>
                      <w:b/>
                      <w:sz w:val="20"/>
                      <w:szCs w:val="20"/>
                      <w:lang w:val="en-GB"/>
                    </w:rPr>
                    <w:t>08</w:t>
                  </w:r>
                  <w:r w:rsidRPr="00192140">
                    <w:rPr>
                      <w:rFonts w:ascii="Arial Narrow" w:hAnsi="Arial Narrow"/>
                      <w:b/>
                      <w:sz w:val="20"/>
                      <w:szCs w:val="20"/>
                      <w:lang w:val="en-GB"/>
                    </w:rPr>
                    <w:t>-2024.</w:t>
                  </w:r>
                </w:p>
                <w:p w14:paraId="48C755C6" w14:textId="27EBACFF" w:rsidR="004331BA" w:rsidRPr="00192140" w:rsidRDefault="00E1191A" w:rsidP="00C954CA">
                  <w:pPr>
                    <w:framePr w:hSpace="180" w:wrap="around" w:vAnchor="page" w:hAnchor="page" w:x="606" w:y="539"/>
                    <w:spacing w:before="80"/>
                    <w:ind w:left="714"/>
                    <w:jc w:val="both"/>
                    <w:rPr>
                      <w:rFonts w:ascii="Arial Narrow" w:hAnsi="Arial Narrow"/>
                      <w:b/>
                      <w:sz w:val="20"/>
                      <w:szCs w:val="20"/>
                      <w:rtl/>
                    </w:rPr>
                  </w:pPr>
                  <w:r w:rsidRPr="00192140">
                    <w:rPr>
                      <w:rFonts w:ascii="Arial Narrow" w:hAnsi="Arial Narrow"/>
                      <w:b/>
                      <w:sz w:val="20"/>
                      <w:szCs w:val="20"/>
                    </w:rPr>
                    <w:t>OR</w:t>
                  </w:r>
                </w:p>
                <w:p w14:paraId="208B2D73" w14:textId="77777777" w:rsidR="00E1191A" w:rsidRPr="00192140" w:rsidRDefault="00E1191A" w:rsidP="00C954CA">
                  <w:pPr>
                    <w:framePr w:hSpace="180" w:wrap="around" w:vAnchor="page" w:hAnchor="page" w:x="606" w:y="539"/>
                    <w:spacing w:before="80"/>
                    <w:ind w:left="714"/>
                    <w:jc w:val="both"/>
                    <w:rPr>
                      <w:rFonts w:ascii="Arial Narrow" w:hAnsi="Arial Narrow"/>
                      <w:sz w:val="20"/>
                      <w:szCs w:val="20"/>
                      <w:lang w:val="en-GB"/>
                    </w:rPr>
                  </w:pPr>
                </w:p>
                <w:p w14:paraId="165B6A59" w14:textId="77777777" w:rsidR="00E1191A" w:rsidRPr="00192140" w:rsidRDefault="00E1191A" w:rsidP="00C954CA">
                  <w:pPr>
                    <w:framePr w:hSpace="180" w:wrap="around" w:vAnchor="page" w:hAnchor="page" w:x="606" w:y="539"/>
                    <w:rPr>
                      <w:rFonts w:ascii="Arial Narrow" w:eastAsia="Calibri" w:hAnsi="Arial Narrow"/>
                      <w:b/>
                      <w:sz w:val="20"/>
                      <w:szCs w:val="20"/>
                      <w:lang w:eastAsia="fr-FR"/>
                    </w:rPr>
                  </w:pPr>
                  <w:r w:rsidRPr="00192140">
                    <w:rPr>
                      <w:rFonts w:ascii="Arial Narrow" w:eastAsia="Calibri" w:hAnsi="Arial Narrow"/>
                      <w:bCs/>
                      <w:sz w:val="20"/>
                      <w:szCs w:val="20"/>
                      <w:lang w:eastAsia="fr-FR"/>
                    </w:rPr>
                    <w:t xml:space="preserve">via email submission to </w:t>
                  </w:r>
                  <w:hyperlink r:id="rId15" w:history="1">
                    <w:r w:rsidRPr="00192140">
                      <w:rPr>
                        <w:rFonts w:ascii="Arial Narrow" w:eastAsia="Calibri" w:hAnsi="Arial Narrow"/>
                        <w:bCs/>
                        <w:color w:val="0000FF"/>
                        <w:sz w:val="20"/>
                        <w:szCs w:val="20"/>
                        <w:u w:val="single"/>
                        <w:lang w:eastAsia="fr-FR"/>
                      </w:rPr>
                      <w:t>yemen.tender@acted.org</w:t>
                    </w:r>
                  </w:hyperlink>
                  <w:r w:rsidRPr="00192140">
                    <w:rPr>
                      <w:rFonts w:ascii="Arial Narrow" w:eastAsia="Calibri" w:hAnsi="Arial Narrow"/>
                      <w:bCs/>
                      <w:sz w:val="20"/>
                      <w:szCs w:val="20"/>
                      <w:lang w:eastAsia="fr-FR"/>
                    </w:rPr>
                    <w:t xml:space="preserve"> with </w:t>
                  </w:r>
                  <w:hyperlink r:id="rId16" w:history="1">
                    <w:r w:rsidRPr="00192140">
                      <w:rPr>
                        <w:rFonts w:ascii="Arial Narrow" w:eastAsia="Calibri" w:hAnsi="Arial Narrow"/>
                        <w:bCs/>
                        <w:color w:val="0000FF"/>
                        <w:sz w:val="20"/>
                        <w:szCs w:val="20"/>
                        <w:u w:val="single"/>
                        <w:lang w:eastAsia="fr-FR"/>
                      </w:rPr>
                      <w:t>tender@acted.org</w:t>
                    </w:r>
                  </w:hyperlink>
                  <w:r w:rsidRPr="00192140">
                    <w:rPr>
                      <w:rFonts w:ascii="Arial Narrow" w:eastAsia="Calibri" w:hAnsi="Arial Narrow"/>
                      <w:bCs/>
                      <w:sz w:val="20"/>
                      <w:szCs w:val="20"/>
                      <w:lang w:eastAsia="fr-FR"/>
                    </w:rPr>
                    <w:t xml:space="preserve"> in CC with the above-mentioned subject. </w:t>
                  </w:r>
                  <w:r w:rsidRPr="00192140">
                    <w:rPr>
                      <w:rFonts w:ascii="Arial Narrow" w:eastAsia="Calibri" w:hAnsi="Arial Narrow"/>
                      <w:b/>
                      <w:sz w:val="20"/>
                      <w:szCs w:val="20"/>
                      <w:lang w:eastAsia="fr-FR"/>
                    </w:rPr>
                    <w:t>Unsealed envelopes and late bids will be automatically rejected.</w:t>
                  </w:r>
                </w:p>
                <w:p w14:paraId="6CBFDC3D" w14:textId="77777777" w:rsidR="004331BA" w:rsidRPr="00192140" w:rsidRDefault="004331BA" w:rsidP="00C954CA">
                  <w:pPr>
                    <w:framePr w:hSpace="180" w:wrap="around" w:vAnchor="page" w:hAnchor="page" w:x="606" w:y="539"/>
                    <w:rPr>
                      <w:rFonts w:ascii="Arial Narrow" w:eastAsia="Calibri" w:hAnsi="Arial Narrow"/>
                      <w:b/>
                      <w:sz w:val="20"/>
                      <w:szCs w:val="20"/>
                      <w:lang w:eastAsia="fr-FR"/>
                    </w:rPr>
                  </w:pPr>
                </w:p>
                <w:p w14:paraId="747D7928" w14:textId="77777777" w:rsidR="00E1191A" w:rsidRPr="00192140" w:rsidRDefault="00E1191A" w:rsidP="00C954CA">
                  <w:pPr>
                    <w:framePr w:hSpace="180" w:wrap="around" w:vAnchor="page" w:hAnchor="page" w:x="606" w:y="539"/>
                    <w:rPr>
                      <w:rFonts w:ascii="Arial Narrow" w:eastAsia="Calibri" w:hAnsi="Arial Narrow"/>
                      <w:bCs/>
                      <w:sz w:val="20"/>
                      <w:szCs w:val="20"/>
                      <w:lang w:eastAsia="fr-FR"/>
                    </w:rPr>
                  </w:pPr>
                  <w:r w:rsidRPr="00192140">
                    <w:rPr>
                      <w:rFonts w:ascii="Arial Narrow" w:eastAsia="Calibri" w:hAnsi="Arial Narrow"/>
                      <w:bCs/>
                      <w:sz w:val="20"/>
                      <w:szCs w:val="20"/>
                      <w:lang w:eastAsia="fr-FR"/>
                    </w:rPr>
                    <w:t>ACTED will not be responsible for any costs or expenses incurred by the Bidders in connection with the preparation and submission of their bids to ACTED.</w:t>
                  </w:r>
                </w:p>
                <w:p w14:paraId="236B3BBC" w14:textId="77777777" w:rsidR="00E1191A" w:rsidRPr="00192140" w:rsidRDefault="00E1191A" w:rsidP="00C954CA">
                  <w:pPr>
                    <w:framePr w:hSpace="180" w:wrap="around" w:vAnchor="page" w:hAnchor="page" w:x="606" w:y="539"/>
                    <w:rPr>
                      <w:rFonts w:ascii="Arial Narrow" w:hAnsi="Arial Narrow"/>
                      <w:bCs/>
                      <w:color w:val="000000"/>
                      <w:sz w:val="20"/>
                      <w:szCs w:val="20"/>
                    </w:rPr>
                  </w:pPr>
                </w:p>
                <w:p w14:paraId="63DF5F7B" w14:textId="74EA9CBA" w:rsidR="00E1191A" w:rsidRPr="00192140" w:rsidRDefault="00E1191A" w:rsidP="00C954CA">
                  <w:pPr>
                    <w:framePr w:hSpace="180" w:wrap="around" w:vAnchor="page" w:hAnchor="page" w:x="606" w:y="539"/>
                    <w:rPr>
                      <w:rFonts w:ascii="Arial Narrow" w:eastAsia="Calibri" w:hAnsi="Arial Narrow" w:cstheme="minorHAnsi"/>
                      <w:b/>
                      <w:sz w:val="20"/>
                      <w:szCs w:val="20"/>
                      <w:rtl/>
                      <w:lang w:eastAsia="fr-FR"/>
                    </w:rPr>
                  </w:pPr>
                  <w:r w:rsidRPr="00192140">
                    <w:rPr>
                      <w:rFonts w:ascii="Arial Narrow" w:hAnsi="Arial Narrow" w:cstheme="minorHAnsi"/>
                      <w:bCs/>
                      <w:color w:val="000000"/>
                      <w:sz w:val="20"/>
                      <w:szCs w:val="20"/>
                    </w:rPr>
                    <w:t xml:space="preserve">ACTED will hold a </w:t>
                  </w:r>
                  <w:r w:rsidRPr="00192140">
                    <w:rPr>
                      <w:rFonts w:ascii="Arial Narrow" w:hAnsi="Arial Narrow" w:cstheme="minorHAnsi"/>
                      <w:b/>
                      <w:bCs/>
                      <w:color w:val="000000"/>
                      <w:sz w:val="20"/>
                      <w:szCs w:val="20"/>
                    </w:rPr>
                    <w:t>Tender Opening Session</w:t>
                  </w:r>
                  <w:r w:rsidRPr="00192140">
                    <w:rPr>
                      <w:rFonts w:ascii="Arial Narrow" w:hAnsi="Arial Narrow" w:cstheme="minorHAnsi"/>
                      <w:bCs/>
                      <w:color w:val="000000"/>
                      <w:sz w:val="20"/>
                      <w:szCs w:val="20"/>
                    </w:rPr>
                    <w:t xml:space="preserve"> at </w:t>
                  </w:r>
                  <w:r w:rsidRPr="00192140">
                    <w:rPr>
                      <w:rFonts w:ascii="Arial Narrow" w:hAnsi="Arial Narrow" w:cstheme="minorHAnsi"/>
                      <w:b/>
                      <w:color w:val="000000"/>
                      <w:sz w:val="20"/>
                      <w:szCs w:val="20"/>
                    </w:rPr>
                    <w:t xml:space="preserve">ACTED Office – </w:t>
                  </w:r>
                  <w:r w:rsidRPr="00192140">
                    <w:rPr>
                      <w:rFonts w:ascii="Arial Narrow" w:hAnsi="Arial Narrow" w:cstheme="minorHAnsi"/>
                      <w:b/>
                      <w:color w:val="000000"/>
                      <w:sz w:val="20"/>
                      <w:szCs w:val="20"/>
                      <w:lang w:eastAsia="en-GB"/>
                    </w:rPr>
                    <w:t xml:space="preserve">Sana’a Office, </w:t>
                  </w:r>
                  <w:r w:rsidRPr="00192140">
                    <w:rPr>
                      <w:rFonts w:ascii="Arial Narrow" w:hAnsi="Arial Narrow" w:cstheme="minorHAnsi"/>
                      <w:b/>
                      <w:color w:val="000000"/>
                      <w:sz w:val="20"/>
                      <w:szCs w:val="20"/>
                    </w:rPr>
                    <w:t>Haadah , Behind Al-azani -S -Sana’a-Yemen</w:t>
                  </w:r>
                  <w:r w:rsidRPr="00192140">
                    <w:rPr>
                      <w:rFonts w:ascii="Arial Narrow" w:hAnsi="Arial Narrow" w:cstheme="minorHAnsi"/>
                      <w:bCs/>
                      <w:color w:val="000000"/>
                      <w:sz w:val="20"/>
                      <w:szCs w:val="20"/>
                    </w:rPr>
                    <w:t xml:space="preserve"> </w:t>
                  </w:r>
                  <w:r w:rsidRPr="00192140">
                    <w:rPr>
                      <w:rFonts w:ascii="Arial Narrow" w:hAnsi="Arial Narrow" w:cstheme="minorHAnsi"/>
                      <w:b/>
                      <w:bCs/>
                      <w:color w:val="000000"/>
                      <w:sz w:val="20"/>
                      <w:szCs w:val="20"/>
                    </w:rPr>
                    <w:t xml:space="preserve">on </w:t>
                  </w:r>
                  <w:r w:rsidRPr="00192140">
                    <w:rPr>
                      <w:rFonts w:ascii="Arial Narrow" w:hAnsi="Arial Narrow"/>
                      <w:b/>
                      <w:sz w:val="20"/>
                      <w:szCs w:val="20"/>
                      <w:lang w:val="en-GB"/>
                    </w:rPr>
                    <w:t xml:space="preserve"> </w:t>
                  </w:r>
                  <w:r w:rsidR="00D10E8D" w:rsidRPr="00D10E8D">
                    <w:rPr>
                      <w:rFonts w:ascii="Arial Narrow" w:hAnsi="Arial Narrow"/>
                      <w:b/>
                      <w:sz w:val="20"/>
                      <w:szCs w:val="20"/>
                      <w:lang w:val="en-GB"/>
                    </w:rPr>
                    <w:t>28</w:t>
                  </w:r>
                  <w:r w:rsidRPr="00D10E8D">
                    <w:rPr>
                      <w:rFonts w:ascii="Arial Narrow" w:hAnsi="Arial Narrow"/>
                      <w:b/>
                      <w:sz w:val="20"/>
                      <w:szCs w:val="20"/>
                      <w:lang w:val="en-GB"/>
                    </w:rPr>
                    <w:t>-</w:t>
                  </w:r>
                  <w:r w:rsidR="00D10E8D">
                    <w:rPr>
                      <w:rFonts w:ascii="Arial Narrow" w:hAnsi="Arial Narrow"/>
                      <w:b/>
                      <w:sz w:val="20"/>
                      <w:szCs w:val="20"/>
                      <w:lang w:val="en-GB"/>
                    </w:rPr>
                    <w:t>08</w:t>
                  </w:r>
                  <w:r w:rsidRPr="00192140">
                    <w:rPr>
                      <w:rFonts w:ascii="Arial Narrow" w:hAnsi="Arial Narrow"/>
                      <w:b/>
                      <w:sz w:val="20"/>
                      <w:szCs w:val="20"/>
                      <w:lang w:val="en-GB"/>
                    </w:rPr>
                    <w:t>-2024</w:t>
                  </w:r>
                  <w:r w:rsidRPr="00192140">
                    <w:rPr>
                      <w:rFonts w:ascii="Arial Narrow" w:hAnsi="Arial Narrow"/>
                      <w:b/>
                      <w:sz w:val="20"/>
                      <w:szCs w:val="20"/>
                    </w:rPr>
                    <w:t xml:space="preserve"> at 11:00 </w:t>
                  </w:r>
                  <w:r w:rsidRPr="00192140">
                    <w:rPr>
                      <w:rFonts w:ascii="Arial Narrow" w:hAnsi="Arial Narrow" w:cstheme="minorHAnsi"/>
                      <w:b/>
                      <w:bCs/>
                      <w:color w:val="000000"/>
                      <w:sz w:val="20"/>
                      <w:szCs w:val="20"/>
                    </w:rPr>
                    <w:t>AM (Yemen time).</w:t>
                  </w:r>
                  <w:r w:rsidRPr="00192140">
                    <w:rPr>
                      <w:rFonts w:ascii="Arial Narrow" w:hAnsi="Arial Narrow" w:cstheme="minorHAnsi"/>
                      <w:bCs/>
                      <w:color w:val="000000"/>
                      <w:sz w:val="20"/>
                      <w:szCs w:val="20"/>
                    </w:rPr>
                    <w:t xml:space="preserve"> The presence of bidders’ representatives is permitted, for that you need to submit your contact details to the email</w:t>
                  </w:r>
                  <w:r w:rsidRPr="00192140">
                    <w:rPr>
                      <w:rFonts w:ascii="Arial Narrow" w:hAnsi="Arial Narrow" w:cstheme="minorHAnsi"/>
                      <w:bCs/>
                      <w:sz w:val="20"/>
                      <w:szCs w:val="20"/>
                    </w:rPr>
                    <w:t xml:space="preserve"> address </w:t>
                  </w:r>
                  <w:hyperlink r:id="rId17" w:history="1">
                    <w:r w:rsidRPr="00192140">
                      <w:rPr>
                        <w:rFonts w:ascii="Arial Narrow" w:hAnsi="Arial Narrow" w:cstheme="minorHAnsi"/>
                        <w:bCs/>
                        <w:color w:val="0000FF"/>
                        <w:sz w:val="20"/>
                        <w:szCs w:val="20"/>
                        <w:u w:val="single"/>
                      </w:rPr>
                      <w:t>yemen.tender@acted.org</w:t>
                    </w:r>
                  </w:hyperlink>
                  <w:r w:rsidRPr="00192140">
                    <w:rPr>
                      <w:rFonts w:ascii="Arial Narrow" w:hAnsi="Arial Narrow" w:cstheme="minorHAnsi"/>
                      <w:bCs/>
                      <w:sz w:val="20"/>
                      <w:szCs w:val="20"/>
                    </w:rPr>
                    <w:t xml:space="preserve"> cc </w:t>
                  </w:r>
                  <w:hyperlink r:id="rId18" w:history="1">
                    <w:r w:rsidRPr="00192140">
                      <w:rPr>
                        <w:rFonts w:ascii="Arial Narrow" w:hAnsi="Arial Narrow" w:cstheme="minorHAnsi"/>
                        <w:bCs/>
                        <w:color w:val="0000FF"/>
                        <w:sz w:val="20"/>
                        <w:szCs w:val="20"/>
                        <w:u w:val="single"/>
                      </w:rPr>
                      <w:t>tender@acted.org</w:t>
                    </w:r>
                  </w:hyperlink>
                  <w:r w:rsidRPr="00192140">
                    <w:rPr>
                      <w:rFonts w:ascii="Arial Narrow" w:hAnsi="Arial Narrow" w:cstheme="minorHAnsi"/>
                      <w:bCs/>
                      <w:sz w:val="20"/>
                      <w:szCs w:val="20"/>
                    </w:rPr>
                    <w:t xml:space="preserve"> before the</w:t>
                  </w:r>
                  <w:r w:rsidRPr="00192140">
                    <w:rPr>
                      <w:rFonts w:ascii="Arial Narrow" w:eastAsia="Calibri" w:hAnsi="Arial Narrow" w:cstheme="minorHAnsi"/>
                      <w:bCs/>
                      <w:sz w:val="20"/>
                      <w:szCs w:val="20"/>
                      <w:lang w:eastAsia="fr-FR"/>
                    </w:rPr>
                    <w:t xml:space="preserve"> </w:t>
                  </w:r>
                  <w:r w:rsidRPr="00192140">
                    <w:rPr>
                      <w:rFonts w:ascii="Arial Narrow" w:hAnsi="Arial Narrow"/>
                      <w:b/>
                      <w:sz w:val="20"/>
                      <w:szCs w:val="20"/>
                      <w:lang w:val="en-GB"/>
                    </w:rPr>
                    <w:t xml:space="preserve"> </w:t>
                  </w:r>
                  <w:r w:rsidR="005A772B" w:rsidRPr="005A772B">
                    <w:rPr>
                      <w:rFonts w:ascii="Arial Narrow" w:hAnsi="Arial Narrow"/>
                      <w:b/>
                      <w:sz w:val="20"/>
                      <w:szCs w:val="20"/>
                      <w:lang w:val="en-GB"/>
                    </w:rPr>
                    <w:t>28</w:t>
                  </w:r>
                  <w:r w:rsidRPr="005A772B">
                    <w:rPr>
                      <w:rFonts w:ascii="Arial Narrow" w:hAnsi="Arial Narrow"/>
                      <w:b/>
                      <w:sz w:val="20"/>
                      <w:szCs w:val="20"/>
                      <w:lang w:val="en-GB"/>
                    </w:rPr>
                    <w:t>-</w:t>
                  </w:r>
                  <w:r w:rsidR="005A772B">
                    <w:rPr>
                      <w:rFonts w:ascii="Arial Narrow" w:hAnsi="Arial Narrow"/>
                      <w:b/>
                      <w:sz w:val="20"/>
                      <w:szCs w:val="20"/>
                      <w:lang w:val="en-GB"/>
                    </w:rPr>
                    <w:t>08</w:t>
                  </w:r>
                  <w:r w:rsidRPr="00192140">
                    <w:rPr>
                      <w:rFonts w:ascii="Arial Narrow" w:hAnsi="Arial Narrow"/>
                      <w:b/>
                      <w:sz w:val="20"/>
                      <w:szCs w:val="20"/>
                      <w:lang w:val="en-GB"/>
                    </w:rPr>
                    <w:t>-2024</w:t>
                  </w:r>
                  <w:r w:rsidRPr="00192140">
                    <w:rPr>
                      <w:rFonts w:ascii="Arial Narrow" w:hAnsi="Arial Narrow"/>
                      <w:b/>
                      <w:sz w:val="20"/>
                      <w:szCs w:val="20"/>
                    </w:rPr>
                    <w:t xml:space="preserve"> at 10:00 </w:t>
                  </w:r>
                  <w:r w:rsidRPr="00192140">
                    <w:rPr>
                      <w:rFonts w:ascii="Arial Narrow" w:eastAsia="Calibri" w:hAnsi="Arial Narrow" w:cstheme="minorHAnsi"/>
                      <w:b/>
                      <w:sz w:val="20"/>
                      <w:szCs w:val="20"/>
                      <w:lang w:eastAsia="fr-FR"/>
                    </w:rPr>
                    <w:t xml:space="preserve">AM </w:t>
                  </w:r>
                </w:p>
                <w:p w14:paraId="0B5ED6C4" w14:textId="77777777" w:rsidR="00E1191A" w:rsidRPr="00192140" w:rsidRDefault="00E1191A" w:rsidP="00C954CA">
                  <w:pPr>
                    <w:framePr w:hSpace="180" w:wrap="around" w:vAnchor="page" w:hAnchor="page" w:x="606" w:y="539"/>
                    <w:rPr>
                      <w:rFonts w:ascii="Arial Narrow" w:eastAsiaTheme="minorHAnsi" w:hAnsi="Arial Narrow"/>
                      <w:bCs/>
                      <w:sz w:val="20"/>
                      <w:szCs w:val="20"/>
                    </w:rPr>
                  </w:pPr>
                  <w:r w:rsidRPr="00192140">
                    <w:rPr>
                      <w:rFonts w:ascii="Arial Narrow" w:eastAsia="Calibri" w:hAnsi="Arial Narrow" w:cstheme="minorHAnsi"/>
                      <w:bCs/>
                      <w:sz w:val="20"/>
                      <w:szCs w:val="20"/>
                      <w:lang w:eastAsia="fr-FR"/>
                    </w:rPr>
                    <w:t xml:space="preserve">(Yemen time). </w:t>
                  </w:r>
                </w:p>
                <w:p w14:paraId="71507B93" w14:textId="77777777" w:rsidR="005A772B" w:rsidRPr="00192140" w:rsidRDefault="005A772B" w:rsidP="00C954CA">
                  <w:pPr>
                    <w:framePr w:hSpace="180" w:wrap="around" w:vAnchor="page" w:hAnchor="page" w:x="606" w:y="539"/>
                    <w:jc w:val="both"/>
                    <w:rPr>
                      <w:rFonts w:ascii="Arial Narrow" w:hAnsi="Arial Narrow" w:cstheme="minorHAnsi"/>
                      <w:bCs/>
                      <w:color w:val="000000"/>
                      <w:sz w:val="20"/>
                      <w:szCs w:val="20"/>
                    </w:rPr>
                  </w:pPr>
                </w:p>
                <w:p w14:paraId="53C052AF" w14:textId="77777777" w:rsidR="00E1191A" w:rsidRPr="00192140" w:rsidRDefault="00E1191A" w:rsidP="00C954CA">
                  <w:pPr>
                    <w:framePr w:hSpace="180" w:wrap="around" w:vAnchor="page" w:hAnchor="page" w:x="606" w:y="539"/>
                    <w:jc w:val="both"/>
                    <w:rPr>
                      <w:rFonts w:ascii="Arial Narrow" w:eastAsia="Calibri" w:hAnsi="Arial Narrow" w:cstheme="minorHAnsi"/>
                      <w:bCs/>
                      <w:color w:val="000000"/>
                      <w:sz w:val="20"/>
                      <w:szCs w:val="20"/>
                      <w:lang w:eastAsia="fr-FR"/>
                    </w:rPr>
                  </w:pPr>
                  <w:r w:rsidRPr="00192140">
                    <w:rPr>
                      <w:rFonts w:ascii="Arial Narrow" w:eastAsia="Calibri" w:hAnsi="Arial Narrow" w:cstheme="minorHAnsi"/>
                      <w:bCs/>
                      <w:color w:val="000000"/>
                      <w:sz w:val="20"/>
                      <w:szCs w:val="20"/>
                      <w:lang w:eastAsia="fr-FR"/>
                    </w:rPr>
                    <w:t xml:space="preserve">The </w:t>
                  </w:r>
                  <w:r w:rsidRPr="00192140">
                    <w:rPr>
                      <w:rFonts w:ascii="Arial Narrow" w:eastAsia="Calibri" w:hAnsi="Arial Narrow" w:cstheme="minorHAnsi"/>
                      <w:b/>
                      <w:color w:val="000000"/>
                      <w:sz w:val="20"/>
                      <w:szCs w:val="20"/>
                      <w:lang w:eastAsia="fr-FR"/>
                    </w:rPr>
                    <w:t>Tender Opening Session</w:t>
                  </w:r>
                  <w:r w:rsidRPr="00192140">
                    <w:rPr>
                      <w:rFonts w:ascii="Arial Narrow" w:eastAsia="Calibri" w:hAnsi="Arial Narrow" w:cstheme="minorHAnsi"/>
                      <w:bCs/>
                      <w:color w:val="000000"/>
                      <w:sz w:val="20"/>
                      <w:szCs w:val="20"/>
                      <w:lang w:eastAsia="fr-FR"/>
                    </w:rPr>
                    <w:t xml:space="preserve"> involves the opening of all offers in front of all any bidders who attend and conducting a document check, whereby all the documents provided by each bidder are checked and compared to the Bidder’s Checklist, where the list of mandatory documents is provided. Only bidders who provide all requested mandatory documents can be deemed eligible and proceed to the next stage of the tender process.</w:t>
                  </w:r>
                </w:p>
                <w:p w14:paraId="1430E3A3" w14:textId="77777777" w:rsidR="00E1191A" w:rsidRPr="00192140" w:rsidRDefault="00E1191A" w:rsidP="00C954CA">
                  <w:pPr>
                    <w:framePr w:hSpace="180" w:wrap="around" w:vAnchor="page" w:hAnchor="page" w:x="606" w:y="539"/>
                    <w:ind w:left="720"/>
                    <w:jc w:val="both"/>
                    <w:rPr>
                      <w:rFonts w:ascii="Arial Narrow" w:eastAsia="Calibri" w:hAnsi="Arial Narrow" w:cstheme="minorHAnsi"/>
                      <w:bCs/>
                      <w:color w:val="000000"/>
                      <w:sz w:val="20"/>
                      <w:szCs w:val="20"/>
                      <w:lang w:eastAsia="fr-FR"/>
                    </w:rPr>
                  </w:pPr>
                </w:p>
                <w:p w14:paraId="32999272" w14:textId="1EAE3BC2" w:rsidR="00E1191A" w:rsidRPr="00192140" w:rsidRDefault="00E1191A" w:rsidP="00C954CA">
                  <w:pPr>
                    <w:framePr w:hSpace="180" w:wrap="around" w:vAnchor="page" w:hAnchor="page" w:x="606" w:y="539"/>
                    <w:jc w:val="both"/>
                    <w:rPr>
                      <w:rStyle w:val="Hyperlink"/>
                      <w:rFonts w:ascii="Arial Narrow" w:hAnsi="Arial Narrow" w:cs="Arial"/>
                      <w:bCs/>
                      <w:color w:val="auto"/>
                      <w:sz w:val="20"/>
                      <w:szCs w:val="20"/>
                      <w:u w:val="none"/>
                      <w:rtl/>
                      <w:lang w:val="en-GB"/>
                    </w:rPr>
                  </w:pPr>
                  <w:r w:rsidRPr="00192140">
                    <w:rPr>
                      <w:rFonts w:ascii="Arial Narrow" w:hAnsi="Arial Narrow" w:cs="Arial"/>
                      <w:bCs/>
                      <w:sz w:val="20"/>
                      <w:szCs w:val="20"/>
                    </w:rPr>
                    <w:t xml:space="preserve">For all inquiries regarding this tender, please contact ACTED at </w:t>
                  </w:r>
                  <w:r w:rsidRPr="00192140">
                    <w:rPr>
                      <w:rStyle w:val="Hyperlink"/>
                      <w:rFonts w:ascii="Arial Narrow" w:hAnsi="Arial Narrow" w:cs="Arial"/>
                      <w:bCs/>
                      <w:sz w:val="20"/>
                      <w:szCs w:val="20"/>
                      <w:lang w:val="en-GB"/>
                    </w:rPr>
                    <w:t>yemen.tender@acted.org</w:t>
                  </w:r>
                  <w:r w:rsidRPr="00192140">
                    <w:rPr>
                      <w:rFonts w:ascii="Arial Narrow" w:hAnsi="Arial Narrow" w:cs="Arial"/>
                      <w:bCs/>
                      <w:sz w:val="20"/>
                      <w:szCs w:val="20"/>
                      <w:lang w:val="en-GB"/>
                    </w:rPr>
                    <w:t xml:space="preserve"> </w:t>
                  </w:r>
                  <w:r w:rsidRPr="00192140">
                    <w:rPr>
                      <w:rFonts w:ascii="Arial Narrow" w:hAnsi="Arial Narrow" w:cs="Arial"/>
                      <w:bCs/>
                      <w:sz w:val="20"/>
                      <w:szCs w:val="20"/>
                    </w:rPr>
                    <w:t xml:space="preserve">with </w:t>
                  </w:r>
                  <w:hyperlink r:id="rId19" w:history="1">
                    <w:r w:rsidRPr="00192140">
                      <w:rPr>
                        <w:rStyle w:val="Hyperlink"/>
                        <w:rFonts w:ascii="Arial Narrow" w:hAnsi="Arial Narrow" w:cs="Arial"/>
                        <w:bCs/>
                        <w:sz w:val="20"/>
                        <w:szCs w:val="20"/>
                        <w:lang w:val="en-GB"/>
                      </w:rPr>
                      <w:t>tender@acted.org</w:t>
                    </w:r>
                  </w:hyperlink>
                  <w:r w:rsidRPr="00192140">
                    <w:rPr>
                      <w:rStyle w:val="Hyperlink"/>
                      <w:rFonts w:ascii="Arial Narrow" w:hAnsi="Arial Narrow" w:cs="Arial"/>
                      <w:bCs/>
                      <w:sz w:val="20"/>
                      <w:szCs w:val="20"/>
                      <w:lang w:val="en-GB"/>
                    </w:rPr>
                    <w:t xml:space="preserve"> </w:t>
                  </w:r>
                  <w:r w:rsidRPr="00192140">
                    <w:rPr>
                      <w:rStyle w:val="Hyperlink"/>
                      <w:rFonts w:ascii="Arial Narrow" w:hAnsi="Arial Narrow" w:cs="Arial"/>
                      <w:bCs/>
                      <w:color w:val="auto"/>
                      <w:sz w:val="20"/>
                      <w:szCs w:val="20"/>
                      <w:u w:val="none"/>
                      <w:lang w:val="en-GB"/>
                    </w:rPr>
                    <w:t>in CC,</w:t>
                  </w:r>
                  <w:r w:rsidRPr="00192140">
                    <w:rPr>
                      <w:rStyle w:val="Hyperlink"/>
                      <w:rFonts w:ascii="Arial Narrow" w:hAnsi="Arial Narrow" w:cs="Arial"/>
                      <w:bCs/>
                      <w:sz w:val="20"/>
                      <w:szCs w:val="20"/>
                      <w:lang w:val="en-GB"/>
                    </w:rPr>
                    <w:t xml:space="preserve"> no later</w:t>
                  </w:r>
                  <w:r w:rsidRPr="00192140">
                    <w:rPr>
                      <w:rStyle w:val="Hyperlink"/>
                      <w:rFonts w:ascii="Arial Narrow" w:hAnsi="Arial Narrow" w:cs="Arial"/>
                      <w:bCs/>
                      <w:color w:val="auto"/>
                      <w:sz w:val="20"/>
                      <w:szCs w:val="20"/>
                      <w:u w:val="none"/>
                    </w:rPr>
                    <w:t xml:space="preserve"> </w:t>
                  </w:r>
                  <w:r w:rsidRPr="005A772B">
                    <w:rPr>
                      <w:rStyle w:val="Hyperlink"/>
                      <w:rFonts w:ascii="Arial Narrow" w:hAnsi="Arial Narrow" w:cs="Arial"/>
                      <w:bCs/>
                      <w:color w:val="auto"/>
                      <w:sz w:val="20"/>
                      <w:szCs w:val="20"/>
                      <w:u w:val="none"/>
                    </w:rPr>
                    <w:t>than</w:t>
                  </w:r>
                  <w:r w:rsidRPr="005A772B">
                    <w:rPr>
                      <w:rFonts w:ascii="Arial Narrow" w:hAnsi="Arial Narrow"/>
                      <w:b/>
                      <w:sz w:val="20"/>
                      <w:szCs w:val="20"/>
                      <w:lang w:val="en-GB"/>
                    </w:rPr>
                    <w:t xml:space="preserve"> </w:t>
                  </w:r>
                  <w:r w:rsidR="005A772B" w:rsidRPr="005A772B">
                    <w:rPr>
                      <w:rFonts w:ascii="Arial Narrow" w:hAnsi="Arial Narrow"/>
                      <w:b/>
                      <w:sz w:val="20"/>
                      <w:szCs w:val="20"/>
                      <w:lang w:val="en-GB"/>
                    </w:rPr>
                    <w:t>28</w:t>
                  </w:r>
                  <w:r w:rsidRPr="005A772B">
                    <w:rPr>
                      <w:rFonts w:ascii="Arial Narrow" w:hAnsi="Arial Narrow"/>
                      <w:b/>
                      <w:sz w:val="20"/>
                      <w:szCs w:val="20"/>
                      <w:lang w:val="en-GB"/>
                    </w:rPr>
                    <w:t>-</w:t>
                  </w:r>
                  <w:r w:rsidR="005A772B" w:rsidRPr="005A772B">
                    <w:rPr>
                      <w:rFonts w:ascii="Arial Narrow" w:hAnsi="Arial Narrow"/>
                      <w:b/>
                      <w:sz w:val="20"/>
                      <w:szCs w:val="20"/>
                      <w:lang w:val="en-GB"/>
                    </w:rPr>
                    <w:t>08</w:t>
                  </w:r>
                  <w:r w:rsidRPr="005A772B">
                    <w:rPr>
                      <w:rFonts w:ascii="Arial Narrow" w:hAnsi="Arial Narrow"/>
                      <w:b/>
                      <w:sz w:val="20"/>
                      <w:szCs w:val="20"/>
                      <w:lang w:val="en-GB"/>
                    </w:rPr>
                    <w:t>-</w:t>
                  </w:r>
                  <w:r w:rsidRPr="00192140">
                    <w:rPr>
                      <w:rFonts w:ascii="Arial Narrow" w:hAnsi="Arial Narrow"/>
                      <w:b/>
                      <w:sz w:val="20"/>
                      <w:szCs w:val="20"/>
                      <w:lang w:val="en-GB"/>
                    </w:rPr>
                    <w:t>2024</w:t>
                  </w:r>
                  <w:r w:rsidRPr="00192140">
                    <w:rPr>
                      <w:rFonts w:ascii="Arial Narrow" w:hAnsi="Arial Narrow"/>
                      <w:b/>
                      <w:sz w:val="20"/>
                      <w:szCs w:val="20"/>
                    </w:rPr>
                    <w:t xml:space="preserve"> at </w:t>
                  </w:r>
                  <w:r w:rsidR="005A772B">
                    <w:rPr>
                      <w:rFonts w:ascii="Arial Narrow" w:hAnsi="Arial Narrow"/>
                      <w:b/>
                      <w:sz w:val="20"/>
                      <w:szCs w:val="20"/>
                    </w:rPr>
                    <w:t>10</w:t>
                  </w:r>
                  <w:r w:rsidRPr="00192140">
                    <w:rPr>
                      <w:rFonts w:ascii="Arial Narrow" w:hAnsi="Arial Narrow"/>
                      <w:b/>
                      <w:sz w:val="20"/>
                      <w:szCs w:val="20"/>
                    </w:rPr>
                    <w:t xml:space="preserve">:00 </w:t>
                  </w:r>
                  <w:r w:rsidRPr="00192140">
                    <w:rPr>
                      <w:rFonts w:ascii="Arial Narrow" w:eastAsia="Calibri" w:hAnsi="Arial Narrow" w:cstheme="minorHAnsi"/>
                      <w:b/>
                      <w:sz w:val="20"/>
                      <w:szCs w:val="20"/>
                      <w:lang w:eastAsia="fr-FR"/>
                    </w:rPr>
                    <w:t>AM</w:t>
                  </w:r>
                </w:p>
                <w:p w14:paraId="4893FC06" w14:textId="77777777" w:rsidR="00E1191A" w:rsidRPr="00192140" w:rsidRDefault="00E1191A" w:rsidP="00C954CA">
                  <w:pPr>
                    <w:framePr w:hSpace="180" w:wrap="around" w:vAnchor="page" w:hAnchor="page" w:x="606" w:y="539"/>
                    <w:jc w:val="both"/>
                    <w:rPr>
                      <w:rStyle w:val="Hyperlink"/>
                      <w:rFonts w:cs="Arial"/>
                      <w:bCs/>
                      <w:sz w:val="20"/>
                      <w:szCs w:val="20"/>
                      <w:lang w:val="en-GB"/>
                    </w:rPr>
                  </w:pPr>
                </w:p>
                <w:p w14:paraId="70385F7F" w14:textId="77777777" w:rsidR="00E1191A" w:rsidRPr="00192140" w:rsidRDefault="00E1191A" w:rsidP="00C954CA">
                  <w:pPr>
                    <w:framePr w:hSpace="180" w:wrap="around" w:vAnchor="page" w:hAnchor="page" w:x="606" w:y="539"/>
                    <w:jc w:val="both"/>
                    <w:rPr>
                      <w:rStyle w:val="Hyperlink"/>
                      <w:rFonts w:cs="Arial"/>
                      <w:bCs/>
                      <w:sz w:val="20"/>
                      <w:szCs w:val="20"/>
                      <w:lang w:val="en-GB"/>
                    </w:rPr>
                  </w:pPr>
                </w:p>
                <w:p w14:paraId="469EDCEC" w14:textId="7AD908D2" w:rsidR="003804EE" w:rsidRPr="00B60C69" w:rsidRDefault="00E1191A" w:rsidP="00C954CA">
                  <w:pPr>
                    <w:framePr w:hSpace="180" w:wrap="around" w:vAnchor="page" w:hAnchor="page" w:x="606" w:y="539"/>
                    <w:spacing w:before="80"/>
                    <w:jc w:val="both"/>
                    <w:rPr>
                      <w:rFonts w:ascii="Arial Narrow" w:hAnsi="Arial Narrow" w:cs="Arial"/>
                      <w:bCs/>
                      <w:iCs/>
                      <w:sz w:val="20"/>
                      <w:szCs w:val="20"/>
                      <w:lang w:val="en-GB"/>
                    </w:rPr>
                  </w:pPr>
                  <w:r w:rsidRPr="00192140">
                    <w:rPr>
                      <w:rFonts w:ascii="Arial Narrow" w:hAnsi="Arial Narrow" w:cs="Arial"/>
                      <w:b/>
                      <w:iCs/>
                      <w:color w:val="000000"/>
                      <w:sz w:val="20"/>
                      <w:szCs w:val="20"/>
                      <w:shd w:val="clear" w:color="auto" w:fill="FFFFFF"/>
                      <w:lang w:val="en-GB"/>
                    </w:rPr>
                    <w:t>NOTE</w:t>
                  </w:r>
                  <w:r w:rsidRPr="00192140">
                    <w:rPr>
                      <w:rFonts w:ascii="Arial Narrow" w:hAnsi="Arial Narrow" w:cs="Arial"/>
                      <w:bCs/>
                      <w:iCs/>
                      <w:color w:val="000000"/>
                      <w:sz w:val="20"/>
                      <w:szCs w:val="20"/>
                      <w:shd w:val="clear" w:color="auto" w:fill="FFFFFF"/>
                      <w:lang w:val="en-GB"/>
                    </w:rPr>
                    <w:t xml:space="preserve">: if you witness or suspect any unlawful, improper or unethical act or business practices (such as soliciting, accepting or attempting to provide or accept any kickback) during the bidding process, please contact the following phone number +33 6 07 22 46 28 and/or send an e-mail to </w:t>
                  </w:r>
                  <w:hyperlink r:id="rId20" w:history="1">
                    <w:r w:rsidRPr="00192140">
                      <w:rPr>
                        <w:rStyle w:val="Hyperlink"/>
                        <w:rFonts w:ascii="Arial Narrow" w:hAnsi="Arial Narrow" w:cs="Arial"/>
                        <w:bCs/>
                        <w:iCs/>
                        <w:sz w:val="20"/>
                        <w:szCs w:val="20"/>
                        <w:shd w:val="clear" w:color="auto" w:fill="FFFFFF"/>
                        <w:lang w:val="en-GB"/>
                      </w:rPr>
                      <w:t>transparency@acted.org</w:t>
                    </w:r>
                  </w:hyperlink>
                </w:p>
              </w:tc>
              <w:tc>
                <w:tcPr>
                  <w:tcW w:w="5130" w:type="dxa"/>
                  <w:tcBorders>
                    <w:left w:val="single" w:sz="4" w:space="0" w:color="auto"/>
                  </w:tcBorders>
                </w:tcPr>
                <w:p w14:paraId="291D7033" w14:textId="77777777" w:rsidR="003804EE" w:rsidRPr="00192140" w:rsidRDefault="003804EE" w:rsidP="00C954CA">
                  <w:pPr>
                    <w:framePr w:hSpace="180" w:wrap="around" w:vAnchor="page" w:hAnchor="page" w:x="606" w:y="539"/>
                    <w:bidi/>
                    <w:rPr>
                      <w:rFonts w:ascii="Arial Narrow" w:hAnsi="Arial Narrow"/>
                      <w:b/>
                      <w:sz w:val="20"/>
                      <w:szCs w:val="20"/>
                    </w:rPr>
                  </w:pPr>
                  <w:r w:rsidRPr="00192140">
                    <w:rPr>
                      <w:rFonts w:ascii="Arial Narrow" w:hAnsi="Arial Narrow" w:hint="eastAsia"/>
                      <w:b/>
                      <w:sz w:val="20"/>
                      <w:szCs w:val="20"/>
                      <w:rtl/>
                    </w:rPr>
                    <w:lastRenderedPageBreak/>
                    <w:t>يتم</w:t>
                  </w:r>
                  <w:r w:rsidRPr="00192140">
                    <w:rPr>
                      <w:rFonts w:ascii="Arial Narrow" w:hAnsi="Arial Narrow"/>
                      <w:b/>
                      <w:sz w:val="20"/>
                      <w:szCs w:val="20"/>
                      <w:rtl/>
                    </w:rPr>
                    <w:t xml:space="preserve"> </w:t>
                  </w:r>
                  <w:r w:rsidRPr="00192140">
                    <w:rPr>
                      <w:rFonts w:ascii="Arial Narrow" w:hAnsi="Arial Narrow" w:hint="eastAsia"/>
                      <w:b/>
                      <w:sz w:val="20"/>
                      <w:szCs w:val="20"/>
                      <w:rtl/>
                    </w:rPr>
                    <w:t>تقديم</w:t>
                  </w:r>
                  <w:r w:rsidRPr="00192140">
                    <w:rPr>
                      <w:rFonts w:ascii="Arial Narrow" w:hAnsi="Arial Narrow"/>
                      <w:b/>
                      <w:sz w:val="20"/>
                      <w:szCs w:val="20"/>
                      <w:rtl/>
                    </w:rPr>
                    <w:t xml:space="preserve"> </w:t>
                  </w:r>
                  <w:r w:rsidRPr="00192140">
                    <w:rPr>
                      <w:rFonts w:ascii="Arial Narrow" w:hAnsi="Arial Narrow" w:hint="eastAsia"/>
                      <w:b/>
                      <w:sz w:val="20"/>
                      <w:szCs w:val="20"/>
                      <w:rtl/>
                    </w:rPr>
                    <w:t>المناقصة</w:t>
                  </w:r>
                  <w:r w:rsidRPr="00192140">
                    <w:rPr>
                      <w:rFonts w:ascii="Arial Narrow" w:hAnsi="Arial Narrow"/>
                      <w:b/>
                      <w:sz w:val="20"/>
                      <w:szCs w:val="20"/>
                      <w:rtl/>
                    </w:rPr>
                    <w:t xml:space="preserve"> </w:t>
                  </w:r>
                  <w:r w:rsidRPr="00192140">
                    <w:rPr>
                      <w:rFonts w:ascii="Arial Narrow" w:hAnsi="Arial Narrow" w:hint="eastAsia"/>
                      <w:b/>
                      <w:sz w:val="20"/>
                      <w:szCs w:val="20"/>
                      <w:rtl/>
                    </w:rPr>
                    <w:t>باستخدام</w:t>
                  </w:r>
                  <w:r w:rsidRPr="00192140">
                    <w:rPr>
                      <w:rFonts w:ascii="Arial Narrow" w:hAnsi="Arial Narrow"/>
                      <w:b/>
                      <w:sz w:val="20"/>
                      <w:szCs w:val="20"/>
                      <w:rtl/>
                    </w:rPr>
                    <w:t xml:space="preserve"> </w:t>
                  </w:r>
                  <w:r w:rsidRPr="00192140">
                    <w:rPr>
                      <w:rFonts w:ascii="Arial Narrow" w:hAnsi="Arial Narrow" w:hint="eastAsia"/>
                      <w:b/>
                      <w:sz w:val="20"/>
                      <w:szCs w:val="20"/>
                      <w:rtl/>
                    </w:rPr>
                    <w:t>وثائق</w:t>
                  </w:r>
                  <w:r w:rsidRPr="00192140">
                    <w:rPr>
                      <w:rFonts w:ascii="Arial Narrow" w:hAnsi="Arial Narrow"/>
                      <w:b/>
                      <w:sz w:val="20"/>
                      <w:szCs w:val="20"/>
                      <w:rtl/>
                    </w:rPr>
                    <w:t xml:space="preserve"> </w:t>
                  </w:r>
                  <w:r w:rsidRPr="00192140">
                    <w:rPr>
                      <w:rFonts w:ascii="Arial Narrow" w:hAnsi="Arial Narrow" w:hint="eastAsia"/>
                      <w:b/>
                      <w:sz w:val="20"/>
                      <w:szCs w:val="20"/>
                      <w:rtl/>
                    </w:rPr>
                    <w:t>اكتد</w:t>
                  </w:r>
                  <w:r w:rsidRPr="00192140">
                    <w:rPr>
                      <w:rFonts w:ascii="Arial Narrow" w:hAnsi="Arial Narrow"/>
                      <w:b/>
                      <w:sz w:val="20"/>
                      <w:szCs w:val="20"/>
                      <w:rtl/>
                    </w:rPr>
                    <w:t xml:space="preserve"> </w:t>
                  </w:r>
                  <w:r w:rsidRPr="00192140">
                    <w:rPr>
                      <w:rFonts w:ascii="Arial Narrow" w:hAnsi="Arial Narrow" w:hint="eastAsia"/>
                      <w:b/>
                      <w:sz w:val="20"/>
                      <w:szCs w:val="20"/>
                      <w:rtl/>
                    </w:rPr>
                    <w:t>المعتمدة</w:t>
                  </w:r>
                  <w:r w:rsidRPr="00192140">
                    <w:rPr>
                      <w:rFonts w:ascii="Arial Narrow" w:hAnsi="Arial Narrow"/>
                      <w:b/>
                      <w:sz w:val="20"/>
                      <w:szCs w:val="20"/>
                      <w:rtl/>
                    </w:rPr>
                    <w:t xml:space="preserve"> </w:t>
                  </w:r>
                  <w:r w:rsidRPr="00192140">
                    <w:rPr>
                      <w:rFonts w:ascii="Arial Narrow" w:hAnsi="Arial Narrow" w:hint="eastAsia"/>
                      <w:b/>
                      <w:sz w:val="20"/>
                      <w:szCs w:val="20"/>
                      <w:rtl/>
                    </w:rPr>
                    <w:t>والتقديم</w:t>
                  </w:r>
                  <w:r w:rsidRPr="00192140">
                    <w:rPr>
                      <w:rFonts w:ascii="Arial Narrow" w:hAnsi="Arial Narrow"/>
                      <w:b/>
                      <w:sz w:val="20"/>
                      <w:szCs w:val="20"/>
                      <w:rtl/>
                    </w:rPr>
                    <w:t xml:space="preserve"> </w:t>
                  </w:r>
                  <w:r w:rsidRPr="00192140">
                    <w:rPr>
                      <w:rFonts w:ascii="Arial Narrow" w:hAnsi="Arial Narrow" w:hint="eastAsia"/>
                      <w:b/>
                      <w:sz w:val="20"/>
                      <w:szCs w:val="20"/>
                      <w:rtl/>
                    </w:rPr>
                    <w:t>مفتوح</w:t>
                  </w:r>
                  <w:r w:rsidRPr="00192140">
                    <w:rPr>
                      <w:rFonts w:ascii="Arial Narrow" w:hAnsi="Arial Narrow"/>
                      <w:b/>
                      <w:sz w:val="20"/>
                      <w:szCs w:val="20"/>
                      <w:rtl/>
                    </w:rPr>
                    <w:t xml:space="preserve"> </w:t>
                  </w:r>
                  <w:r w:rsidRPr="00192140">
                    <w:rPr>
                      <w:rFonts w:ascii="Arial Narrow" w:hAnsi="Arial Narrow" w:hint="eastAsia"/>
                      <w:b/>
                      <w:sz w:val="20"/>
                      <w:szCs w:val="20"/>
                      <w:rtl/>
                    </w:rPr>
                    <w:t>لجميع</w:t>
                  </w:r>
                  <w:r w:rsidRPr="00192140">
                    <w:rPr>
                      <w:rFonts w:ascii="Arial Narrow" w:hAnsi="Arial Narrow"/>
                      <w:b/>
                      <w:sz w:val="20"/>
                      <w:szCs w:val="20"/>
                      <w:rtl/>
                    </w:rPr>
                    <w:t xml:space="preserve"> </w:t>
                  </w:r>
                  <w:r w:rsidRPr="00192140">
                    <w:rPr>
                      <w:rFonts w:ascii="Arial Narrow" w:hAnsi="Arial Narrow" w:hint="eastAsia"/>
                      <w:b/>
                      <w:sz w:val="20"/>
                      <w:szCs w:val="20"/>
                      <w:rtl/>
                    </w:rPr>
                    <w:t>الموردين</w:t>
                  </w:r>
                  <w:r w:rsidRPr="00192140">
                    <w:rPr>
                      <w:rFonts w:ascii="Arial Narrow" w:hAnsi="Arial Narrow"/>
                      <w:b/>
                      <w:sz w:val="20"/>
                      <w:szCs w:val="20"/>
                      <w:rtl/>
                    </w:rPr>
                    <w:t xml:space="preserve"> </w:t>
                  </w:r>
                  <w:r w:rsidRPr="00192140">
                    <w:rPr>
                      <w:rFonts w:ascii="Arial Narrow" w:hAnsi="Arial Narrow" w:hint="eastAsia"/>
                      <w:b/>
                      <w:sz w:val="20"/>
                      <w:szCs w:val="20"/>
                      <w:rtl/>
                    </w:rPr>
                    <w:t>المؤهلين</w:t>
                  </w:r>
                  <w:r w:rsidRPr="00192140">
                    <w:rPr>
                      <w:rFonts w:ascii="Arial Narrow" w:hAnsi="Arial Narrow"/>
                      <w:b/>
                      <w:sz w:val="20"/>
                      <w:szCs w:val="20"/>
                      <w:rtl/>
                    </w:rPr>
                    <w:t xml:space="preserve"> </w:t>
                  </w:r>
                  <w:r w:rsidRPr="00192140">
                    <w:rPr>
                      <w:rFonts w:ascii="Arial Narrow" w:hAnsi="Arial Narrow" w:hint="eastAsia"/>
                      <w:b/>
                      <w:sz w:val="20"/>
                      <w:szCs w:val="20"/>
                      <w:rtl/>
                    </w:rPr>
                    <w:t>ومقدمي</w:t>
                  </w:r>
                  <w:r w:rsidRPr="00192140">
                    <w:rPr>
                      <w:rFonts w:ascii="Arial Narrow" w:hAnsi="Arial Narrow"/>
                      <w:b/>
                      <w:sz w:val="20"/>
                      <w:szCs w:val="20"/>
                      <w:rtl/>
                    </w:rPr>
                    <w:t xml:space="preserve"> </w:t>
                  </w:r>
                  <w:r w:rsidRPr="00192140">
                    <w:rPr>
                      <w:rFonts w:ascii="Arial Narrow" w:hAnsi="Arial Narrow" w:hint="eastAsia"/>
                      <w:b/>
                      <w:sz w:val="20"/>
                      <w:szCs w:val="20"/>
                      <w:rtl/>
                    </w:rPr>
                    <w:t>الخدمة</w:t>
                  </w:r>
                  <w:r w:rsidRPr="00192140">
                    <w:rPr>
                      <w:rFonts w:ascii="Arial Narrow" w:hAnsi="Arial Narrow" w:cstheme="minorHAnsi"/>
                      <w:b/>
                      <w:sz w:val="20"/>
                      <w:szCs w:val="20"/>
                      <w:rtl/>
                    </w:rPr>
                    <w:t xml:space="preserve">. </w:t>
                  </w:r>
                  <w:r w:rsidRPr="00192140">
                    <w:rPr>
                      <w:rFonts w:ascii="Arial Narrow" w:hAnsi="Arial Narrow" w:hint="eastAsia"/>
                      <w:b/>
                      <w:sz w:val="20"/>
                      <w:szCs w:val="20"/>
                      <w:rtl/>
                    </w:rPr>
                    <w:t>يمكن</w:t>
                  </w:r>
                  <w:r w:rsidRPr="00192140">
                    <w:rPr>
                      <w:rFonts w:ascii="Arial Narrow" w:hAnsi="Arial Narrow"/>
                      <w:b/>
                      <w:sz w:val="20"/>
                      <w:szCs w:val="20"/>
                      <w:rtl/>
                    </w:rPr>
                    <w:t xml:space="preserve"> </w:t>
                  </w:r>
                  <w:r w:rsidRPr="00192140">
                    <w:rPr>
                      <w:rFonts w:ascii="Arial Narrow" w:hAnsi="Arial Narrow" w:hint="eastAsia"/>
                      <w:b/>
                      <w:sz w:val="20"/>
                      <w:szCs w:val="20"/>
                      <w:rtl/>
                    </w:rPr>
                    <w:t>إيجاد</w:t>
                  </w:r>
                  <w:r w:rsidRPr="00192140">
                    <w:rPr>
                      <w:rFonts w:ascii="Arial Narrow" w:hAnsi="Arial Narrow"/>
                      <w:b/>
                      <w:sz w:val="20"/>
                      <w:szCs w:val="20"/>
                      <w:rtl/>
                    </w:rPr>
                    <w:t xml:space="preserve"> </w:t>
                  </w:r>
                  <w:r w:rsidRPr="00192140">
                    <w:rPr>
                      <w:rFonts w:ascii="Arial Narrow" w:hAnsi="Arial Narrow" w:cstheme="minorHAnsi"/>
                      <w:b/>
                      <w:sz w:val="20"/>
                      <w:szCs w:val="20"/>
                      <w:rtl/>
                    </w:rPr>
                    <w:t>"</w:t>
                  </w:r>
                  <w:r w:rsidRPr="00192140">
                    <w:rPr>
                      <w:rFonts w:ascii="Arial Narrow" w:hAnsi="Arial Narrow" w:hint="eastAsia"/>
                      <w:b/>
                      <w:sz w:val="20"/>
                      <w:szCs w:val="20"/>
                      <w:rtl/>
                    </w:rPr>
                    <w:t>وثائق</w:t>
                  </w:r>
                  <w:r w:rsidRPr="00192140">
                    <w:rPr>
                      <w:rFonts w:ascii="Arial Narrow" w:hAnsi="Arial Narrow"/>
                      <w:b/>
                      <w:sz w:val="20"/>
                      <w:szCs w:val="20"/>
                      <w:rtl/>
                    </w:rPr>
                    <w:t xml:space="preserve"> </w:t>
                  </w:r>
                  <w:r w:rsidRPr="00192140">
                    <w:rPr>
                      <w:rFonts w:ascii="Arial Narrow" w:hAnsi="Arial Narrow" w:hint="eastAsia"/>
                      <w:b/>
                      <w:sz w:val="20"/>
                      <w:szCs w:val="20"/>
                      <w:rtl/>
                    </w:rPr>
                    <w:t>المناقصات</w:t>
                  </w:r>
                  <w:r w:rsidRPr="00192140">
                    <w:rPr>
                      <w:rFonts w:ascii="Arial Narrow" w:hAnsi="Arial Narrow"/>
                      <w:b/>
                      <w:sz w:val="20"/>
                      <w:szCs w:val="20"/>
                      <w:rtl/>
                    </w:rPr>
                    <w:t xml:space="preserve"> </w:t>
                  </w:r>
                  <w:r w:rsidRPr="00192140">
                    <w:rPr>
                      <w:rFonts w:ascii="Arial Narrow" w:hAnsi="Arial Narrow" w:hint="eastAsia"/>
                      <w:b/>
                      <w:sz w:val="20"/>
                      <w:szCs w:val="20"/>
                      <w:rtl/>
                    </w:rPr>
                    <w:t>باللغتين</w:t>
                  </w:r>
                  <w:r w:rsidRPr="00192140">
                    <w:rPr>
                      <w:rFonts w:ascii="Arial Narrow" w:hAnsi="Arial Narrow" w:cstheme="minorHAnsi"/>
                      <w:b/>
                      <w:sz w:val="20"/>
                      <w:szCs w:val="20"/>
                      <w:rtl/>
                    </w:rPr>
                    <w:t xml:space="preserve"> (</w:t>
                  </w:r>
                  <w:r w:rsidRPr="00192140">
                    <w:rPr>
                      <w:rFonts w:ascii="Arial Narrow" w:hAnsi="Arial Narrow" w:hint="eastAsia"/>
                      <w:b/>
                      <w:sz w:val="20"/>
                      <w:szCs w:val="20"/>
                      <w:rtl/>
                    </w:rPr>
                    <w:t>العربية</w:t>
                  </w:r>
                  <w:r w:rsidRPr="00192140">
                    <w:rPr>
                      <w:rFonts w:ascii="Arial Narrow" w:hAnsi="Arial Narrow"/>
                      <w:b/>
                      <w:sz w:val="20"/>
                      <w:szCs w:val="20"/>
                      <w:rtl/>
                    </w:rPr>
                    <w:t xml:space="preserve"> </w:t>
                  </w:r>
                  <w:r w:rsidRPr="00192140">
                    <w:rPr>
                      <w:rFonts w:ascii="Arial Narrow" w:hAnsi="Arial Narrow" w:cstheme="minorHAnsi"/>
                      <w:b/>
                      <w:sz w:val="20"/>
                      <w:szCs w:val="20"/>
                      <w:rtl/>
                    </w:rPr>
                    <w:t xml:space="preserve">/ </w:t>
                  </w:r>
                  <w:r w:rsidRPr="00192140">
                    <w:rPr>
                      <w:rFonts w:ascii="Arial Narrow" w:hAnsi="Arial Narrow" w:hint="eastAsia"/>
                      <w:b/>
                      <w:sz w:val="20"/>
                      <w:szCs w:val="20"/>
                      <w:rtl/>
                    </w:rPr>
                    <w:t>الانجليزية</w:t>
                  </w:r>
                  <w:r w:rsidRPr="00192140">
                    <w:rPr>
                      <w:rFonts w:ascii="Arial Narrow" w:hAnsi="Arial Narrow" w:cstheme="minorHAnsi"/>
                      <w:b/>
                      <w:sz w:val="20"/>
                      <w:szCs w:val="20"/>
                      <w:rtl/>
                    </w:rPr>
                    <w:t xml:space="preserve">) </w:t>
                  </w:r>
                  <w:r w:rsidRPr="00192140">
                    <w:rPr>
                      <w:rFonts w:ascii="Arial Narrow" w:hAnsi="Arial Narrow" w:hint="eastAsia"/>
                      <w:b/>
                      <w:sz w:val="20"/>
                      <w:szCs w:val="20"/>
                      <w:rtl/>
                    </w:rPr>
                    <w:t>ويمكن</w:t>
                  </w:r>
                  <w:r w:rsidRPr="00192140">
                    <w:rPr>
                      <w:rFonts w:ascii="Arial Narrow" w:hAnsi="Arial Narrow"/>
                      <w:b/>
                      <w:sz w:val="20"/>
                      <w:szCs w:val="20"/>
                      <w:rtl/>
                    </w:rPr>
                    <w:t xml:space="preserve"> </w:t>
                  </w:r>
                  <w:r w:rsidRPr="00192140">
                    <w:rPr>
                      <w:rFonts w:ascii="Arial Narrow" w:hAnsi="Arial Narrow" w:hint="eastAsia"/>
                      <w:b/>
                      <w:sz w:val="20"/>
                      <w:szCs w:val="20"/>
                      <w:rtl/>
                    </w:rPr>
                    <w:t>جمعها</w:t>
                  </w:r>
                  <w:r w:rsidRPr="00192140">
                    <w:rPr>
                      <w:rFonts w:ascii="Arial Narrow" w:hAnsi="Arial Narrow"/>
                      <w:b/>
                      <w:sz w:val="20"/>
                      <w:szCs w:val="20"/>
                      <w:rtl/>
                    </w:rPr>
                    <w:t xml:space="preserve"> </w:t>
                  </w:r>
                  <w:r w:rsidRPr="00192140">
                    <w:rPr>
                      <w:rFonts w:ascii="Arial Narrow" w:hAnsi="Arial Narrow" w:hint="eastAsia"/>
                      <w:b/>
                      <w:sz w:val="20"/>
                      <w:szCs w:val="20"/>
                      <w:rtl/>
                    </w:rPr>
                    <w:t>وتنزيلها</w:t>
                  </w:r>
                  <w:r w:rsidRPr="00192140">
                    <w:rPr>
                      <w:rFonts w:ascii="Arial Narrow" w:hAnsi="Arial Narrow"/>
                      <w:b/>
                      <w:sz w:val="20"/>
                      <w:szCs w:val="20"/>
                      <w:rtl/>
                    </w:rPr>
                    <w:t xml:space="preserve"> </w:t>
                  </w:r>
                  <w:r w:rsidRPr="00192140">
                    <w:rPr>
                      <w:rFonts w:ascii="Arial Narrow" w:hAnsi="Arial Narrow" w:hint="eastAsia"/>
                      <w:b/>
                      <w:sz w:val="20"/>
                      <w:szCs w:val="20"/>
                      <w:rtl/>
                    </w:rPr>
                    <w:t>من</w:t>
                  </w:r>
                  <w:r w:rsidRPr="00192140">
                    <w:rPr>
                      <w:rFonts w:ascii="Arial Narrow" w:hAnsi="Arial Narrow"/>
                      <w:b/>
                      <w:sz w:val="20"/>
                      <w:szCs w:val="20"/>
                      <w:rtl/>
                    </w:rPr>
                    <w:t xml:space="preserve"> </w:t>
                  </w:r>
                  <w:r w:rsidRPr="00192140">
                    <w:rPr>
                      <w:rFonts w:ascii="Arial Narrow" w:hAnsi="Arial Narrow" w:hint="eastAsia"/>
                      <w:b/>
                      <w:sz w:val="20"/>
                      <w:szCs w:val="20"/>
                      <w:rtl/>
                    </w:rPr>
                    <w:t>قبل</w:t>
                  </w:r>
                  <w:r w:rsidRPr="00192140">
                    <w:rPr>
                      <w:rFonts w:ascii="Arial Narrow" w:hAnsi="Arial Narrow"/>
                      <w:b/>
                      <w:sz w:val="20"/>
                      <w:szCs w:val="20"/>
                      <w:rtl/>
                    </w:rPr>
                    <w:t xml:space="preserve"> </w:t>
                  </w:r>
                  <w:r w:rsidRPr="00192140">
                    <w:rPr>
                      <w:rFonts w:ascii="Arial Narrow" w:hAnsi="Arial Narrow" w:hint="eastAsia"/>
                      <w:b/>
                      <w:sz w:val="20"/>
                      <w:szCs w:val="20"/>
                      <w:rtl/>
                    </w:rPr>
                    <w:t>جميع</w:t>
                  </w:r>
                  <w:r w:rsidRPr="00192140">
                    <w:rPr>
                      <w:rFonts w:ascii="Arial Narrow" w:hAnsi="Arial Narrow"/>
                      <w:b/>
                      <w:sz w:val="20"/>
                      <w:szCs w:val="20"/>
                      <w:rtl/>
                    </w:rPr>
                    <w:t xml:space="preserve"> </w:t>
                  </w:r>
                  <w:r w:rsidRPr="00192140">
                    <w:rPr>
                      <w:rFonts w:ascii="Arial Narrow" w:hAnsi="Arial Narrow" w:hint="eastAsia"/>
                      <w:b/>
                      <w:sz w:val="20"/>
                      <w:szCs w:val="20"/>
                      <w:rtl/>
                    </w:rPr>
                    <w:t>المتقدمين</w:t>
                  </w:r>
                  <w:r w:rsidRPr="00192140">
                    <w:rPr>
                      <w:rFonts w:ascii="Arial Narrow" w:hAnsi="Arial Narrow"/>
                      <w:b/>
                      <w:sz w:val="20"/>
                      <w:szCs w:val="20"/>
                      <w:rtl/>
                    </w:rPr>
                    <w:t xml:space="preserve"> </w:t>
                  </w:r>
                  <w:r w:rsidRPr="00192140">
                    <w:rPr>
                      <w:rFonts w:ascii="Arial Narrow" w:hAnsi="Arial Narrow" w:hint="eastAsia"/>
                      <w:b/>
                      <w:sz w:val="20"/>
                      <w:szCs w:val="20"/>
                      <w:rtl/>
                    </w:rPr>
                    <w:t>عن</w:t>
                  </w:r>
                  <w:r w:rsidRPr="00192140">
                    <w:rPr>
                      <w:rFonts w:ascii="Arial Narrow" w:hAnsi="Arial Narrow"/>
                      <w:b/>
                      <w:sz w:val="20"/>
                      <w:szCs w:val="20"/>
                      <w:rtl/>
                    </w:rPr>
                    <w:t xml:space="preserve"> </w:t>
                  </w:r>
                  <w:r w:rsidRPr="00192140">
                    <w:rPr>
                      <w:rFonts w:ascii="Arial Narrow" w:hAnsi="Arial Narrow" w:hint="eastAsia"/>
                      <w:b/>
                      <w:sz w:val="20"/>
                      <w:szCs w:val="20"/>
                      <w:rtl/>
                    </w:rPr>
                    <w:t>طريق</w:t>
                  </w:r>
                  <w:r w:rsidRPr="00192140">
                    <w:rPr>
                      <w:rFonts w:ascii="Arial Narrow" w:hAnsi="Arial Narrow"/>
                      <w:b/>
                      <w:sz w:val="20"/>
                      <w:szCs w:val="20"/>
                      <w:rtl/>
                    </w:rPr>
                    <w:t xml:space="preserve"> </w:t>
                  </w:r>
                  <w:r w:rsidRPr="00192140">
                    <w:rPr>
                      <w:rFonts w:ascii="Arial Narrow" w:hAnsi="Arial Narrow" w:hint="eastAsia"/>
                      <w:b/>
                      <w:sz w:val="20"/>
                      <w:szCs w:val="20"/>
                      <w:rtl/>
                    </w:rPr>
                    <w:t>موقع</w:t>
                  </w:r>
                  <w:r w:rsidRPr="00192140">
                    <w:rPr>
                      <w:rFonts w:ascii="Arial Narrow" w:hAnsi="Arial Narrow"/>
                      <w:b/>
                      <w:sz w:val="20"/>
                      <w:szCs w:val="20"/>
                      <w:rtl/>
                    </w:rPr>
                    <w:t xml:space="preserve"> </w:t>
                  </w:r>
                  <w:r w:rsidRPr="00192140">
                    <w:rPr>
                      <w:rFonts w:ascii="Arial Narrow" w:hAnsi="Arial Narrow" w:hint="eastAsia"/>
                      <w:b/>
                      <w:sz w:val="20"/>
                      <w:szCs w:val="20"/>
                      <w:rtl/>
                    </w:rPr>
                    <w:t>يمن</w:t>
                  </w:r>
                  <w:r w:rsidRPr="00192140">
                    <w:rPr>
                      <w:rFonts w:ascii="Arial Narrow" w:hAnsi="Arial Narrow"/>
                      <w:b/>
                      <w:sz w:val="20"/>
                      <w:szCs w:val="20"/>
                      <w:rtl/>
                    </w:rPr>
                    <w:t xml:space="preserve"> </w:t>
                  </w:r>
                  <w:r w:rsidRPr="00192140">
                    <w:rPr>
                      <w:rFonts w:ascii="Arial Narrow" w:hAnsi="Arial Narrow" w:hint="eastAsia"/>
                      <w:b/>
                      <w:sz w:val="20"/>
                      <w:szCs w:val="20"/>
                      <w:rtl/>
                    </w:rPr>
                    <w:t>اتش</w:t>
                  </w:r>
                  <w:r w:rsidRPr="00192140">
                    <w:rPr>
                      <w:rFonts w:ascii="Arial Narrow" w:hAnsi="Arial Narrow"/>
                      <w:b/>
                      <w:sz w:val="20"/>
                      <w:szCs w:val="20"/>
                      <w:rtl/>
                    </w:rPr>
                    <w:t xml:space="preserve"> </w:t>
                  </w:r>
                  <w:r w:rsidRPr="00192140">
                    <w:rPr>
                      <w:rFonts w:ascii="Arial Narrow" w:hAnsi="Arial Narrow" w:hint="eastAsia"/>
                      <w:b/>
                      <w:sz w:val="20"/>
                      <w:szCs w:val="20"/>
                      <w:rtl/>
                    </w:rPr>
                    <w:t>من</w:t>
                  </w:r>
                  <w:r w:rsidRPr="00192140">
                    <w:rPr>
                      <w:rFonts w:ascii="Arial Narrow" w:hAnsi="Arial Narrow"/>
                      <w:b/>
                      <w:sz w:val="20"/>
                      <w:szCs w:val="20"/>
                      <w:rtl/>
                    </w:rPr>
                    <w:t xml:space="preserve"> </w:t>
                  </w:r>
                  <w:r w:rsidRPr="00192140">
                    <w:rPr>
                      <w:rFonts w:ascii="Arial Narrow" w:hAnsi="Arial Narrow" w:hint="eastAsia"/>
                      <w:b/>
                      <w:sz w:val="20"/>
                      <w:szCs w:val="20"/>
                      <w:rtl/>
                    </w:rPr>
                    <w:t>الروابط</w:t>
                  </w:r>
                  <w:r w:rsidRPr="00192140">
                    <w:rPr>
                      <w:rFonts w:ascii="Arial Narrow" w:hAnsi="Arial Narrow"/>
                      <w:b/>
                      <w:sz w:val="20"/>
                      <w:szCs w:val="20"/>
                      <w:rtl/>
                    </w:rPr>
                    <w:t xml:space="preserve"> </w:t>
                  </w:r>
                  <w:r w:rsidRPr="00192140">
                    <w:rPr>
                      <w:rFonts w:ascii="Arial Narrow" w:hAnsi="Arial Narrow" w:hint="eastAsia"/>
                      <w:b/>
                      <w:sz w:val="20"/>
                      <w:szCs w:val="20"/>
                      <w:rtl/>
                    </w:rPr>
                    <w:t>التالية</w:t>
                  </w:r>
                  <w:r w:rsidRPr="00192140">
                    <w:rPr>
                      <w:rFonts w:ascii="Arial Narrow" w:hAnsi="Arial Narrow"/>
                      <w:b/>
                      <w:sz w:val="20"/>
                      <w:szCs w:val="20"/>
                      <w:rtl/>
                    </w:rPr>
                    <w:t>:</w:t>
                  </w:r>
                </w:p>
                <w:p w14:paraId="21D27AFA" w14:textId="77777777" w:rsidR="00705CFE" w:rsidRPr="00192140" w:rsidRDefault="00705CFE" w:rsidP="00C954CA">
                  <w:pPr>
                    <w:framePr w:hSpace="180" w:wrap="around" w:vAnchor="page" w:hAnchor="page" w:x="606" w:y="539"/>
                    <w:bidi/>
                    <w:rPr>
                      <w:rFonts w:ascii="Arial Narrow" w:hAnsi="Arial Narrow"/>
                      <w:b/>
                      <w:sz w:val="20"/>
                      <w:szCs w:val="20"/>
                      <w:rtl/>
                    </w:rPr>
                  </w:pPr>
                </w:p>
                <w:p w14:paraId="69662D51" w14:textId="77777777" w:rsidR="003804EE" w:rsidRPr="00192140" w:rsidRDefault="003804EE" w:rsidP="00C954CA">
                  <w:pPr>
                    <w:pStyle w:val="ListParagraph"/>
                    <w:framePr w:hSpace="180" w:wrap="around" w:vAnchor="page" w:hAnchor="page" w:x="606" w:y="539"/>
                    <w:numPr>
                      <w:ilvl w:val="0"/>
                      <w:numId w:val="12"/>
                    </w:numPr>
                    <w:bidi/>
                    <w:ind w:left="340" w:hanging="270"/>
                    <w:rPr>
                      <w:rFonts w:ascii="Arial Narrow" w:hAnsi="Arial Narrow"/>
                      <w:b/>
                      <w:sz w:val="20"/>
                      <w:szCs w:val="20"/>
                    </w:rPr>
                  </w:pPr>
                  <w:r w:rsidRPr="00192140">
                    <w:rPr>
                      <w:rFonts w:ascii="Arial Narrow" w:hAnsi="Arial Narrow" w:hint="eastAsia"/>
                      <w:bCs/>
                      <w:sz w:val="20"/>
                      <w:szCs w:val="20"/>
                      <w:rtl/>
                    </w:rPr>
                    <w:t>موقع</w:t>
                  </w:r>
                  <w:r w:rsidRPr="00192140">
                    <w:rPr>
                      <w:rFonts w:ascii="Arial Narrow" w:hAnsi="Arial Narrow"/>
                      <w:bCs/>
                      <w:sz w:val="20"/>
                      <w:szCs w:val="20"/>
                      <w:rtl/>
                    </w:rPr>
                    <w:t xml:space="preserve"> </w:t>
                  </w:r>
                  <w:r w:rsidRPr="00192140">
                    <w:rPr>
                      <w:rFonts w:ascii="Arial Narrow" w:hAnsi="Arial Narrow" w:hint="eastAsia"/>
                      <w:bCs/>
                      <w:sz w:val="20"/>
                      <w:szCs w:val="20"/>
                      <w:rtl/>
                    </w:rPr>
                    <w:t>يمن</w:t>
                  </w:r>
                  <w:r w:rsidRPr="00192140">
                    <w:rPr>
                      <w:rFonts w:ascii="Arial Narrow" w:hAnsi="Arial Narrow"/>
                      <w:bCs/>
                      <w:sz w:val="20"/>
                      <w:szCs w:val="20"/>
                      <w:rtl/>
                    </w:rPr>
                    <w:t xml:space="preserve"> </w:t>
                  </w:r>
                  <w:r w:rsidRPr="00192140">
                    <w:rPr>
                      <w:rFonts w:ascii="Arial Narrow" w:hAnsi="Arial Narrow" w:hint="eastAsia"/>
                      <w:bCs/>
                      <w:sz w:val="20"/>
                      <w:szCs w:val="20"/>
                      <w:rtl/>
                    </w:rPr>
                    <w:t>اتش</w:t>
                  </w:r>
                  <w:r w:rsidRPr="00192140">
                    <w:rPr>
                      <w:rFonts w:ascii="Arial Narrow" w:hAnsi="Arial Narrow"/>
                      <w:bCs/>
                      <w:sz w:val="20"/>
                      <w:szCs w:val="20"/>
                      <w:rtl/>
                    </w:rPr>
                    <w:t xml:space="preserve"> </w:t>
                  </w:r>
                  <w:r w:rsidRPr="00192140">
                    <w:rPr>
                      <w:rFonts w:ascii="Arial Narrow" w:hAnsi="Arial Narrow" w:hint="eastAsia"/>
                      <w:bCs/>
                      <w:sz w:val="20"/>
                      <w:szCs w:val="20"/>
                      <w:rtl/>
                    </w:rPr>
                    <w:t>ار</w:t>
                  </w:r>
                  <w:r w:rsidRPr="00192140">
                    <w:rPr>
                      <w:rFonts w:ascii="Arial Narrow" w:hAnsi="Arial Narrow"/>
                      <w:b/>
                      <w:sz w:val="20"/>
                      <w:szCs w:val="20"/>
                      <w:rtl/>
                    </w:rPr>
                    <w:t xml:space="preserve"> </w:t>
                  </w:r>
                  <w:r w:rsidRPr="00192140">
                    <w:rPr>
                      <w:rFonts w:ascii="Arial Narrow" w:hAnsi="Arial Narrow" w:hint="eastAsia"/>
                      <w:b/>
                      <w:sz w:val="20"/>
                      <w:szCs w:val="20"/>
                      <w:rtl/>
                    </w:rPr>
                    <w:t>من</w:t>
                  </w:r>
                  <w:r w:rsidRPr="00192140">
                    <w:rPr>
                      <w:rFonts w:ascii="Arial Narrow" w:hAnsi="Arial Narrow"/>
                      <w:b/>
                      <w:sz w:val="20"/>
                      <w:szCs w:val="20"/>
                      <w:rtl/>
                    </w:rPr>
                    <w:t xml:space="preserve"> </w:t>
                  </w:r>
                  <w:r w:rsidRPr="00192140">
                    <w:rPr>
                      <w:rFonts w:ascii="Arial Narrow" w:hAnsi="Arial Narrow" w:hint="eastAsia"/>
                      <w:b/>
                      <w:sz w:val="20"/>
                      <w:szCs w:val="20"/>
                      <w:rtl/>
                    </w:rPr>
                    <w:t>خلال</w:t>
                  </w:r>
                  <w:r w:rsidRPr="00192140">
                    <w:rPr>
                      <w:rFonts w:ascii="Arial Narrow" w:hAnsi="Arial Narrow"/>
                      <w:b/>
                      <w:sz w:val="20"/>
                      <w:szCs w:val="20"/>
                      <w:rtl/>
                    </w:rPr>
                    <w:t xml:space="preserve"> </w:t>
                  </w:r>
                  <w:r w:rsidRPr="00192140">
                    <w:rPr>
                      <w:rFonts w:ascii="Arial Narrow" w:hAnsi="Arial Narrow" w:hint="eastAsia"/>
                      <w:b/>
                      <w:sz w:val="20"/>
                      <w:szCs w:val="20"/>
                      <w:rtl/>
                    </w:rPr>
                    <w:t>الرابط</w:t>
                  </w:r>
                  <w:r w:rsidRPr="00192140">
                    <w:rPr>
                      <w:rFonts w:ascii="Arial Narrow" w:hAnsi="Arial Narrow"/>
                      <w:b/>
                      <w:sz w:val="20"/>
                      <w:szCs w:val="20"/>
                      <w:rtl/>
                    </w:rPr>
                    <w:t xml:space="preserve"> </w:t>
                  </w:r>
                  <w:hyperlink r:id="rId21" w:history="1">
                    <w:r w:rsidRPr="00192140">
                      <w:rPr>
                        <w:rStyle w:val="Hyperlink"/>
                        <w:rFonts w:ascii="Arial Narrow" w:hAnsi="Arial Narrow" w:cs="Arial"/>
                        <w:bCs/>
                        <w:sz w:val="20"/>
                        <w:szCs w:val="20"/>
                      </w:rPr>
                      <w:t>https://yemenhr.com/tenders</w:t>
                    </w:r>
                  </w:hyperlink>
                </w:p>
                <w:p w14:paraId="6D47CD9E" w14:textId="3FC96ACF" w:rsidR="00EB4D45" w:rsidRPr="00192140" w:rsidRDefault="00EB4D45" w:rsidP="00C954CA">
                  <w:pPr>
                    <w:framePr w:hSpace="180" w:wrap="around" w:vAnchor="page" w:hAnchor="page" w:x="606" w:y="539"/>
                    <w:bidi/>
                    <w:rPr>
                      <w:rFonts w:ascii="Arial Narrow" w:hAnsi="Arial Narrow"/>
                      <w:b/>
                      <w:sz w:val="20"/>
                      <w:szCs w:val="20"/>
                      <w:rtl/>
                      <w:lang w:val="en-GB" w:bidi="ar-JO"/>
                    </w:rPr>
                  </w:pPr>
                  <w:r w:rsidRPr="00192140">
                    <w:rPr>
                      <w:rFonts w:ascii="Arial Narrow" w:hAnsi="Arial Narrow"/>
                      <w:b/>
                      <w:sz w:val="20"/>
                      <w:szCs w:val="20"/>
                      <w:lang w:val="en-GB" w:bidi="ar-JO"/>
                    </w:rPr>
                    <w:t xml:space="preserve">    -</w:t>
                  </w:r>
                  <w:r w:rsidRPr="00192140">
                    <w:rPr>
                      <w:rFonts w:ascii="Arial Narrow" w:hAnsi="Arial Narrow" w:hint="eastAsia"/>
                      <w:b/>
                      <w:sz w:val="20"/>
                      <w:szCs w:val="20"/>
                      <w:rtl/>
                      <w:lang w:val="en-GB" w:bidi="ar-JO"/>
                    </w:rPr>
                    <w:t>موقع</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منظمة</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اكتد</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من</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خلال</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الرابط</w:t>
                  </w:r>
                  <w:r w:rsidRPr="00192140">
                    <w:rPr>
                      <w:rFonts w:ascii="Arial Narrow" w:hAnsi="Arial Narrow"/>
                      <w:b/>
                      <w:sz w:val="20"/>
                      <w:szCs w:val="20"/>
                      <w:lang w:val="en-GB" w:bidi="ar-JO"/>
                    </w:rPr>
                    <w:t xml:space="preserve"> </w:t>
                  </w:r>
                  <w:r w:rsidRPr="00192140">
                    <w:rPr>
                      <w:rStyle w:val="Hyperlink"/>
                      <w:rFonts w:cs="Arial"/>
                      <w:bCs/>
                      <w:sz w:val="20"/>
                      <w:szCs w:val="20"/>
                    </w:rPr>
                    <w:t xml:space="preserve">/https://www.acted.org/en/call-for-tenders </w:t>
                  </w:r>
                </w:p>
                <w:p w14:paraId="63F30DEB" w14:textId="579FAFCD" w:rsidR="00EB4D45" w:rsidRPr="00192140" w:rsidRDefault="00EB4D45" w:rsidP="00C954CA">
                  <w:pPr>
                    <w:framePr w:hSpace="180" w:wrap="around" w:vAnchor="page" w:hAnchor="page" w:x="606" w:y="539"/>
                    <w:bidi/>
                    <w:rPr>
                      <w:rStyle w:val="Hyperlink"/>
                      <w:rFonts w:cs="Arial"/>
                      <w:bCs/>
                      <w:sz w:val="20"/>
                      <w:szCs w:val="20"/>
                    </w:rPr>
                  </w:pPr>
                  <w:r w:rsidRPr="00192140">
                    <w:rPr>
                      <w:rFonts w:ascii="Arial Narrow" w:hAnsi="Arial Narrow"/>
                      <w:b/>
                      <w:sz w:val="20"/>
                      <w:szCs w:val="20"/>
                      <w:rtl/>
                      <w:lang w:val="en-GB" w:bidi="ar-JO"/>
                    </w:rPr>
                    <w:t xml:space="preserve">-   </w:t>
                  </w:r>
                  <w:r w:rsidRPr="00192140">
                    <w:rPr>
                      <w:rFonts w:ascii="Arial Narrow" w:hAnsi="Arial Narrow"/>
                      <w:b/>
                      <w:sz w:val="20"/>
                      <w:szCs w:val="20"/>
                      <w:lang w:val="en-GB" w:bidi="ar-JO"/>
                    </w:rPr>
                    <w:t xml:space="preserve"> </w:t>
                  </w:r>
                  <w:r w:rsidRPr="00192140">
                    <w:rPr>
                      <w:rFonts w:ascii="Arial Narrow" w:hAnsi="Arial Narrow" w:hint="eastAsia"/>
                      <w:b/>
                      <w:sz w:val="20"/>
                      <w:szCs w:val="20"/>
                      <w:rtl/>
                      <w:lang w:val="en-GB" w:bidi="ar-JO"/>
                    </w:rPr>
                    <w:t>موقع</w:t>
                  </w:r>
                  <w:r w:rsidRPr="00192140">
                    <w:rPr>
                      <w:rFonts w:ascii="Arial Narrow" w:hAnsi="Arial Narrow"/>
                      <w:b/>
                      <w:sz w:val="20"/>
                      <w:szCs w:val="20"/>
                      <w:lang w:val="en-GB" w:bidi="ar-JO"/>
                    </w:rPr>
                    <w:t xml:space="preserve"> IAPG  </w:t>
                  </w:r>
                  <w:r w:rsidRPr="00192140">
                    <w:rPr>
                      <w:rFonts w:ascii="Arial Narrow" w:hAnsi="Arial Narrow" w:hint="eastAsia"/>
                      <w:b/>
                      <w:sz w:val="20"/>
                      <w:szCs w:val="20"/>
                      <w:rtl/>
                      <w:lang w:val="en-GB" w:bidi="ar-JO"/>
                    </w:rPr>
                    <w:t>من</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خلال</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الرابط</w:t>
                  </w:r>
                  <w:r w:rsidRPr="00192140">
                    <w:rPr>
                      <w:rFonts w:ascii="Arial Narrow" w:hAnsi="Arial Narrow"/>
                      <w:b/>
                      <w:sz w:val="20"/>
                      <w:szCs w:val="20"/>
                      <w:lang w:val="en-GB" w:bidi="ar-JO"/>
                    </w:rPr>
                    <w:t xml:space="preserve">  </w:t>
                  </w:r>
                  <w:hyperlink r:id="rId22" w:history="1">
                    <w:r w:rsidR="00D10E8D" w:rsidRPr="00197F9F">
                      <w:rPr>
                        <w:rStyle w:val="Hyperlink"/>
                        <w:rFonts w:cs="Arial"/>
                        <w:bCs/>
                        <w:sz w:val="20"/>
                        <w:szCs w:val="20"/>
                      </w:rPr>
                      <w:t>https://www.iapg.org.uk/</w:t>
                    </w:r>
                  </w:hyperlink>
                  <w:r w:rsidR="00D10E8D">
                    <w:rPr>
                      <w:rStyle w:val="Hyperlink"/>
                      <w:rFonts w:cs="Arial"/>
                      <w:bCs/>
                      <w:sz w:val="20"/>
                      <w:szCs w:val="20"/>
                    </w:rPr>
                    <w:t xml:space="preserve"> </w:t>
                  </w:r>
                </w:p>
                <w:p w14:paraId="23DDB94B" w14:textId="77777777" w:rsidR="00EB4D45" w:rsidRPr="00192140" w:rsidRDefault="00EB4D45" w:rsidP="00C954CA">
                  <w:pPr>
                    <w:framePr w:hSpace="180" w:wrap="around" w:vAnchor="page" w:hAnchor="page" w:x="606" w:y="539"/>
                    <w:bidi/>
                    <w:rPr>
                      <w:rFonts w:ascii="Arial Narrow" w:hAnsi="Arial Narrow"/>
                      <w:b/>
                      <w:sz w:val="20"/>
                      <w:szCs w:val="20"/>
                      <w:lang w:val="en-GB" w:bidi="ar-JO"/>
                    </w:rPr>
                  </w:pPr>
                </w:p>
                <w:p w14:paraId="4492F703" w14:textId="77777777" w:rsidR="00EB4D45" w:rsidRPr="00192140" w:rsidRDefault="00EB4D45" w:rsidP="00C954CA">
                  <w:pPr>
                    <w:framePr w:hSpace="180" w:wrap="around" w:vAnchor="page" w:hAnchor="page" w:x="606" w:y="539"/>
                    <w:bidi/>
                    <w:rPr>
                      <w:rFonts w:ascii="Arial Narrow" w:hAnsi="Arial Narrow"/>
                      <w:b/>
                      <w:sz w:val="20"/>
                      <w:szCs w:val="20"/>
                      <w:rtl/>
                      <w:lang w:val="en-GB" w:bidi="ar-JO"/>
                    </w:rPr>
                  </w:pPr>
                </w:p>
                <w:p w14:paraId="205329FB" w14:textId="77777777" w:rsidR="00E1191A" w:rsidRPr="00192140" w:rsidRDefault="00E1191A" w:rsidP="00C954CA">
                  <w:pPr>
                    <w:framePr w:hSpace="180" w:wrap="around" w:vAnchor="page" w:hAnchor="page" w:x="606" w:y="539"/>
                    <w:bidi/>
                    <w:rPr>
                      <w:rFonts w:ascii="Arial Narrow" w:hAnsi="Arial Narrow"/>
                      <w:b/>
                      <w:sz w:val="20"/>
                      <w:szCs w:val="20"/>
                      <w:lang w:val="en-GB" w:bidi="ar-JO"/>
                    </w:rPr>
                  </w:pPr>
                  <w:r w:rsidRPr="00192140">
                    <w:rPr>
                      <w:rFonts w:ascii="Arial Narrow" w:hAnsi="Arial Narrow" w:hint="eastAsia"/>
                      <w:b/>
                      <w:sz w:val="20"/>
                      <w:szCs w:val="20"/>
                      <w:rtl/>
                      <w:lang w:val="en-GB" w:bidi="ar-JO"/>
                    </w:rPr>
                    <w:t>ينصح</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مقدمي</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العطاءات</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rPr>
                    <w:t>ا</w:t>
                  </w:r>
                  <w:r w:rsidRPr="00192140">
                    <w:rPr>
                      <w:rFonts w:ascii="Arial Narrow" w:hAnsi="Arial Narrow" w:hint="eastAsia"/>
                      <w:b/>
                      <w:sz w:val="20"/>
                      <w:szCs w:val="20"/>
                      <w:rtl/>
                      <w:lang w:val="en-GB" w:bidi="ar-JO"/>
                    </w:rPr>
                    <w:t>لى</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الرجوع</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إلى</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المواقع</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الإلكترونية</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المذكورة</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أعلاه</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بانتظام</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لتعديل</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محتمل</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على</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العطاء</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الحالي</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و</w:t>
                  </w:r>
                  <w:r w:rsidRPr="00192140">
                    <w:rPr>
                      <w:rFonts w:ascii="Arial Narrow" w:hAnsi="Arial Narrow"/>
                      <w:b/>
                      <w:sz w:val="20"/>
                      <w:szCs w:val="20"/>
                      <w:rtl/>
                      <w:lang w:val="en-GB" w:bidi="ar-JO"/>
                    </w:rPr>
                    <w:t xml:space="preserve"> / </w:t>
                  </w:r>
                  <w:r w:rsidRPr="00192140">
                    <w:rPr>
                      <w:rFonts w:ascii="Arial Narrow" w:hAnsi="Arial Narrow" w:hint="eastAsia"/>
                      <w:b/>
                      <w:sz w:val="20"/>
                      <w:szCs w:val="20"/>
                      <w:rtl/>
                      <w:lang w:val="en-GB" w:bidi="ar-JO"/>
                    </w:rPr>
                    <w:t>أو</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وثائق</w:t>
                  </w:r>
                  <w:r w:rsidRPr="00192140">
                    <w:rPr>
                      <w:rFonts w:ascii="Arial Narrow" w:hAnsi="Arial Narrow"/>
                      <w:b/>
                      <w:sz w:val="20"/>
                      <w:szCs w:val="20"/>
                      <w:rtl/>
                      <w:lang w:val="en-GB" w:bidi="ar-JO"/>
                    </w:rPr>
                    <w:t xml:space="preserve"> </w:t>
                  </w:r>
                  <w:r w:rsidRPr="00192140">
                    <w:rPr>
                      <w:rFonts w:ascii="Arial Narrow" w:hAnsi="Arial Narrow" w:hint="eastAsia"/>
                      <w:b/>
                      <w:sz w:val="20"/>
                      <w:szCs w:val="20"/>
                      <w:rtl/>
                      <w:lang w:val="en-GB" w:bidi="ar-JO"/>
                    </w:rPr>
                    <w:t>العطاء</w:t>
                  </w:r>
                  <w:r w:rsidRPr="00192140">
                    <w:rPr>
                      <w:rFonts w:ascii="Arial Narrow" w:hAnsi="Arial Narrow"/>
                      <w:b/>
                      <w:sz w:val="20"/>
                      <w:szCs w:val="20"/>
                      <w:rtl/>
                      <w:lang w:val="en-GB" w:bidi="ar-JO"/>
                    </w:rPr>
                    <w:t>.</w:t>
                  </w:r>
                </w:p>
                <w:p w14:paraId="317E4FBC" w14:textId="77777777" w:rsidR="00E1191A" w:rsidRPr="00192140" w:rsidRDefault="00E1191A" w:rsidP="00C954CA">
                  <w:pPr>
                    <w:pStyle w:val="ListParagraph"/>
                    <w:framePr w:hSpace="180" w:wrap="around" w:vAnchor="page" w:hAnchor="page" w:x="606" w:y="539"/>
                    <w:tabs>
                      <w:tab w:val="right" w:pos="690"/>
                    </w:tabs>
                    <w:bidi/>
                    <w:ind w:left="690" w:right="567"/>
                    <w:contextualSpacing w:val="0"/>
                    <w:rPr>
                      <w:rFonts w:ascii="Arial Narrow" w:eastAsiaTheme="minorHAnsi" w:hAnsi="Arial Narrow" w:cstheme="majorBidi"/>
                      <w:sz w:val="20"/>
                      <w:szCs w:val="20"/>
                      <w:rtl/>
                    </w:rPr>
                  </w:pPr>
                </w:p>
                <w:p w14:paraId="1D596585" w14:textId="5560DB1C" w:rsidR="00E1191A" w:rsidRPr="005A772B" w:rsidRDefault="00E1191A" w:rsidP="00C954CA">
                  <w:pPr>
                    <w:framePr w:hSpace="180" w:wrap="around" w:vAnchor="page" w:hAnchor="page" w:x="606" w:y="539"/>
                    <w:bidi/>
                    <w:rPr>
                      <w:rFonts w:ascii="Arial Narrow" w:eastAsiaTheme="minorHAnsi" w:hAnsi="Arial Narrow" w:cs="Arial"/>
                      <w:bCs/>
                      <w:sz w:val="20"/>
                      <w:szCs w:val="20"/>
                    </w:rPr>
                  </w:pPr>
                  <w:r w:rsidRPr="00B60C69">
                    <w:rPr>
                      <w:rFonts w:ascii="Arial Narrow" w:eastAsiaTheme="minorHAnsi" w:hAnsi="Arial Narrow" w:cs="Arial"/>
                      <w:bCs/>
                      <w:sz w:val="20"/>
                      <w:szCs w:val="20"/>
                      <w:rtl/>
                    </w:rPr>
                    <w:t xml:space="preserve">وستنظم  اكتد اجتماع للمزودين قبل تقديم العطاءات </w:t>
                  </w:r>
                  <w:r w:rsidRPr="00B60C69">
                    <w:rPr>
                      <w:rFonts w:ascii="Arial Narrow" w:hAnsi="Arial Narrow" w:cs="Arial"/>
                      <w:bCs/>
                      <w:sz w:val="20"/>
                      <w:szCs w:val="20"/>
                      <w:rtl/>
                    </w:rPr>
                    <w:t>في</w:t>
                  </w:r>
                  <w:r w:rsidRPr="00B60C69">
                    <w:rPr>
                      <w:rFonts w:ascii="Arial Narrow" w:hAnsi="Arial Narrow" w:cs="Arial"/>
                      <w:b/>
                      <w:sz w:val="20"/>
                      <w:szCs w:val="20"/>
                    </w:rPr>
                    <w:t xml:space="preserve"> </w:t>
                  </w:r>
                  <w:r w:rsidRPr="00B60C69">
                    <w:rPr>
                      <w:rFonts w:ascii="Arial Narrow" w:hAnsi="Arial Narrow" w:cs="Arial" w:hint="cs"/>
                      <w:b/>
                      <w:sz w:val="20"/>
                      <w:szCs w:val="20"/>
                      <w:rtl/>
                      <w:lang w:val="fr-FR"/>
                    </w:rPr>
                    <w:t xml:space="preserve"> </w:t>
                  </w:r>
                  <w:r w:rsidR="00D10E8D" w:rsidRPr="00D10E8D">
                    <w:rPr>
                      <w:rFonts w:ascii="Arial Narrow" w:hAnsi="Arial Narrow"/>
                      <w:b/>
                      <w:sz w:val="20"/>
                      <w:szCs w:val="20"/>
                    </w:rPr>
                    <w:t>20</w:t>
                  </w:r>
                  <w:r w:rsidRPr="00D10E8D">
                    <w:rPr>
                      <w:rFonts w:ascii="Arial Narrow" w:hAnsi="Arial Narrow"/>
                      <w:b/>
                      <w:sz w:val="20"/>
                      <w:szCs w:val="20"/>
                    </w:rPr>
                    <w:t>-</w:t>
                  </w:r>
                  <w:r w:rsidR="00D10E8D" w:rsidRPr="00D10E8D">
                    <w:rPr>
                      <w:rFonts w:ascii="Arial Narrow" w:hAnsi="Arial Narrow"/>
                      <w:b/>
                      <w:sz w:val="20"/>
                      <w:szCs w:val="20"/>
                    </w:rPr>
                    <w:t>0</w:t>
                  </w:r>
                  <w:r w:rsidR="00D10E8D">
                    <w:rPr>
                      <w:rFonts w:ascii="Arial Narrow" w:hAnsi="Arial Narrow"/>
                      <w:b/>
                      <w:sz w:val="20"/>
                      <w:szCs w:val="20"/>
                    </w:rPr>
                    <w:t>8</w:t>
                  </w:r>
                  <w:r w:rsidRPr="00B60C69">
                    <w:rPr>
                      <w:rFonts w:ascii="Arial Narrow" w:hAnsi="Arial Narrow"/>
                      <w:b/>
                      <w:sz w:val="20"/>
                      <w:szCs w:val="20"/>
                    </w:rPr>
                    <w:t>-</w:t>
                  </w:r>
                  <w:r w:rsidRPr="00B60C69">
                    <w:rPr>
                      <w:rFonts w:ascii="Arial Narrow" w:hAnsi="Arial Narrow"/>
                      <w:b/>
                      <w:sz w:val="20"/>
                      <w:szCs w:val="20"/>
                      <w:lang w:val="en-GB"/>
                    </w:rPr>
                    <w:t>2024</w:t>
                  </w:r>
                  <w:r w:rsidRPr="00B60C69">
                    <w:rPr>
                      <w:rFonts w:ascii="Arial Narrow" w:hAnsi="Arial Narrow" w:cs="Arial"/>
                      <w:b/>
                      <w:sz w:val="20"/>
                      <w:szCs w:val="20"/>
                      <w:rtl/>
                      <w:lang w:val="en-GB"/>
                    </w:rPr>
                    <w:t xml:space="preserve">  </w:t>
                  </w:r>
                  <w:r w:rsidRPr="00B60C69">
                    <w:rPr>
                      <w:rFonts w:ascii="Arial Narrow" w:eastAsiaTheme="minorHAnsi" w:hAnsi="Arial Narrow" w:cstheme="majorBidi"/>
                      <w:sz w:val="20"/>
                      <w:szCs w:val="20"/>
                      <w:rtl/>
                    </w:rPr>
                    <w:t xml:space="preserve">الساعة الـ </w:t>
                  </w:r>
                  <w:r w:rsidRPr="00B60C69">
                    <w:rPr>
                      <w:rFonts w:ascii="Arial Narrow" w:eastAsiaTheme="minorHAnsi" w:hAnsi="Arial Narrow" w:cstheme="majorBidi"/>
                      <w:sz w:val="20"/>
                      <w:szCs w:val="20"/>
                    </w:rPr>
                    <w:t xml:space="preserve">  </w:t>
                  </w:r>
                  <w:r w:rsidRPr="00B60C69">
                    <w:rPr>
                      <w:rFonts w:ascii="Arial Narrow" w:eastAsiaTheme="minorHAnsi" w:hAnsi="Arial Narrow" w:cstheme="majorBidi"/>
                      <w:b/>
                      <w:bCs/>
                      <w:sz w:val="20"/>
                      <w:szCs w:val="20"/>
                    </w:rPr>
                    <w:t>11:00</w:t>
                  </w:r>
                  <w:r w:rsidRPr="005A772B">
                    <w:rPr>
                      <w:rFonts w:ascii="Arial Narrow" w:eastAsiaTheme="minorHAnsi" w:hAnsi="Arial Narrow" w:cstheme="majorBidi" w:hint="cs"/>
                      <w:b/>
                      <w:bCs/>
                      <w:sz w:val="20"/>
                      <w:szCs w:val="20"/>
                      <w:rtl/>
                    </w:rPr>
                    <w:t>صباحا</w:t>
                  </w:r>
                  <w:r w:rsidRPr="00B60C69">
                    <w:rPr>
                      <w:rFonts w:ascii="Arial Narrow" w:eastAsiaTheme="minorHAnsi" w:hAnsi="Arial Narrow" w:cstheme="majorBidi"/>
                      <w:sz w:val="20"/>
                      <w:szCs w:val="20"/>
                      <w:rtl/>
                    </w:rPr>
                    <w:t xml:space="preserve"> حسب توقيت اليمن </w:t>
                  </w:r>
                  <w:r w:rsidRPr="00B60C69">
                    <w:rPr>
                      <w:rFonts w:ascii="Arial Narrow" w:hAnsi="Arial Narrow" w:cs="Arial" w:hint="cs"/>
                      <w:b/>
                      <w:sz w:val="20"/>
                      <w:szCs w:val="20"/>
                      <w:rtl/>
                      <w:lang w:val="fr-FR"/>
                    </w:rPr>
                    <w:t xml:space="preserve"> </w:t>
                  </w:r>
                  <w:r w:rsidRPr="00B60C69">
                    <w:rPr>
                      <w:rFonts w:ascii="Arial Narrow" w:hAnsi="Arial Narrow" w:cs="Arial"/>
                      <w:bCs/>
                      <w:sz w:val="20"/>
                      <w:szCs w:val="20"/>
                      <w:rtl/>
                    </w:rPr>
                    <w:t xml:space="preserve">في المكتب التمثيلي التابع لمنظمة أكتد – صنعاء – شارع حدة </w:t>
                  </w:r>
                  <w:r w:rsidR="00B60C69">
                    <w:rPr>
                      <w:rFonts w:ascii="Arial Narrow" w:hAnsi="Arial Narrow" w:cs="Arial" w:hint="cs"/>
                      <w:bCs/>
                      <w:sz w:val="20"/>
                      <w:szCs w:val="20"/>
                      <w:rtl/>
                      <w:lang w:bidi="ar-SA"/>
                    </w:rPr>
                    <w:t>.</w:t>
                  </w:r>
                  <w:r w:rsidRPr="00B60C69">
                    <w:rPr>
                      <w:rFonts w:ascii="Arial Narrow" w:hAnsi="Arial Narrow" w:cs="Arial"/>
                      <w:bCs/>
                      <w:sz w:val="20"/>
                      <w:szCs w:val="20"/>
                      <w:rtl/>
                    </w:rPr>
                    <w:t xml:space="preserve"> </w:t>
                  </w:r>
                </w:p>
                <w:p w14:paraId="3439E115" w14:textId="77777777" w:rsidR="00E1191A" w:rsidRPr="00192140" w:rsidRDefault="00E1191A" w:rsidP="00C954CA">
                  <w:pPr>
                    <w:framePr w:hSpace="180" w:wrap="around" w:vAnchor="page" w:hAnchor="page" w:x="606" w:y="539"/>
                    <w:bidi/>
                    <w:rPr>
                      <w:rFonts w:ascii="Arial Narrow" w:hAnsi="Arial Narrow" w:cstheme="minorHAnsi"/>
                      <w:b/>
                      <w:sz w:val="20"/>
                      <w:szCs w:val="20"/>
                      <w:rtl/>
                    </w:rPr>
                  </w:pPr>
                </w:p>
                <w:p w14:paraId="2B7CB1E8" w14:textId="77777777" w:rsidR="00E1191A" w:rsidRPr="00B60C69" w:rsidRDefault="00E1191A" w:rsidP="00C954CA">
                  <w:pPr>
                    <w:framePr w:hSpace="180" w:wrap="around" w:vAnchor="page" w:hAnchor="page" w:x="606" w:y="539"/>
                    <w:bidi/>
                    <w:rPr>
                      <w:rFonts w:ascii="Arial Narrow" w:hAnsi="Arial Narrow" w:cstheme="minorHAnsi"/>
                      <w:b/>
                      <w:sz w:val="20"/>
                      <w:szCs w:val="20"/>
                      <w:rtl/>
                      <w:lang w:val="fr-FR"/>
                    </w:rPr>
                  </w:pPr>
                  <w:r w:rsidRPr="00B60C69">
                    <w:rPr>
                      <w:rFonts w:ascii="Arial Narrow" w:hAnsi="Arial Narrow" w:cstheme="minorHAnsi"/>
                      <w:b/>
                      <w:sz w:val="20"/>
                      <w:szCs w:val="20"/>
                      <w:rtl/>
                    </w:rPr>
                    <w:t>يوفر هذا الاجتماع لمقدمي العطاءات المهتمين الفرصة لطلب مزيد من المعلومات حول عملية المناقصة أو للاستعلام عن المواصفات الفنية الموضحة في وثائق المناقصة قبل الموعد النهائي للتقديم لفهم الإمدادات / الخدمات / الأعمال المقدمة بشكل أفضل</w:t>
                  </w:r>
                  <w:r w:rsidRPr="00B60C69">
                    <w:rPr>
                      <w:rFonts w:ascii="Arial Narrow" w:hAnsi="Arial Narrow" w:cstheme="minorHAnsi"/>
                      <w:b/>
                      <w:sz w:val="20"/>
                      <w:szCs w:val="20"/>
                      <w:lang w:val="fr-FR"/>
                    </w:rPr>
                    <w:t>.</w:t>
                  </w:r>
                </w:p>
                <w:p w14:paraId="69C1CB80" w14:textId="77777777" w:rsidR="00E1191A" w:rsidRPr="00B60C69" w:rsidRDefault="00E1191A" w:rsidP="00C954CA">
                  <w:pPr>
                    <w:framePr w:hSpace="180" w:wrap="around" w:vAnchor="page" w:hAnchor="page" w:x="606" w:y="539"/>
                    <w:bidi/>
                    <w:rPr>
                      <w:rFonts w:ascii="Arial Narrow" w:hAnsi="Arial Narrow" w:cstheme="minorHAnsi"/>
                      <w:b/>
                      <w:sz w:val="20"/>
                      <w:szCs w:val="20"/>
                      <w:rtl/>
                      <w:lang w:val="fr-FR"/>
                    </w:rPr>
                  </w:pPr>
                </w:p>
                <w:p w14:paraId="4AA8CC82" w14:textId="77777777" w:rsidR="00E1191A" w:rsidRDefault="00E1191A" w:rsidP="00C954CA">
                  <w:pPr>
                    <w:framePr w:hSpace="180" w:wrap="around" w:vAnchor="page" w:hAnchor="page" w:x="606" w:y="539"/>
                    <w:bidi/>
                    <w:rPr>
                      <w:rFonts w:ascii="Arial Narrow" w:hAnsi="Arial Narrow" w:cstheme="minorHAnsi"/>
                      <w:b/>
                      <w:sz w:val="20"/>
                      <w:szCs w:val="20"/>
                      <w:rtl/>
                      <w:lang w:val="fr-FR"/>
                    </w:rPr>
                  </w:pPr>
                </w:p>
                <w:p w14:paraId="2B5E5E8B" w14:textId="77777777" w:rsidR="00B60C69" w:rsidRPr="00B60C69" w:rsidRDefault="00B60C69" w:rsidP="00C954CA">
                  <w:pPr>
                    <w:framePr w:hSpace="180" w:wrap="around" w:vAnchor="page" w:hAnchor="page" w:x="606" w:y="539"/>
                    <w:bidi/>
                    <w:rPr>
                      <w:rFonts w:ascii="Arial Narrow" w:hAnsi="Arial Narrow" w:cstheme="minorHAnsi"/>
                      <w:b/>
                      <w:sz w:val="20"/>
                      <w:szCs w:val="20"/>
                      <w:rtl/>
                      <w:lang w:val="fr-FR"/>
                    </w:rPr>
                  </w:pPr>
                </w:p>
                <w:p w14:paraId="3567D5A4" w14:textId="77777777" w:rsidR="00E1191A" w:rsidRPr="00192140" w:rsidRDefault="00E1191A" w:rsidP="00C954CA">
                  <w:pPr>
                    <w:framePr w:hSpace="180" w:wrap="around" w:vAnchor="page" w:hAnchor="page" w:x="606" w:y="539"/>
                    <w:tabs>
                      <w:tab w:val="right" w:pos="690"/>
                    </w:tabs>
                    <w:bidi/>
                    <w:ind w:right="567"/>
                    <w:rPr>
                      <w:rFonts w:ascii="Arial Narrow" w:eastAsiaTheme="minorHAnsi" w:hAnsi="Arial Narrow" w:cstheme="majorBidi"/>
                      <w:sz w:val="20"/>
                      <w:szCs w:val="20"/>
                      <w:rtl/>
                      <w:lang w:val="fr-FR"/>
                    </w:rPr>
                  </w:pPr>
                </w:p>
                <w:p w14:paraId="6B7BB64A" w14:textId="6689B55A" w:rsidR="00E1191A" w:rsidRPr="00B60C69" w:rsidRDefault="00E1191A" w:rsidP="00C954CA">
                  <w:pPr>
                    <w:framePr w:hSpace="180" w:wrap="around" w:vAnchor="page" w:hAnchor="page" w:x="606" w:y="539"/>
                    <w:tabs>
                      <w:tab w:val="right" w:pos="690"/>
                    </w:tabs>
                    <w:bidi/>
                    <w:ind w:right="567"/>
                    <w:rPr>
                      <w:rFonts w:ascii="Arial Narrow" w:hAnsi="Arial Narrow" w:cstheme="majorBidi"/>
                      <w:sz w:val="20"/>
                      <w:szCs w:val="20"/>
                    </w:rPr>
                  </w:pPr>
                  <w:r w:rsidRPr="00B60C69">
                    <w:rPr>
                      <w:rFonts w:ascii="Arial Narrow" w:eastAsiaTheme="minorHAnsi" w:hAnsi="Arial Narrow" w:cstheme="majorBidi"/>
                      <w:sz w:val="20"/>
                      <w:szCs w:val="20"/>
                      <w:rtl/>
                    </w:rPr>
                    <w:lastRenderedPageBreak/>
                    <w:t xml:space="preserve">اخر موعد لاستلام العروض واغلاق العطاء </w:t>
                  </w:r>
                  <w:r w:rsidR="00D10E8D" w:rsidRPr="00D10E8D">
                    <w:rPr>
                      <w:rFonts w:ascii="Arial Narrow" w:hAnsi="Arial Narrow"/>
                      <w:b/>
                      <w:sz w:val="20"/>
                      <w:szCs w:val="20"/>
                      <w:lang w:val="en-GB"/>
                    </w:rPr>
                    <w:t>28</w:t>
                  </w:r>
                  <w:r w:rsidRPr="00D10E8D">
                    <w:rPr>
                      <w:rFonts w:ascii="Arial Narrow" w:hAnsi="Arial Narrow"/>
                      <w:b/>
                      <w:sz w:val="20"/>
                      <w:szCs w:val="20"/>
                      <w:lang w:val="en-GB"/>
                    </w:rPr>
                    <w:t>-</w:t>
                  </w:r>
                  <w:r w:rsidR="00D10E8D">
                    <w:rPr>
                      <w:rFonts w:ascii="Arial Narrow" w:hAnsi="Arial Narrow"/>
                      <w:b/>
                      <w:sz w:val="20"/>
                      <w:szCs w:val="20"/>
                      <w:lang w:val="en-GB"/>
                    </w:rPr>
                    <w:t>08</w:t>
                  </w:r>
                  <w:r w:rsidRPr="00B60C69">
                    <w:rPr>
                      <w:rFonts w:ascii="Arial Narrow" w:hAnsi="Arial Narrow"/>
                      <w:b/>
                      <w:sz w:val="20"/>
                      <w:szCs w:val="20"/>
                      <w:lang w:val="en-GB"/>
                    </w:rPr>
                    <w:t>-2024</w:t>
                  </w:r>
                  <w:r w:rsidRPr="00B60C69">
                    <w:rPr>
                      <w:rFonts w:ascii="Arial Narrow" w:hAnsi="Arial Narrow" w:cs="Arial"/>
                      <w:b/>
                      <w:sz w:val="20"/>
                      <w:szCs w:val="20"/>
                      <w:rtl/>
                      <w:lang w:val="en-GB"/>
                    </w:rPr>
                    <w:t xml:space="preserve">   </w:t>
                  </w:r>
                  <w:r w:rsidRPr="00B60C69">
                    <w:rPr>
                      <w:rFonts w:ascii="Arial Narrow" w:hAnsi="Arial Narrow"/>
                      <w:b/>
                      <w:sz w:val="20"/>
                      <w:szCs w:val="20"/>
                      <w:lang w:val="en-GB"/>
                    </w:rPr>
                    <w:t xml:space="preserve">  </w:t>
                  </w:r>
                  <w:r w:rsidRPr="00B60C69">
                    <w:rPr>
                      <w:rFonts w:ascii="Arial Narrow" w:eastAsiaTheme="minorHAnsi" w:hAnsi="Arial Narrow" w:cstheme="majorBidi"/>
                      <w:b/>
                      <w:bCs/>
                      <w:sz w:val="20"/>
                      <w:szCs w:val="20"/>
                      <w:rtl/>
                    </w:rPr>
                    <w:t xml:space="preserve"> </w:t>
                  </w:r>
                  <w:r w:rsidRPr="00B60C69">
                    <w:rPr>
                      <w:rFonts w:ascii="Arial Narrow" w:eastAsiaTheme="minorHAnsi" w:hAnsi="Arial Narrow" w:cstheme="majorBidi"/>
                      <w:sz w:val="20"/>
                      <w:szCs w:val="20"/>
                      <w:rtl/>
                    </w:rPr>
                    <w:t xml:space="preserve">الساعة الـ </w:t>
                  </w:r>
                  <w:r w:rsidRPr="00B60C69">
                    <w:rPr>
                      <w:rFonts w:ascii="Arial Narrow" w:eastAsiaTheme="minorHAnsi" w:hAnsi="Arial Narrow" w:cstheme="majorBidi"/>
                      <w:sz w:val="20"/>
                      <w:szCs w:val="20"/>
                    </w:rPr>
                    <w:t xml:space="preserve">  </w:t>
                  </w:r>
                  <w:r w:rsidRPr="00B60C69">
                    <w:rPr>
                      <w:rFonts w:ascii="Arial Narrow" w:eastAsiaTheme="minorHAnsi" w:hAnsi="Arial Narrow" w:cstheme="majorBidi"/>
                      <w:b/>
                      <w:bCs/>
                      <w:sz w:val="20"/>
                      <w:szCs w:val="20"/>
                    </w:rPr>
                    <w:t>10:00</w:t>
                  </w:r>
                  <w:r w:rsidRPr="00B60C69">
                    <w:rPr>
                      <w:rFonts w:ascii="Arial Narrow" w:eastAsiaTheme="minorHAnsi" w:hAnsi="Arial Narrow" w:cstheme="majorBidi" w:hint="cs"/>
                      <w:sz w:val="20"/>
                      <w:szCs w:val="20"/>
                      <w:rtl/>
                    </w:rPr>
                    <w:t>صباحا</w:t>
                  </w:r>
                  <w:r w:rsidRPr="00B60C69">
                    <w:rPr>
                      <w:rFonts w:ascii="Arial Narrow" w:eastAsiaTheme="minorHAnsi" w:hAnsi="Arial Narrow" w:cstheme="majorBidi"/>
                      <w:sz w:val="20"/>
                      <w:szCs w:val="20"/>
                      <w:rtl/>
                    </w:rPr>
                    <w:t xml:space="preserve"> حسب توقيت اليمن وجميع العروض يجب ان تقدم لمكتب منظمة </w:t>
                  </w:r>
                  <w:r w:rsidRPr="00B60C69">
                    <w:rPr>
                      <w:rFonts w:ascii="Arial Narrow" w:eastAsiaTheme="minorHAnsi" w:hAnsi="Arial Narrow" w:cstheme="majorBidi"/>
                      <w:sz w:val="20"/>
                      <w:szCs w:val="20"/>
                    </w:rPr>
                    <w:t xml:space="preserve"> </w:t>
                  </w:r>
                  <w:r w:rsidRPr="00B60C69">
                    <w:rPr>
                      <w:rFonts w:ascii="Arial Narrow" w:eastAsiaTheme="minorHAnsi" w:hAnsi="Arial Narrow" w:cstheme="majorBidi"/>
                      <w:sz w:val="20"/>
                      <w:szCs w:val="20"/>
                      <w:rtl/>
                    </w:rPr>
                    <w:t xml:space="preserve">أكتد </w:t>
                  </w:r>
                  <w:r w:rsidRPr="00B60C69">
                    <w:rPr>
                      <w:rFonts w:ascii="Arial Narrow" w:eastAsiaTheme="minorHAnsi" w:hAnsi="Arial Narrow"/>
                      <w:b/>
                      <w:sz w:val="20"/>
                      <w:szCs w:val="20"/>
                      <w:rtl/>
                    </w:rPr>
                    <w:t xml:space="preserve"> </w:t>
                  </w:r>
                  <w:r w:rsidRPr="00B60C69">
                    <w:rPr>
                      <w:rFonts w:ascii="Arial Narrow" w:eastAsiaTheme="minorHAnsi" w:hAnsi="Arial Narrow"/>
                      <w:b/>
                      <w:sz w:val="20"/>
                      <w:szCs w:val="20"/>
                    </w:rPr>
                    <w:t>-</w:t>
                  </w:r>
                  <w:r w:rsidRPr="00B60C69">
                    <w:rPr>
                      <w:rFonts w:ascii="Arial Narrow" w:eastAsiaTheme="minorHAnsi" w:hAnsi="Arial Narrow"/>
                      <w:b/>
                      <w:sz w:val="20"/>
                      <w:szCs w:val="20"/>
                      <w:rtl/>
                    </w:rPr>
                    <w:t xml:space="preserve">حده – خلف العزاني – صنعاء - اليمن </w:t>
                  </w:r>
                  <w:r w:rsidRPr="00B60C69">
                    <w:rPr>
                      <w:rFonts w:ascii="Arial Narrow" w:eastAsiaTheme="minorHAnsi" w:hAnsi="Arial Narrow" w:cstheme="majorBidi"/>
                      <w:sz w:val="20"/>
                      <w:szCs w:val="20"/>
                      <w:rtl/>
                    </w:rPr>
                    <w:t xml:space="preserve">في ظرف مغلق ومختوم </w:t>
                  </w:r>
                </w:p>
                <w:p w14:paraId="040D1A31" w14:textId="77777777" w:rsidR="00E1191A" w:rsidRPr="00B60C69" w:rsidRDefault="00E1191A" w:rsidP="00C954CA">
                  <w:pPr>
                    <w:framePr w:hSpace="180" w:wrap="around" w:vAnchor="page" w:hAnchor="page" w:x="606" w:y="539"/>
                    <w:tabs>
                      <w:tab w:val="right" w:pos="600"/>
                    </w:tabs>
                    <w:bidi/>
                    <w:ind w:right="690"/>
                    <w:rPr>
                      <w:rFonts w:ascii="Arial Narrow" w:hAnsi="Arial Narrow" w:cstheme="majorBidi"/>
                      <w:sz w:val="20"/>
                      <w:szCs w:val="20"/>
                    </w:rPr>
                  </w:pPr>
                  <w:r w:rsidRPr="00B60C69">
                    <w:rPr>
                      <w:rFonts w:ascii="Arial Narrow" w:hAnsi="Arial Narrow" w:cstheme="majorBidi"/>
                      <w:sz w:val="20"/>
                      <w:szCs w:val="20"/>
                      <w:rtl/>
                    </w:rPr>
                    <w:t>لن يتم فتح المغلفات قبل جلسة فتح العروض بتاريخ</w:t>
                  </w:r>
                </w:p>
                <w:p w14:paraId="05B26D19" w14:textId="6937A330" w:rsidR="00E1191A" w:rsidRPr="00B60C69" w:rsidRDefault="00D10E8D" w:rsidP="00C954CA">
                  <w:pPr>
                    <w:framePr w:hSpace="180" w:wrap="around" w:vAnchor="page" w:hAnchor="page" w:x="606" w:y="539"/>
                    <w:tabs>
                      <w:tab w:val="right" w:pos="600"/>
                    </w:tabs>
                    <w:bidi/>
                    <w:ind w:left="525" w:right="690" w:hanging="525"/>
                    <w:rPr>
                      <w:rFonts w:ascii="Arial Narrow" w:hAnsi="Arial Narrow" w:cstheme="majorBidi"/>
                      <w:sz w:val="20"/>
                      <w:szCs w:val="20"/>
                      <w:rtl/>
                    </w:rPr>
                  </w:pPr>
                  <w:r w:rsidRPr="00D10E8D">
                    <w:rPr>
                      <w:rFonts w:ascii="Arial Narrow" w:hAnsi="Arial Narrow"/>
                      <w:b/>
                      <w:sz w:val="20"/>
                      <w:szCs w:val="20"/>
                      <w:lang w:val="en-GB"/>
                    </w:rPr>
                    <w:t>28</w:t>
                  </w:r>
                  <w:r w:rsidR="00E1191A" w:rsidRPr="00D10E8D">
                    <w:rPr>
                      <w:rFonts w:ascii="Arial Narrow" w:hAnsi="Arial Narrow"/>
                      <w:b/>
                      <w:sz w:val="20"/>
                      <w:szCs w:val="20"/>
                      <w:lang w:val="en-GB"/>
                    </w:rPr>
                    <w:t>-</w:t>
                  </w:r>
                  <w:r w:rsidRPr="00D10E8D">
                    <w:rPr>
                      <w:rFonts w:ascii="Arial Narrow" w:hAnsi="Arial Narrow"/>
                      <w:b/>
                      <w:sz w:val="20"/>
                      <w:szCs w:val="20"/>
                      <w:lang w:val="en-GB"/>
                    </w:rPr>
                    <w:t>08</w:t>
                  </w:r>
                  <w:r w:rsidR="00E1191A" w:rsidRPr="00D10E8D">
                    <w:rPr>
                      <w:rFonts w:ascii="Arial Narrow" w:hAnsi="Arial Narrow"/>
                      <w:b/>
                      <w:sz w:val="20"/>
                      <w:szCs w:val="20"/>
                      <w:lang w:val="en-GB"/>
                    </w:rPr>
                    <w:t>-2</w:t>
                  </w:r>
                  <w:r w:rsidR="00E1191A" w:rsidRPr="00B60C69">
                    <w:rPr>
                      <w:rFonts w:ascii="Arial Narrow" w:hAnsi="Arial Narrow"/>
                      <w:b/>
                      <w:sz w:val="20"/>
                      <w:szCs w:val="20"/>
                      <w:lang w:val="en-GB"/>
                    </w:rPr>
                    <w:t>024</w:t>
                  </w:r>
                  <w:r w:rsidR="00E1191A" w:rsidRPr="00B60C69">
                    <w:rPr>
                      <w:rFonts w:ascii="Arial Narrow" w:hAnsi="Arial Narrow"/>
                      <w:b/>
                      <w:bCs/>
                      <w:sz w:val="20"/>
                      <w:szCs w:val="20"/>
                      <w:rtl/>
                    </w:rPr>
                    <w:t xml:space="preserve"> </w:t>
                  </w:r>
                  <w:r w:rsidR="00E1191A" w:rsidRPr="00B60C69">
                    <w:rPr>
                      <w:rFonts w:ascii="Arial Narrow" w:hAnsi="Arial Narrow" w:cstheme="majorBidi"/>
                      <w:bCs/>
                      <w:sz w:val="20"/>
                      <w:szCs w:val="20"/>
                      <w:rtl/>
                    </w:rPr>
                    <w:t>- العروض المتاخرة سوف ترفض تلقائيا</w:t>
                  </w:r>
                </w:p>
                <w:p w14:paraId="290FFA67" w14:textId="77777777" w:rsidR="00E1191A" w:rsidRPr="00B60C69" w:rsidRDefault="00E1191A" w:rsidP="00C954CA">
                  <w:pPr>
                    <w:pStyle w:val="ListParagraph"/>
                    <w:framePr w:hSpace="180" w:wrap="around" w:vAnchor="page" w:hAnchor="page" w:x="606" w:y="539"/>
                    <w:bidi/>
                    <w:spacing w:after="160" w:line="276" w:lineRule="auto"/>
                    <w:rPr>
                      <w:rFonts w:ascii="Arial Narrow" w:hAnsi="Arial Narrow" w:cstheme="majorBidi"/>
                      <w:bCs/>
                      <w:sz w:val="20"/>
                      <w:szCs w:val="20"/>
                    </w:rPr>
                  </w:pPr>
                  <w:r w:rsidRPr="00B60C69">
                    <w:rPr>
                      <w:rFonts w:ascii="Arial Narrow" w:hAnsi="Arial Narrow" w:cstheme="majorBidi"/>
                      <w:bCs/>
                      <w:sz w:val="20"/>
                      <w:szCs w:val="20"/>
                      <w:rtl/>
                    </w:rPr>
                    <w:t xml:space="preserve">او </w:t>
                  </w:r>
                </w:p>
                <w:p w14:paraId="78EBB1E6" w14:textId="7AB9A35B" w:rsidR="00D10E8D" w:rsidRPr="00D10E8D" w:rsidRDefault="00E1191A" w:rsidP="00C954CA">
                  <w:pPr>
                    <w:framePr w:hSpace="180" w:wrap="around" w:vAnchor="page" w:hAnchor="page" w:x="606" w:y="539"/>
                    <w:bidi/>
                    <w:spacing w:after="160" w:line="276" w:lineRule="auto"/>
                    <w:ind w:left="3"/>
                    <w:rPr>
                      <w:rFonts w:cstheme="majorBidi"/>
                      <w:bCs/>
                      <w:sz w:val="18"/>
                      <w:szCs w:val="18"/>
                    </w:rPr>
                  </w:pPr>
                  <w:r w:rsidRPr="00192140">
                    <w:rPr>
                      <w:rFonts w:ascii="Arial Narrow" w:hAnsi="Arial Narrow" w:cstheme="majorBidi" w:hint="eastAsia"/>
                      <w:b/>
                      <w:sz w:val="20"/>
                      <w:szCs w:val="20"/>
                      <w:rtl/>
                    </w:rPr>
                    <w:t>يمكن</w:t>
                  </w:r>
                  <w:r w:rsidRPr="00192140">
                    <w:rPr>
                      <w:rFonts w:ascii="Arial Narrow" w:hAnsi="Arial Narrow" w:cstheme="majorBidi"/>
                      <w:b/>
                      <w:sz w:val="20"/>
                      <w:szCs w:val="20"/>
                      <w:rtl/>
                    </w:rPr>
                    <w:t xml:space="preserve"> </w:t>
                  </w:r>
                  <w:r w:rsidRPr="00192140">
                    <w:rPr>
                      <w:rFonts w:ascii="Arial Narrow" w:hAnsi="Arial Narrow" w:cstheme="majorBidi" w:hint="eastAsia"/>
                      <w:b/>
                      <w:sz w:val="20"/>
                      <w:szCs w:val="20"/>
                      <w:rtl/>
                    </w:rPr>
                    <w:t>التقديم</w:t>
                  </w:r>
                  <w:r w:rsidRPr="00192140">
                    <w:rPr>
                      <w:rFonts w:ascii="Arial Narrow" w:hAnsi="Arial Narrow" w:cstheme="majorBidi"/>
                      <w:b/>
                      <w:sz w:val="20"/>
                      <w:szCs w:val="20"/>
                      <w:rtl/>
                    </w:rPr>
                    <w:t xml:space="preserve"> </w:t>
                  </w:r>
                  <w:r w:rsidRPr="00192140">
                    <w:rPr>
                      <w:rFonts w:ascii="Arial Narrow" w:hAnsi="Arial Narrow" w:cstheme="majorBidi" w:hint="eastAsia"/>
                      <w:b/>
                      <w:sz w:val="20"/>
                      <w:szCs w:val="20"/>
                      <w:rtl/>
                    </w:rPr>
                    <w:t>عبر</w:t>
                  </w:r>
                  <w:r w:rsidRPr="00192140">
                    <w:rPr>
                      <w:rFonts w:ascii="Arial Narrow" w:hAnsi="Arial Narrow" w:cstheme="majorBidi"/>
                      <w:b/>
                      <w:sz w:val="20"/>
                      <w:szCs w:val="20"/>
                      <w:rtl/>
                    </w:rPr>
                    <w:t xml:space="preserve"> </w:t>
                  </w:r>
                  <w:r w:rsidRPr="00192140">
                    <w:rPr>
                      <w:rFonts w:ascii="Arial Narrow" w:hAnsi="Arial Narrow" w:cstheme="majorBidi" w:hint="eastAsia"/>
                      <w:b/>
                      <w:sz w:val="20"/>
                      <w:szCs w:val="20"/>
                      <w:rtl/>
                    </w:rPr>
                    <w:t>الايميل</w:t>
                  </w:r>
                  <w:r w:rsidRPr="00192140">
                    <w:rPr>
                      <w:rFonts w:ascii="Arial Narrow" w:hAnsi="Arial Narrow" w:cstheme="majorBidi"/>
                      <w:b/>
                      <w:sz w:val="20"/>
                      <w:szCs w:val="20"/>
                      <w:rtl/>
                    </w:rPr>
                    <w:t xml:space="preserve"> </w:t>
                  </w:r>
                  <w:hyperlink r:id="rId23" w:history="1">
                    <w:r w:rsidRPr="00192140">
                      <w:rPr>
                        <w:rFonts w:ascii="Arial Narrow" w:hAnsi="Arial Narrow" w:cs="Arial"/>
                        <w:bCs/>
                        <w:color w:val="0000FF"/>
                        <w:sz w:val="20"/>
                        <w:szCs w:val="20"/>
                        <w:u w:val="single"/>
                      </w:rPr>
                      <w:t>yemen.tender@acted.org</w:t>
                    </w:r>
                  </w:hyperlink>
                  <w:r w:rsidRPr="00192140">
                    <w:rPr>
                      <w:rFonts w:ascii="Arial Narrow" w:hAnsi="Arial Narrow" w:cs="Arial"/>
                      <w:bCs/>
                      <w:color w:val="0000FF"/>
                      <w:sz w:val="20"/>
                      <w:szCs w:val="20"/>
                      <w:u w:val="single"/>
                      <w:rtl/>
                    </w:rPr>
                    <w:t xml:space="preserve"> </w:t>
                  </w:r>
                  <w:r w:rsidRPr="00192140">
                    <w:rPr>
                      <w:rFonts w:cstheme="majorBidi"/>
                      <w:b/>
                      <w:sz w:val="20"/>
                      <w:szCs w:val="20"/>
                      <w:rtl/>
                    </w:rPr>
                    <w:t xml:space="preserve">ووضع </w:t>
                  </w:r>
                  <w:hyperlink r:id="rId24" w:history="1">
                    <w:r w:rsidRPr="00192140">
                      <w:rPr>
                        <w:rFonts w:ascii="Arial Narrow" w:hAnsi="Arial Narrow" w:cs="Arial"/>
                        <w:bCs/>
                        <w:color w:val="0000FF"/>
                        <w:sz w:val="20"/>
                        <w:szCs w:val="20"/>
                        <w:u w:val="single"/>
                      </w:rPr>
                      <w:t>tender@acted.org</w:t>
                    </w:r>
                  </w:hyperlink>
                  <w:r w:rsidRPr="00192140">
                    <w:rPr>
                      <w:rFonts w:ascii="Arial Narrow" w:hAnsi="Arial Narrow" w:cs="Arial"/>
                      <w:bCs/>
                      <w:color w:val="0000FF"/>
                      <w:sz w:val="20"/>
                      <w:szCs w:val="20"/>
                      <w:u w:val="single"/>
                      <w:rtl/>
                    </w:rPr>
                    <w:t xml:space="preserve"> </w:t>
                  </w:r>
                  <w:r w:rsidRPr="00192140">
                    <w:rPr>
                      <w:rFonts w:cstheme="majorBidi"/>
                      <w:b/>
                      <w:sz w:val="20"/>
                      <w:szCs w:val="20"/>
                      <w:rtl/>
                    </w:rPr>
                    <w:t>في المرفقات</w:t>
                  </w:r>
                  <w:r w:rsidRPr="00192140">
                    <w:rPr>
                      <w:rFonts w:cstheme="majorBidi"/>
                      <w:b/>
                      <w:sz w:val="20"/>
                      <w:szCs w:val="20"/>
                    </w:rPr>
                    <w:t>.</w:t>
                  </w:r>
                  <w:r w:rsidR="00D10E8D" w:rsidRPr="00266EA3">
                    <w:rPr>
                      <w:bCs/>
                      <w:sz w:val="18"/>
                      <w:szCs w:val="18"/>
                      <w:rtl/>
                      <w:lang w:bidi="ar-SA"/>
                    </w:rPr>
                    <w:t xml:space="preserve"> سيتم رفض المظاريف غير المختومة والعطاءات المتأخرة تلقائيًا.</w:t>
                  </w:r>
                </w:p>
                <w:p w14:paraId="31AA7A31" w14:textId="77777777" w:rsidR="00E1191A" w:rsidRPr="00192140" w:rsidRDefault="00E1191A" w:rsidP="00C954CA">
                  <w:pPr>
                    <w:framePr w:hSpace="180" w:wrap="around" w:vAnchor="page" w:hAnchor="page" w:x="606" w:y="539"/>
                    <w:bidi/>
                    <w:spacing w:after="160" w:line="276" w:lineRule="auto"/>
                    <w:rPr>
                      <w:rFonts w:cstheme="majorBidi"/>
                      <w:b/>
                      <w:sz w:val="20"/>
                      <w:szCs w:val="20"/>
                    </w:rPr>
                  </w:pPr>
                  <w:r w:rsidRPr="00192140">
                    <w:rPr>
                      <w:b/>
                      <w:sz w:val="20"/>
                      <w:szCs w:val="20"/>
                      <w:rtl/>
                    </w:rPr>
                    <w:t>"</w:t>
                  </w:r>
                  <w:r w:rsidRPr="00192140">
                    <w:rPr>
                      <w:rFonts w:cstheme="majorBidi"/>
                      <w:b/>
                      <w:sz w:val="20"/>
                      <w:szCs w:val="20"/>
                      <w:rtl/>
                    </w:rPr>
                    <w:t xml:space="preserve">لن تكون منظمة </w:t>
                  </w:r>
                  <w:r w:rsidRPr="00192140">
                    <w:rPr>
                      <w:rFonts w:cstheme="majorBidi"/>
                      <w:b/>
                      <w:sz w:val="20"/>
                      <w:szCs w:val="20"/>
                    </w:rPr>
                    <w:t>ACTED</w:t>
                  </w:r>
                  <w:r w:rsidRPr="00192140">
                    <w:rPr>
                      <w:rFonts w:cstheme="majorBidi"/>
                      <w:b/>
                      <w:sz w:val="20"/>
                      <w:szCs w:val="20"/>
                      <w:rtl/>
                    </w:rPr>
                    <w:t xml:space="preserve"> مسؤولة عن أي تكاليف أو نفقات </w:t>
                  </w:r>
                  <w:r w:rsidRPr="00192140">
                    <w:rPr>
                      <w:rFonts w:cstheme="majorBidi" w:hint="eastAsia"/>
                      <w:b/>
                      <w:sz w:val="20"/>
                      <w:szCs w:val="20"/>
                      <w:rtl/>
                    </w:rPr>
                    <w:t>يتكلفها</w:t>
                  </w:r>
                  <w:r w:rsidRPr="00192140">
                    <w:rPr>
                      <w:rFonts w:cstheme="majorBidi"/>
                      <w:b/>
                      <w:sz w:val="20"/>
                      <w:szCs w:val="20"/>
                      <w:rtl/>
                    </w:rPr>
                    <w:t xml:space="preserve"> مقدمو العروض فيما يتعلق بإعداد وتقديم عروضهم إلى </w:t>
                  </w:r>
                  <w:r w:rsidRPr="00192140">
                    <w:rPr>
                      <w:rFonts w:cstheme="majorBidi"/>
                      <w:b/>
                      <w:sz w:val="20"/>
                      <w:szCs w:val="20"/>
                    </w:rPr>
                    <w:t>ACTED</w:t>
                  </w:r>
                  <w:r w:rsidRPr="00192140">
                    <w:rPr>
                      <w:rFonts w:cstheme="majorBidi"/>
                      <w:b/>
                      <w:sz w:val="20"/>
                      <w:szCs w:val="20"/>
                      <w:rtl/>
                    </w:rPr>
                    <w:t>."</w:t>
                  </w:r>
                </w:p>
                <w:p w14:paraId="106BD2F8" w14:textId="20D06F92" w:rsidR="00E1191A" w:rsidRPr="00B60C69" w:rsidRDefault="00E1191A" w:rsidP="00C954CA">
                  <w:pPr>
                    <w:framePr w:hSpace="180" w:wrap="around" w:vAnchor="page" w:hAnchor="page" w:x="606" w:y="539"/>
                    <w:bidi/>
                    <w:rPr>
                      <w:rFonts w:ascii="Arial Narrow" w:hAnsi="Arial Narrow" w:cstheme="minorHAnsi"/>
                      <w:b/>
                      <w:sz w:val="20"/>
                      <w:szCs w:val="20"/>
                    </w:rPr>
                  </w:pPr>
                  <w:r w:rsidRPr="00B60C69">
                    <w:rPr>
                      <w:rFonts w:ascii="Arial Narrow" w:eastAsiaTheme="minorHAnsi" w:hAnsi="Arial Narrow" w:cs="Arial"/>
                      <w:bCs/>
                      <w:sz w:val="20"/>
                      <w:szCs w:val="20"/>
                    </w:rPr>
                    <w:t xml:space="preserve"> </w:t>
                  </w:r>
                </w:p>
                <w:p w14:paraId="13893596" w14:textId="1C5A60DD" w:rsidR="00E1191A" w:rsidRPr="00192140" w:rsidRDefault="00E1191A" w:rsidP="00C954CA">
                  <w:pPr>
                    <w:framePr w:hSpace="180" w:wrap="around" w:vAnchor="page" w:hAnchor="page" w:x="606" w:y="539"/>
                    <w:bidi/>
                    <w:rPr>
                      <w:rFonts w:ascii="Arial Narrow" w:eastAsiaTheme="minorHAnsi" w:hAnsi="Arial Narrow" w:cstheme="minorHAnsi"/>
                      <w:b/>
                      <w:sz w:val="20"/>
                      <w:szCs w:val="20"/>
                    </w:rPr>
                  </w:pPr>
                  <w:r w:rsidRPr="00B60C69">
                    <w:rPr>
                      <w:rFonts w:ascii="Arial Narrow" w:eastAsiaTheme="minorHAnsi" w:hAnsi="Arial Narrow" w:cstheme="minorHAnsi"/>
                      <w:bCs/>
                      <w:sz w:val="20"/>
                      <w:szCs w:val="20"/>
                      <w:rtl/>
                    </w:rPr>
                    <w:t xml:space="preserve">ستعقد لجنة أكتد للمناقصات جلسة فتح عطاءات بحضور الراغبين في </w:t>
                  </w:r>
                  <w:r w:rsidRPr="00B60C69">
                    <w:rPr>
                      <w:rFonts w:ascii="Arial Narrow" w:hAnsi="Arial Narrow" w:cstheme="minorHAnsi"/>
                      <w:bCs/>
                      <w:sz w:val="20"/>
                      <w:szCs w:val="20"/>
                      <w:rtl/>
                    </w:rPr>
                    <w:t>مكتب اكتد في صنعاء – العنوان: حده – خلف العزاني – صنعاء</w:t>
                  </w:r>
                  <w:r w:rsidRPr="00B60C69">
                    <w:rPr>
                      <w:rFonts w:ascii="Arial Narrow" w:eastAsiaTheme="minorHAnsi" w:hAnsi="Arial Narrow" w:cstheme="minorHAnsi"/>
                      <w:bCs/>
                      <w:sz w:val="20"/>
                      <w:szCs w:val="20"/>
                      <w:rtl/>
                    </w:rPr>
                    <w:t xml:space="preserve"> - اليمن  – بتاريخ </w:t>
                  </w:r>
                  <w:r w:rsidRPr="00192140">
                    <w:rPr>
                      <w:rFonts w:ascii="Arial Narrow" w:eastAsiaTheme="minorHAnsi" w:hAnsi="Arial Narrow" w:cstheme="minorHAnsi"/>
                      <w:bCs/>
                      <w:sz w:val="20"/>
                      <w:szCs w:val="20"/>
                    </w:rPr>
                    <w:t xml:space="preserve"> </w:t>
                  </w:r>
                  <w:r w:rsidR="00D10E8D" w:rsidRPr="005A772B">
                    <w:rPr>
                      <w:rFonts w:ascii="Arial Narrow" w:hAnsi="Arial Narrow"/>
                      <w:b/>
                      <w:sz w:val="20"/>
                      <w:szCs w:val="20"/>
                    </w:rPr>
                    <w:t>28</w:t>
                  </w:r>
                  <w:r w:rsidRPr="005A772B">
                    <w:rPr>
                      <w:rFonts w:ascii="Arial Narrow" w:hAnsi="Arial Narrow"/>
                      <w:b/>
                      <w:sz w:val="20"/>
                      <w:szCs w:val="20"/>
                    </w:rPr>
                    <w:t>-</w:t>
                  </w:r>
                  <w:r w:rsidR="00D10E8D" w:rsidRPr="005A772B">
                    <w:rPr>
                      <w:rFonts w:ascii="Arial Narrow" w:hAnsi="Arial Narrow"/>
                      <w:b/>
                      <w:sz w:val="20"/>
                      <w:szCs w:val="20"/>
                    </w:rPr>
                    <w:t>08</w:t>
                  </w:r>
                  <w:r w:rsidRPr="00192140">
                    <w:rPr>
                      <w:rFonts w:ascii="Arial Narrow" w:hAnsi="Arial Narrow"/>
                      <w:bCs/>
                      <w:sz w:val="20"/>
                      <w:szCs w:val="20"/>
                    </w:rPr>
                    <w:t>-</w:t>
                  </w:r>
                  <w:r w:rsidR="00D10E8D" w:rsidRPr="00D10E8D">
                    <w:rPr>
                      <w:rFonts w:ascii="Arial Narrow" w:hAnsi="Arial Narrow"/>
                      <w:b/>
                      <w:sz w:val="20"/>
                      <w:szCs w:val="20"/>
                    </w:rPr>
                    <w:t>2024</w:t>
                  </w:r>
                  <w:r w:rsidRPr="00B60C69">
                    <w:rPr>
                      <w:rFonts w:ascii="Arial Narrow" w:hAnsi="Arial Narrow"/>
                      <w:bCs/>
                      <w:sz w:val="20"/>
                      <w:szCs w:val="20"/>
                      <w:rtl/>
                    </w:rPr>
                    <w:t xml:space="preserve">  </w:t>
                  </w:r>
                  <w:r w:rsidRPr="00192140">
                    <w:rPr>
                      <w:rFonts w:ascii="Arial Narrow" w:hAnsi="Arial Narrow"/>
                      <w:bCs/>
                      <w:sz w:val="20"/>
                      <w:szCs w:val="20"/>
                    </w:rPr>
                    <w:t xml:space="preserve"> </w:t>
                  </w:r>
                  <w:r w:rsidRPr="00192140">
                    <w:rPr>
                      <w:rFonts w:ascii="Arial Narrow" w:hAnsi="Arial Narrow"/>
                      <w:b/>
                      <w:sz w:val="20"/>
                      <w:szCs w:val="20"/>
                    </w:rPr>
                    <w:t>2024</w:t>
                  </w:r>
                  <w:r w:rsidRPr="00192140">
                    <w:rPr>
                      <w:rFonts w:ascii="Arial Narrow" w:hAnsi="Arial Narrow"/>
                      <w:bCs/>
                      <w:sz w:val="20"/>
                      <w:szCs w:val="20"/>
                    </w:rPr>
                    <w:t xml:space="preserve"> </w:t>
                  </w:r>
                  <w:r w:rsidRPr="00B60C69">
                    <w:rPr>
                      <w:rFonts w:ascii="Arial Narrow" w:hAnsi="Arial Narrow" w:hint="cs"/>
                      <w:bCs/>
                      <w:sz w:val="20"/>
                      <w:szCs w:val="20"/>
                      <w:rtl/>
                    </w:rPr>
                    <w:t xml:space="preserve"> </w:t>
                  </w:r>
                  <w:r w:rsidRPr="00B60C69">
                    <w:rPr>
                      <w:rFonts w:ascii="Arial Narrow" w:eastAsiaTheme="minorHAnsi" w:hAnsi="Arial Narrow" w:cstheme="minorHAnsi"/>
                      <w:bCs/>
                      <w:sz w:val="20"/>
                      <w:szCs w:val="20"/>
                      <w:rtl/>
                    </w:rPr>
                    <w:t xml:space="preserve">الساعة </w:t>
                  </w:r>
                  <w:r w:rsidRPr="00192140">
                    <w:rPr>
                      <w:rFonts w:ascii="Arial Narrow" w:eastAsiaTheme="minorHAnsi" w:hAnsi="Arial Narrow" w:cstheme="minorHAnsi"/>
                      <w:b/>
                      <w:sz w:val="20"/>
                      <w:szCs w:val="20"/>
                    </w:rPr>
                    <w:t>11:00</w:t>
                  </w:r>
                  <w:r w:rsidRPr="00192140">
                    <w:rPr>
                      <w:rFonts w:ascii="Arial Narrow" w:eastAsiaTheme="minorHAnsi" w:hAnsi="Arial Narrow" w:cstheme="minorHAnsi"/>
                      <w:bCs/>
                      <w:sz w:val="20"/>
                      <w:szCs w:val="20"/>
                    </w:rPr>
                    <w:t xml:space="preserve"> </w:t>
                  </w:r>
                  <w:r w:rsidRPr="00B60C69">
                    <w:rPr>
                      <w:rFonts w:ascii="Arial Narrow" w:eastAsiaTheme="minorHAnsi" w:hAnsi="Arial Narrow" w:cstheme="minorHAnsi" w:hint="cs"/>
                      <w:bCs/>
                      <w:sz w:val="20"/>
                      <w:szCs w:val="20"/>
                      <w:rtl/>
                    </w:rPr>
                    <w:t xml:space="preserve"> صباحا</w:t>
                  </w:r>
                  <w:r w:rsidRPr="00B60C69">
                    <w:rPr>
                      <w:rFonts w:ascii="Arial Narrow" w:eastAsiaTheme="minorHAnsi" w:hAnsi="Arial Narrow" w:cstheme="minorHAnsi"/>
                      <w:bCs/>
                      <w:sz w:val="20"/>
                      <w:szCs w:val="20"/>
                      <w:rtl/>
                    </w:rPr>
                    <w:t xml:space="preserve">  بتوقيت اليمن</w:t>
                  </w:r>
                  <w:r w:rsidRPr="00B60C69">
                    <w:rPr>
                      <w:rFonts w:ascii="Arial Narrow" w:eastAsiaTheme="minorHAnsi" w:hAnsi="Arial Narrow" w:cstheme="minorHAnsi"/>
                      <w:b/>
                      <w:sz w:val="20"/>
                      <w:szCs w:val="20"/>
                      <w:rtl/>
                    </w:rPr>
                    <w:t xml:space="preserve">. يمكن لممثل العطاء حضور فتح العطاءات ويجب ارسال بريد الكتروني بالاسم والتفاصيل الى العنوان التالي </w:t>
                  </w:r>
                  <w:hyperlink r:id="rId25" w:history="1">
                    <w:r w:rsidRPr="00192140">
                      <w:rPr>
                        <w:rFonts w:ascii="Arial Narrow" w:eastAsiaTheme="minorHAnsi" w:hAnsi="Arial Narrow" w:cstheme="minorHAnsi"/>
                        <w:color w:val="0000FF"/>
                        <w:sz w:val="20"/>
                        <w:szCs w:val="20"/>
                        <w:u w:val="single"/>
                      </w:rPr>
                      <w:t>yemen.tender@acted.org</w:t>
                    </w:r>
                  </w:hyperlink>
                  <w:r w:rsidRPr="00192140">
                    <w:rPr>
                      <w:rFonts w:ascii="Arial Narrow" w:eastAsiaTheme="minorHAnsi" w:hAnsi="Arial Narrow" w:cstheme="minorHAnsi"/>
                      <w:color w:val="0000FF"/>
                      <w:sz w:val="20"/>
                      <w:szCs w:val="20"/>
                      <w:u w:val="single"/>
                    </w:rPr>
                    <w:t xml:space="preserve"> </w:t>
                  </w:r>
                  <w:r w:rsidRPr="00B60C69">
                    <w:rPr>
                      <w:rFonts w:ascii="Arial Narrow" w:eastAsiaTheme="minorHAnsi" w:hAnsi="Arial Narrow" w:cstheme="minorHAnsi"/>
                      <w:sz w:val="20"/>
                      <w:szCs w:val="20"/>
                      <w:rtl/>
                    </w:rPr>
                    <w:t xml:space="preserve">   </w:t>
                  </w:r>
                  <w:r w:rsidRPr="00B60C69">
                    <w:rPr>
                      <w:rFonts w:ascii="Arial Narrow" w:eastAsiaTheme="minorHAnsi" w:hAnsi="Arial Narrow" w:cstheme="minorHAnsi"/>
                      <w:b/>
                      <w:sz w:val="20"/>
                      <w:szCs w:val="20"/>
                      <w:rtl/>
                    </w:rPr>
                    <w:t xml:space="preserve">واضافة نسخة الى </w:t>
                  </w:r>
                  <w:hyperlink r:id="rId26" w:history="1">
                    <w:r w:rsidRPr="00192140">
                      <w:rPr>
                        <w:rFonts w:ascii="Arial Narrow" w:eastAsiaTheme="minorHAnsi" w:hAnsi="Arial Narrow" w:cstheme="minorHAnsi"/>
                        <w:color w:val="0000FF"/>
                        <w:sz w:val="20"/>
                        <w:szCs w:val="20"/>
                        <w:u w:val="single"/>
                      </w:rPr>
                      <w:t>tender@acted.org</w:t>
                    </w:r>
                  </w:hyperlink>
                  <w:r w:rsidRPr="00192140">
                    <w:rPr>
                      <w:rFonts w:ascii="Arial Narrow" w:eastAsiaTheme="minorHAnsi" w:hAnsi="Arial Narrow" w:cstheme="minorHAnsi"/>
                      <w:b/>
                      <w:sz w:val="20"/>
                      <w:szCs w:val="20"/>
                    </w:rPr>
                    <w:t xml:space="preserve"> </w:t>
                  </w:r>
                  <w:r w:rsidRPr="00B60C69">
                    <w:rPr>
                      <w:rFonts w:ascii="Arial Narrow" w:eastAsiaTheme="minorHAnsi" w:hAnsi="Arial Narrow" w:cstheme="minorHAnsi"/>
                      <w:b/>
                      <w:sz w:val="20"/>
                      <w:szCs w:val="20"/>
                      <w:rtl/>
                    </w:rPr>
                    <w:t xml:space="preserve">  قبل التاريخ  </w:t>
                  </w:r>
                  <w:r w:rsidRPr="00192140">
                    <w:rPr>
                      <w:rFonts w:ascii="Arial Narrow" w:eastAsiaTheme="minorHAnsi" w:hAnsi="Arial Narrow" w:cstheme="minorHAnsi"/>
                      <w:b/>
                      <w:sz w:val="20"/>
                      <w:szCs w:val="20"/>
                    </w:rPr>
                    <w:t xml:space="preserve"> </w:t>
                  </w:r>
                  <w:r w:rsidR="005A772B" w:rsidRPr="005A772B">
                    <w:rPr>
                      <w:rFonts w:ascii="Arial Narrow" w:hAnsi="Arial Narrow"/>
                      <w:b/>
                      <w:sz w:val="20"/>
                      <w:szCs w:val="20"/>
                    </w:rPr>
                    <w:t>28</w:t>
                  </w:r>
                  <w:r w:rsidRPr="005A772B">
                    <w:rPr>
                      <w:rFonts w:ascii="Arial Narrow" w:hAnsi="Arial Narrow"/>
                      <w:b/>
                      <w:sz w:val="20"/>
                      <w:szCs w:val="20"/>
                    </w:rPr>
                    <w:t>-</w:t>
                  </w:r>
                  <w:r w:rsidR="005A772B">
                    <w:rPr>
                      <w:rFonts w:ascii="Arial Narrow" w:hAnsi="Arial Narrow"/>
                      <w:b/>
                      <w:sz w:val="20"/>
                      <w:szCs w:val="20"/>
                    </w:rPr>
                    <w:t>08</w:t>
                  </w:r>
                  <w:r w:rsidRPr="00192140">
                    <w:rPr>
                      <w:rFonts w:ascii="Arial Narrow" w:hAnsi="Arial Narrow"/>
                      <w:b/>
                      <w:sz w:val="20"/>
                      <w:szCs w:val="20"/>
                    </w:rPr>
                    <w:t xml:space="preserve">-2024 </w:t>
                  </w:r>
                  <w:r w:rsidRPr="00B60C69">
                    <w:rPr>
                      <w:rFonts w:ascii="Arial Narrow" w:eastAsiaTheme="minorHAnsi" w:hAnsi="Arial Narrow" w:cstheme="minorHAnsi"/>
                      <w:b/>
                      <w:sz w:val="20"/>
                      <w:szCs w:val="20"/>
                      <w:rtl/>
                    </w:rPr>
                    <w:t xml:space="preserve">الساعة </w:t>
                  </w:r>
                  <w:r w:rsidRPr="00192140">
                    <w:rPr>
                      <w:rFonts w:ascii="Arial Narrow" w:eastAsiaTheme="minorHAnsi" w:hAnsi="Arial Narrow" w:cstheme="minorHAnsi"/>
                      <w:b/>
                      <w:sz w:val="20"/>
                      <w:szCs w:val="20"/>
                    </w:rPr>
                    <w:t xml:space="preserve"> 10:00 </w:t>
                  </w:r>
                  <w:r w:rsidRPr="00B60C69">
                    <w:rPr>
                      <w:rFonts w:ascii="Arial Narrow" w:eastAsiaTheme="minorHAnsi" w:hAnsi="Arial Narrow" w:cstheme="minorHAnsi" w:hint="cs"/>
                      <w:b/>
                      <w:sz w:val="20"/>
                      <w:szCs w:val="20"/>
                      <w:rtl/>
                    </w:rPr>
                    <w:t>صباحا</w:t>
                  </w:r>
                  <w:r w:rsidRPr="00B60C69">
                    <w:rPr>
                      <w:rFonts w:ascii="Arial Narrow" w:eastAsiaTheme="minorHAnsi" w:hAnsi="Arial Narrow" w:cstheme="minorHAnsi"/>
                      <w:b/>
                      <w:sz w:val="20"/>
                      <w:szCs w:val="20"/>
                      <w:rtl/>
                    </w:rPr>
                    <w:t xml:space="preserve"> بتوقيت اليمن.</w:t>
                  </w:r>
                  <w:r w:rsidRPr="00192140">
                    <w:rPr>
                      <w:rFonts w:ascii="Arial Narrow" w:eastAsiaTheme="minorHAnsi" w:hAnsi="Arial Narrow" w:cstheme="minorHAnsi"/>
                      <w:b/>
                      <w:sz w:val="20"/>
                      <w:szCs w:val="20"/>
                    </w:rPr>
                    <w:t xml:space="preserve">  </w:t>
                  </w:r>
                  <w:r w:rsidRPr="00B60C69">
                    <w:rPr>
                      <w:rFonts w:ascii="Arial Narrow" w:eastAsiaTheme="minorHAnsi" w:hAnsi="Arial Narrow" w:cstheme="minorHAnsi"/>
                      <w:b/>
                      <w:sz w:val="20"/>
                      <w:szCs w:val="20"/>
                      <w:rtl/>
                    </w:rPr>
                    <w:t>ولن يتم استلام اي عطاء بعد الموعد المحدد اعلاه</w:t>
                  </w:r>
                  <w:r w:rsidRPr="00B60C69">
                    <w:rPr>
                      <w:rFonts w:ascii="Arial Narrow" w:eastAsiaTheme="minorHAnsi" w:hAnsi="Arial Narrow"/>
                      <w:sz w:val="20"/>
                      <w:szCs w:val="20"/>
                      <w:rtl/>
                    </w:rPr>
                    <w:t>.</w:t>
                  </w:r>
                </w:p>
                <w:p w14:paraId="3CD9A75F" w14:textId="77777777" w:rsidR="00E1191A" w:rsidRPr="00192140" w:rsidRDefault="00E1191A" w:rsidP="00C954CA">
                  <w:pPr>
                    <w:framePr w:hSpace="180" w:wrap="around" w:vAnchor="page" w:hAnchor="page" w:x="606" w:y="539"/>
                    <w:rPr>
                      <w:rFonts w:ascii="Arial Narrow" w:hAnsi="Arial Narrow" w:cs="Arial"/>
                      <w:bCs/>
                      <w:sz w:val="20"/>
                      <w:szCs w:val="20"/>
                    </w:rPr>
                  </w:pPr>
                </w:p>
                <w:p w14:paraId="04F6ACE6" w14:textId="77777777" w:rsidR="00E1191A" w:rsidRPr="00B60C69" w:rsidRDefault="00E1191A" w:rsidP="00C954CA">
                  <w:pPr>
                    <w:framePr w:hSpace="180" w:wrap="around" w:vAnchor="page" w:hAnchor="page" w:x="606" w:y="539"/>
                    <w:spacing w:before="80"/>
                    <w:ind w:right="15"/>
                    <w:jc w:val="right"/>
                    <w:rPr>
                      <w:rFonts w:ascii="Arial Narrow" w:eastAsia="Calibri" w:hAnsi="Arial Narrow" w:cstheme="minorHAnsi"/>
                      <w:b/>
                      <w:sz w:val="20"/>
                      <w:szCs w:val="20"/>
                      <w:rtl/>
                      <w:lang w:eastAsia="fr-FR"/>
                    </w:rPr>
                  </w:pPr>
                  <w:r w:rsidRPr="00B60C69">
                    <w:rPr>
                      <w:rFonts w:ascii="Arial Narrow" w:eastAsia="Calibri" w:hAnsi="Arial Narrow" w:cstheme="minorHAnsi"/>
                      <w:b/>
                      <w:sz w:val="20"/>
                      <w:szCs w:val="20"/>
                      <w:rtl/>
                      <w:lang w:eastAsia="fr-FR"/>
                    </w:rPr>
                    <w:t xml:space="preserve">تتضمن الجلسة الافتتاحية للمناقصة فتح جميع العروض أمام جميع مقدمي العطاءات الذين يحضرون وإجراء فحص للوثائق ، حيث يتم فحص جميع المستندات المقدمة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 </w:t>
                  </w:r>
                </w:p>
                <w:p w14:paraId="6611BBAC" w14:textId="77777777" w:rsidR="004331BA" w:rsidRPr="00192140" w:rsidRDefault="004331BA" w:rsidP="00C954CA">
                  <w:pPr>
                    <w:framePr w:hSpace="180" w:wrap="around" w:vAnchor="page" w:hAnchor="page" w:x="606" w:y="539"/>
                    <w:spacing w:before="80"/>
                    <w:ind w:right="690"/>
                    <w:rPr>
                      <w:rFonts w:ascii="Arial Narrow" w:eastAsia="Calibri" w:hAnsi="Arial Narrow" w:cstheme="minorHAnsi"/>
                      <w:b/>
                      <w:sz w:val="20"/>
                      <w:szCs w:val="20"/>
                      <w:lang w:eastAsia="fr-FR"/>
                    </w:rPr>
                  </w:pPr>
                </w:p>
                <w:p w14:paraId="2C4DB371" w14:textId="0C091CF8" w:rsidR="00E1191A" w:rsidRPr="00192140" w:rsidRDefault="00E1191A" w:rsidP="00C954CA">
                  <w:pPr>
                    <w:framePr w:hSpace="180" w:wrap="around" w:vAnchor="page" w:hAnchor="page" w:x="606" w:y="539"/>
                    <w:bidi/>
                    <w:rPr>
                      <w:rFonts w:ascii="Arial Narrow" w:hAnsi="Arial Narrow" w:cs="Calibri"/>
                      <w:b/>
                      <w:sz w:val="20"/>
                      <w:szCs w:val="20"/>
                      <w:rtl/>
                    </w:rPr>
                  </w:pPr>
                  <w:r w:rsidRPr="00192140">
                    <w:rPr>
                      <w:rFonts w:ascii="Arial Narrow" w:hAnsi="Arial Narrow" w:hint="eastAsia"/>
                      <w:b/>
                      <w:sz w:val="20"/>
                      <w:szCs w:val="20"/>
                      <w:rtl/>
                    </w:rPr>
                    <w:t>لجميع</w:t>
                  </w:r>
                  <w:r w:rsidRPr="00192140">
                    <w:rPr>
                      <w:rFonts w:ascii="Arial Narrow" w:hAnsi="Arial Narrow"/>
                      <w:b/>
                      <w:sz w:val="20"/>
                      <w:szCs w:val="20"/>
                      <w:rtl/>
                    </w:rPr>
                    <w:t xml:space="preserve"> </w:t>
                  </w:r>
                  <w:r w:rsidRPr="00192140">
                    <w:rPr>
                      <w:rFonts w:ascii="Arial Narrow" w:hAnsi="Arial Narrow" w:hint="eastAsia"/>
                      <w:b/>
                      <w:sz w:val="20"/>
                      <w:szCs w:val="20"/>
                      <w:rtl/>
                    </w:rPr>
                    <w:t>الاستفسارات</w:t>
                  </w:r>
                  <w:r w:rsidRPr="00192140">
                    <w:rPr>
                      <w:rFonts w:ascii="Arial Narrow" w:hAnsi="Arial Narrow"/>
                      <w:b/>
                      <w:sz w:val="20"/>
                      <w:szCs w:val="20"/>
                      <w:rtl/>
                    </w:rPr>
                    <w:t xml:space="preserve"> </w:t>
                  </w:r>
                  <w:r w:rsidRPr="00192140">
                    <w:rPr>
                      <w:rFonts w:ascii="Arial Narrow" w:hAnsi="Arial Narrow" w:hint="eastAsia"/>
                      <w:b/>
                      <w:sz w:val="20"/>
                      <w:szCs w:val="20"/>
                      <w:rtl/>
                    </w:rPr>
                    <w:t>المتعلقة</w:t>
                  </w:r>
                  <w:r w:rsidRPr="00192140">
                    <w:rPr>
                      <w:rFonts w:ascii="Arial Narrow" w:hAnsi="Arial Narrow"/>
                      <w:b/>
                      <w:sz w:val="20"/>
                      <w:szCs w:val="20"/>
                      <w:rtl/>
                    </w:rPr>
                    <w:t xml:space="preserve"> </w:t>
                  </w:r>
                  <w:r w:rsidRPr="00192140">
                    <w:rPr>
                      <w:rFonts w:ascii="Arial Narrow" w:hAnsi="Arial Narrow" w:hint="eastAsia"/>
                      <w:b/>
                      <w:sz w:val="20"/>
                      <w:szCs w:val="20"/>
                      <w:rtl/>
                    </w:rPr>
                    <w:t>بهذه</w:t>
                  </w:r>
                  <w:r w:rsidRPr="00192140">
                    <w:rPr>
                      <w:rFonts w:ascii="Arial Narrow" w:hAnsi="Arial Narrow"/>
                      <w:b/>
                      <w:sz w:val="20"/>
                      <w:szCs w:val="20"/>
                      <w:rtl/>
                    </w:rPr>
                    <w:t xml:space="preserve"> </w:t>
                  </w:r>
                  <w:r w:rsidRPr="00192140">
                    <w:rPr>
                      <w:rFonts w:ascii="Arial Narrow" w:hAnsi="Arial Narrow" w:hint="eastAsia"/>
                      <w:b/>
                      <w:sz w:val="20"/>
                      <w:szCs w:val="20"/>
                      <w:rtl/>
                    </w:rPr>
                    <w:t>المناقصة،</w:t>
                  </w:r>
                  <w:r w:rsidRPr="00192140">
                    <w:rPr>
                      <w:rFonts w:ascii="Arial Narrow" w:hAnsi="Arial Narrow"/>
                      <w:b/>
                      <w:sz w:val="20"/>
                      <w:szCs w:val="20"/>
                      <w:rtl/>
                    </w:rPr>
                    <w:t xml:space="preserve"> </w:t>
                  </w:r>
                  <w:r w:rsidRPr="00192140">
                    <w:rPr>
                      <w:rFonts w:ascii="Arial Narrow" w:hAnsi="Arial Narrow" w:hint="eastAsia"/>
                      <w:b/>
                      <w:sz w:val="20"/>
                      <w:szCs w:val="20"/>
                      <w:rtl/>
                    </w:rPr>
                    <w:t>يرجى</w:t>
                  </w:r>
                  <w:r w:rsidRPr="00192140">
                    <w:rPr>
                      <w:rFonts w:ascii="Arial Narrow" w:hAnsi="Arial Narrow"/>
                      <w:b/>
                      <w:sz w:val="20"/>
                      <w:szCs w:val="20"/>
                      <w:rtl/>
                    </w:rPr>
                    <w:t xml:space="preserve"> </w:t>
                  </w:r>
                  <w:r w:rsidRPr="00192140">
                    <w:rPr>
                      <w:rFonts w:ascii="Arial Narrow" w:hAnsi="Arial Narrow" w:hint="eastAsia"/>
                      <w:b/>
                      <w:sz w:val="20"/>
                      <w:szCs w:val="20"/>
                      <w:rtl/>
                    </w:rPr>
                    <w:t>الاتصال</w:t>
                  </w:r>
                  <w:r w:rsidRPr="00192140">
                    <w:rPr>
                      <w:rFonts w:ascii="Arial Narrow" w:hAnsi="Arial Narrow"/>
                      <w:b/>
                      <w:sz w:val="20"/>
                      <w:szCs w:val="20"/>
                      <w:rtl/>
                    </w:rPr>
                    <w:t xml:space="preserve"> </w:t>
                  </w:r>
                  <w:r w:rsidRPr="00192140">
                    <w:rPr>
                      <w:rFonts w:ascii="Arial Narrow" w:hAnsi="Arial Narrow" w:hint="eastAsia"/>
                      <w:b/>
                      <w:sz w:val="20"/>
                      <w:szCs w:val="20"/>
                      <w:rtl/>
                    </w:rPr>
                    <w:t>بممثل</w:t>
                  </w:r>
                  <w:r w:rsidRPr="00192140">
                    <w:rPr>
                      <w:rFonts w:ascii="Arial Narrow" w:hAnsi="Arial Narrow"/>
                      <w:b/>
                      <w:sz w:val="20"/>
                      <w:szCs w:val="20"/>
                      <w:rtl/>
                    </w:rPr>
                    <w:t xml:space="preserve"> </w:t>
                  </w:r>
                  <w:r w:rsidRPr="00192140">
                    <w:rPr>
                      <w:rFonts w:ascii="Arial Narrow" w:hAnsi="Arial Narrow" w:cstheme="minorHAnsi"/>
                      <w:b/>
                      <w:sz w:val="20"/>
                      <w:szCs w:val="20"/>
                      <w:lang w:val="fr-FR"/>
                    </w:rPr>
                    <w:t>ACTED</w:t>
                  </w:r>
                  <w:r w:rsidRPr="00192140">
                    <w:rPr>
                      <w:rFonts w:ascii="Arial Narrow" w:hAnsi="Arial Narrow"/>
                      <w:b/>
                      <w:sz w:val="20"/>
                      <w:szCs w:val="20"/>
                      <w:rtl/>
                    </w:rPr>
                    <w:t xml:space="preserve"> </w:t>
                  </w:r>
                  <w:r w:rsidRPr="00192140">
                    <w:rPr>
                      <w:rFonts w:ascii="Arial Narrow" w:hAnsi="Arial Narrow" w:hint="eastAsia"/>
                      <w:b/>
                      <w:sz w:val="20"/>
                      <w:szCs w:val="20"/>
                      <w:rtl/>
                    </w:rPr>
                    <w:t>من</w:t>
                  </w:r>
                  <w:r w:rsidRPr="00192140">
                    <w:rPr>
                      <w:rFonts w:ascii="Arial Narrow" w:hAnsi="Arial Narrow"/>
                      <w:b/>
                      <w:sz w:val="20"/>
                      <w:szCs w:val="20"/>
                      <w:rtl/>
                    </w:rPr>
                    <w:t xml:space="preserve"> </w:t>
                  </w:r>
                  <w:r w:rsidRPr="00192140">
                    <w:rPr>
                      <w:rFonts w:ascii="Arial Narrow" w:hAnsi="Arial Narrow" w:hint="eastAsia"/>
                      <w:b/>
                      <w:sz w:val="20"/>
                      <w:szCs w:val="20"/>
                      <w:rtl/>
                    </w:rPr>
                    <w:t>خلال</w:t>
                  </w:r>
                  <w:r w:rsidRPr="00192140">
                    <w:rPr>
                      <w:rFonts w:ascii="Arial Narrow" w:hAnsi="Arial Narrow"/>
                      <w:b/>
                      <w:sz w:val="20"/>
                      <w:szCs w:val="20"/>
                      <w:rtl/>
                    </w:rPr>
                    <w:t xml:space="preserve"> </w:t>
                  </w:r>
                  <w:r w:rsidRPr="00192140">
                    <w:rPr>
                      <w:rFonts w:ascii="Arial Narrow" w:hAnsi="Arial Narrow" w:hint="eastAsia"/>
                      <w:b/>
                      <w:sz w:val="20"/>
                      <w:szCs w:val="20"/>
                      <w:rtl/>
                    </w:rPr>
                    <w:t>البريد</w:t>
                  </w:r>
                  <w:r w:rsidRPr="00192140">
                    <w:rPr>
                      <w:rFonts w:ascii="Arial Narrow" w:hAnsi="Arial Narrow"/>
                      <w:b/>
                      <w:sz w:val="20"/>
                      <w:szCs w:val="20"/>
                      <w:rtl/>
                    </w:rPr>
                    <w:t xml:space="preserve"> </w:t>
                  </w:r>
                  <w:r w:rsidRPr="00192140">
                    <w:rPr>
                      <w:rFonts w:ascii="Arial Narrow" w:hAnsi="Arial Narrow" w:hint="eastAsia"/>
                      <w:b/>
                      <w:sz w:val="20"/>
                      <w:szCs w:val="20"/>
                      <w:rtl/>
                    </w:rPr>
                    <w:t>الإلكتروني</w:t>
                  </w:r>
                  <w:r w:rsidRPr="00192140">
                    <w:rPr>
                      <w:rFonts w:ascii="Arial Narrow" w:hAnsi="Arial Narrow"/>
                      <w:b/>
                      <w:sz w:val="20"/>
                      <w:szCs w:val="20"/>
                      <w:rtl/>
                    </w:rPr>
                    <w:t xml:space="preserve"> </w:t>
                  </w:r>
                  <w:r w:rsidRPr="00192140">
                    <w:rPr>
                      <w:rFonts w:ascii="Arial Narrow" w:hAnsi="Arial Narrow" w:hint="eastAsia"/>
                      <w:b/>
                      <w:sz w:val="20"/>
                      <w:szCs w:val="20"/>
                      <w:rtl/>
                    </w:rPr>
                    <w:t>على</w:t>
                  </w:r>
                  <w:r w:rsidRPr="00192140">
                    <w:rPr>
                      <w:rFonts w:ascii="Arial Narrow" w:hAnsi="Arial Narrow"/>
                      <w:b/>
                      <w:sz w:val="20"/>
                      <w:szCs w:val="20"/>
                      <w:rtl/>
                    </w:rPr>
                    <w:t xml:space="preserve"> </w:t>
                  </w:r>
                  <w:r w:rsidRPr="00192140">
                    <w:rPr>
                      <w:rStyle w:val="Hyperlink"/>
                      <w:rFonts w:ascii="Arial Narrow" w:hAnsi="Arial Narrow" w:cs="Arial"/>
                      <w:bCs/>
                      <w:sz w:val="20"/>
                      <w:szCs w:val="20"/>
                      <w:lang w:val="fr-FR"/>
                    </w:rPr>
                    <w:t xml:space="preserve"> yemen.tender@acted.org</w:t>
                  </w:r>
                  <w:r w:rsidRPr="00192140">
                    <w:rPr>
                      <w:rFonts w:ascii="Arial Narrow" w:hAnsi="Arial Narrow" w:cs="Arial"/>
                      <w:bCs/>
                      <w:sz w:val="20"/>
                      <w:szCs w:val="20"/>
                      <w:lang w:val="fr-FR"/>
                    </w:rPr>
                    <w:t xml:space="preserve"> </w:t>
                  </w:r>
                  <w:r w:rsidRPr="00192140">
                    <w:rPr>
                      <w:rFonts w:ascii="Arial Narrow" w:hAnsi="Arial Narrow" w:hint="eastAsia"/>
                      <w:b/>
                      <w:sz w:val="20"/>
                      <w:szCs w:val="20"/>
                      <w:rtl/>
                    </w:rPr>
                    <w:t>وفي</w:t>
                  </w:r>
                  <w:r w:rsidRPr="00192140">
                    <w:rPr>
                      <w:rFonts w:ascii="Arial Narrow" w:hAnsi="Arial Narrow"/>
                      <w:b/>
                      <w:sz w:val="20"/>
                      <w:szCs w:val="20"/>
                      <w:rtl/>
                    </w:rPr>
                    <w:t xml:space="preserve"> </w:t>
                  </w:r>
                  <w:r w:rsidRPr="00192140">
                    <w:rPr>
                      <w:rFonts w:ascii="Arial Narrow" w:hAnsi="Arial Narrow" w:cstheme="minorHAnsi"/>
                      <w:b/>
                      <w:sz w:val="20"/>
                      <w:szCs w:val="20"/>
                      <w:lang w:val="fr-FR"/>
                    </w:rPr>
                    <w:t xml:space="preserve">CC </w:t>
                  </w:r>
                  <w:hyperlink r:id="rId27" w:history="1">
                    <w:r w:rsidRPr="00192140">
                      <w:rPr>
                        <w:rStyle w:val="Hyperlink"/>
                        <w:rFonts w:ascii="Arial Narrow" w:hAnsi="Arial Narrow" w:cs="Arial"/>
                        <w:sz w:val="20"/>
                        <w:szCs w:val="20"/>
                        <w:lang w:val="fr-FR"/>
                      </w:rPr>
                      <w:t>tender@acted.org</w:t>
                    </w:r>
                  </w:hyperlink>
                  <w:r w:rsidRPr="00192140">
                    <w:rPr>
                      <w:rFonts w:ascii="Arial Narrow" w:hAnsi="Arial Narrow" w:cs="Calibri"/>
                      <w:sz w:val="20"/>
                      <w:szCs w:val="20"/>
                      <w:rtl/>
                    </w:rPr>
                    <w:t>.</w:t>
                  </w:r>
                  <w:r w:rsidRPr="00192140">
                    <w:rPr>
                      <w:rFonts w:ascii="Arial Narrow" w:hAnsi="Arial Narrow" w:cs="Calibri"/>
                      <w:sz w:val="20"/>
                      <w:szCs w:val="20"/>
                      <w:lang w:val="fr-FR"/>
                    </w:rPr>
                    <w:t xml:space="preserve"> </w:t>
                  </w:r>
                  <w:r w:rsidRPr="00B60C69">
                    <w:rPr>
                      <w:rFonts w:ascii="Arial Narrow" w:eastAsiaTheme="minorHAnsi" w:hAnsi="Arial Narrow" w:cstheme="minorHAnsi"/>
                      <w:b/>
                      <w:sz w:val="20"/>
                      <w:szCs w:val="20"/>
                      <w:rtl/>
                    </w:rPr>
                    <w:t xml:space="preserve"> قبل التاريخ  </w:t>
                  </w:r>
                  <w:r w:rsidRPr="00B60C69">
                    <w:rPr>
                      <w:rFonts w:ascii="Arial Narrow" w:eastAsiaTheme="minorHAnsi" w:hAnsi="Arial Narrow" w:cstheme="minorHAnsi"/>
                      <w:b/>
                      <w:sz w:val="20"/>
                      <w:szCs w:val="20"/>
                      <w:lang w:val="fr-FR"/>
                    </w:rPr>
                    <w:t xml:space="preserve"> </w:t>
                  </w:r>
                  <w:r w:rsidR="005A772B" w:rsidRPr="005A772B">
                    <w:rPr>
                      <w:rFonts w:ascii="Arial Narrow" w:hAnsi="Arial Narrow"/>
                      <w:b/>
                      <w:sz w:val="20"/>
                      <w:szCs w:val="20"/>
                      <w:lang w:val="fr-FR"/>
                    </w:rPr>
                    <w:t>28</w:t>
                  </w:r>
                  <w:r w:rsidRPr="005A772B">
                    <w:rPr>
                      <w:rFonts w:ascii="Arial Narrow" w:hAnsi="Arial Narrow"/>
                      <w:b/>
                      <w:sz w:val="20"/>
                      <w:szCs w:val="20"/>
                      <w:lang w:val="fr-FR"/>
                    </w:rPr>
                    <w:t>-</w:t>
                  </w:r>
                  <w:r w:rsidR="005A772B">
                    <w:rPr>
                      <w:rFonts w:ascii="Arial Narrow" w:hAnsi="Arial Narrow"/>
                      <w:b/>
                      <w:sz w:val="20"/>
                      <w:szCs w:val="20"/>
                      <w:lang w:val="fr-FR"/>
                    </w:rPr>
                    <w:t>08</w:t>
                  </w:r>
                  <w:r w:rsidRPr="00B60C69">
                    <w:rPr>
                      <w:rFonts w:ascii="Arial Narrow" w:hAnsi="Arial Narrow"/>
                      <w:b/>
                      <w:sz w:val="20"/>
                      <w:szCs w:val="20"/>
                      <w:lang w:val="fr-FR"/>
                    </w:rPr>
                    <w:t xml:space="preserve">-2024 </w:t>
                  </w:r>
                  <w:r w:rsidRPr="00B60C69">
                    <w:rPr>
                      <w:rFonts w:ascii="Arial Narrow" w:eastAsiaTheme="minorHAnsi" w:hAnsi="Arial Narrow" w:cstheme="minorHAnsi"/>
                      <w:b/>
                      <w:sz w:val="20"/>
                      <w:szCs w:val="20"/>
                      <w:rtl/>
                    </w:rPr>
                    <w:t xml:space="preserve">الساعة </w:t>
                  </w:r>
                  <w:r w:rsidRPr="00B60C69">
                    <w:rPr>
                      <w:rFonts w:ascii="Arial Narrow" w:eastAsiaTheme="minorHAnsi" w:hAnsi="Arial Narrow" w:cstheme="minorHAnsi"/>
                      <w:b/>
                      <w:sz w:val="20"/>
                      <w:szCs w:val="20"/>
                      <w:lang w:val="fr-FR"/>
                    </w:rPr>
                    <w:t xml:space="preserve"> </w:t>
                  </w:r>
                  <w:r w:rsidR="00C954CA">
                    <w:rPr>
                      <w:rFonts w:ascii="Arial Narrow" w:eastAsiaTheme="minorHAnsi" w:hAnsi="Arial Narrow" w:cstheme="minorHAnsi"/>
                      <w:b/>
                      <w:sz w:val="20"/>
                      <w:szCs w:val="20"/>
                    </w:rPr>
                    <w:t>10</w:t>
                  </w:r>
                  <w:r w:rsidRPr="00B60C69">
                    <w:rPr>
                      <w:rFonts w:ascii="Arial Narrow" w:eastAsiaTheme="minorHAnsi" w:hAnsi="Arial Narrow" w:cstheme="minorHAnsi"/>
                      <w:b/>
                      <w:sz w:val="20"/>
                      <w:szCs w:val="20"/>
                      <w:lang w:val="fr-FR"/>
                    </w:rPr>
                    <w:t xml:space="preserve">:00 </w:t>
                  </w:r>
                  <w:r w:rsidRPr="00B60C69">
                    <w:rPr>
                      <w:rFonts w:ascii="Arial Narrow" w:eastAsiaTheme="minorHAnsi" w:hAnsi="Arial Narrow" w:cstheme="minorHAnsi" w:hint="cs"/>
                      <w:b/>
                      <w:sz w:val="20"/>
                      <w:szCs w:val="20"/>
                      <w:rtl/>
                    </w:rPr>
                    <w:t>صباحا</w:t>
                  </w:r>
                </w:p>
                <w:p w14:paraId="3BE9B3DE" w14:textId="77777777" w:rsidR="00E1191A" w:rsidRPr="00192140" w:rsidRDefault="00E1191A" w:rsidP="00C954CA">
                  <w:pPr>
                    <w:framePr w:hSpace="180" w:wrap="around" w:vAnchor="page" w:hAnchor="page" w:x="606" w:y="539"/>
                    <w:bidi/>
                    <w:rPr>
                      <w:rFonts w:ascii="Arial Narrow" w:hAnsi="Arial Narrow" w:cs="Calibri"/>
                      <w:b/>
                      <w:sz w:val="20"/>
                      <w:szCs w:val="20"/>
                    </w:rPr>
                  </w:pPr>
                </w:p>
                <w:p w14:paraId="0FA61FDF" w14:textId="77777777" w:rsidR="00E1191A" w:rsidRPr="00192140" w:rsidRDefault="00E1191A" w:rsidP="00C954CA">
                  <w:pPr>
                    <w:framePr w:hSpace="180" w:wrap="around" w:vAnchor="page" w:hAnchor="page" w:x="606" w:y="539"/>
                    <w:bidi/>
                    <w:rPr>
                      <w:rFonts w:ascii="Arial Narrow" w:hAnsi="Arial Narrow" w:cs="Calibri"/>
                      <w:b/>
                      <w:sz w:val="20"/>
                      <w:szCs w:val="20"/>
                    </w:rPr>
                  </w:pPr>
                </w:p>
                <w:p w14:paraId="578E2A51" w14:textId="540515AE" w:rsidR="003804EE" w:rsidRPr="00192140" w:rsidRDefault="00E1191A" w:rsidP="00C954CA">
                  <w:pPr>
                    <w:framePr w:hSpace="180" w:wrap="around" w:vAnchor="page" w:hAnchor="page" w:x="606" w:y="539"/>
                    <w:bidi/>
                    <w:jc w:val="both"/>
                    <w:rPr>
                      <w:rFonts w:ascii="Arial Narrow" w:hAnsi="Arial Narrow" w:cs="Arial"/>
                      <w:bCs/>
                      <w:sz w:val="20"/>
                      <w:szCs w:val="20"/>
                      <w:lang w:val="en-GB"/>
                    </w:rPr>
                  </w:pPr>
                  <w:r w:rsidRPr="00192140">
                    <w:rPr>
                      <w:rFonts w:ascii="Arial Narrow" w:hAnsi="Arial Narrow" w:hint="eastAsia"/>
                      <w:bCs/>
                      <w:sz w:val="20"/>
                      <w:szCs w:val="20"/>
                      <w:rtl/>
                      <w:lang w:val="en-GB"/>
                    </w:rPr>
                    <w:t>ملاحظة</w:t>
                  </w:r>
                  <w:r w:rsidRPr="00192140">
                    <w:rPr>
                      <w:rFonts w:ascii="Arial Narrow" w:hAnsi="Arial Narrow"/>
                      <w:bCs/>
                      <w:sz w:val="20"/>
                      <w:szCs w:val="20"/>
                      <w:rtl/>
                      <w:lang w:val="en-GB"/>
                    </w:rPr>
                    <w:t>:</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إذا</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شاهدت</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أو</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اشتبهت</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في</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ممارسات</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أو</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ممارسات</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تجارية</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غير</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قانونية</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أو</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غير</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لائقة</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أو</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غير</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أخلاقية</w:t>
                  </w:r>
                  <w:r w:rsidRPr="00192140">
                    <w:rPr>
                      <w:rFonts w:ascii="Arial Narrow" w:hAnsi="Arial Narrow"/>
                      <w:b/>
                      <w:sz w:val="20"/>
                      <w:szCs w:val="20"/>
                      <w:rtl/>
                      <w:lang w:val="en-GB"/>
                    </w:rPr>
                    <w:t xml:space="preserve"> </w:t>
                  </w:r>
                  <w:r w:rsidRPr="00192140">
                    <w:rPr>
                      <w:rFonts w:ascii="Arial Narrow" w:hAnsi="Arial Narrow" w:cstheme="minorHAnsi"/>
                      <w:b/>
                      <w:sz w:val="20"/>
                      <w:szCs w:val="20"/>
                      <w:rtl/>
                      <w:lang w:val="en-GB"/>
                    </w:rPr>
                    <w:t>(</w:t>
                  </w:r>
                  <w:r w:rsidRPr="00192140">
                    <w:rPr>
                      <w:rFonts w:ascii="Arial Narrow" w:hAnsi="Arial Narrow" w:hint="eastAsia"/>
                      <w:b/>
                      <w:sz w:val="20"/>
                      <w:szCs w:val="20"/>
                      <w:rtl/>
                      <w:lang w:val="en-GB"/>
                    </w:rPr>
                    <w:t>مثل</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التماس</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أو</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قبول</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أو</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محاولة</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تقديم</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أو</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قبول</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أي</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رشاوي</w:t>
                  </w:r>
                  <w:r w:rsidRPr="00192140">
                    <w:rPr>
                      <w:rFonts w:ascii="Arial Narrow" w:hAnsi="Arial Narrow" w:cstheme="minorHAnsi"/>
                      <w:b/>
                      <w:sz w:val="20"/>
                      <w:szCs w:val="20"/>
                      <w:rtl/>
                      <w:lang w:val="en-GB"/>
                    </w:rPr>
                    <w:t xml:space="preserve">) </w:t>
                  </w:r>
                  <w:r w:rsidRPr="00192140">
                    <w:rPr>
                      <w:rFonts w:ascii="Arial Narrow" w:hAnsi="Arial Narrow" w:hint="eastAsia"/>
                      <w:b/>
                      <w:sz w:val="20"/>
                      <w:szCs w:val="20"/>
                      <w:rtl/>
                      <w:lang w:val="en-GB"/>
                    </w:rPr>
                    <w:t>أثناء</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عملية</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المناقصة،</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يرجى</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الاتصال</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برقم</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الهاتف</w:t>
                  </w:r>
                  <w:r w:rsidRPr="00192140">
                    <w:rPr>
                      <w:rFonts w:ascii="Arial Narrow" w:hAnsi="Arial Narrow" w:cstheme="minorHAnsi"/>
                      <w:b/>
                      <w:sz w:val="20"/>
                      <w:szCs w:val="20"/>
                      <w:rtl/>
                      <w:lang w:val="en-GB"/>
                    </w:rPr>
                    <w:t>/</w:t>
                  </w:r>
                  <w:r w:rsidRPr="00192140">
                    <w:rPr>
                      <w:rFonts w:ascii="Arial Narrow" w:hAnsi="Arial Narrow"/>
                      <w:b/>
                      <w:sz w:val="20"/>
                      <w:szCs w:val="20"/>
                      <w:lang w:val="en-GB"/>
                    </w:rPr>
                    <w:t xml:space="preserve"> </w:t>
                  </w:r>
                  <w:r w:rsidRPr="00192140">
                    <w:rPr>
                      <w:rFonts w:ascii="Arial Narrow" w:hAnsi="Arial Narrow" w:cs="Arial"/>
                      <w:bCs/>
                      <w:iCs/>
                      <w:color w:val="000000"/>
                      <w:sz w:val="20"/>
                      <w:szCs w:val="20"/>
                      <w:shd w:val="clear" w:color="auto" w:fill="FFFFFF"/>
                      <w:lang w:val="en-GB"/>
                    </w:rPr>
                    <w:t xml:space="preserve">+33 6 07 22 46 28 </w:t>
                  </w:r>
                  <w:r w:rsidRPr="00192140">
                    <w:rPr>
                      <w:rFonts w:ascii="Arial Narrow" w:hAnsi="Arial Narrow" w:cstheme="minorHAnsi"/>
                      <w:b/>
                      <w:sz w:val="20"/>
                      <w:szCs w:val="20"/>
                      <w:rtl/>
                      <w:lang w:val="en-GB"/>
                    </w:rPr>
                    <w:t>/</w:t>
                  </w:r>
                  <w:r w:rsidRPr="00192140">
                    <w:rPr>
                      <w:rFonts w:ascii="Arial Narrow" w:hAnsi="Arial Narrow" w:hint="eastAsia"/>
                      <w:b/>
                      <w:sz w:val="20"/>
                      <w:szCs w:val="20"/>
                      <w:rtl/>
                      <w:lang w:val="en-GB"/>
                    </w:rPr>
                    <w:t>أو</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إرسال</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بريد</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إلكتروني</w:t>
                  </w:r>
                  <w:r w:rsidRPr="00192140">
                    <w:rPr>
                      <w:rFonts w:ascii="Arial Narrow" w:hAnsi="Arial Narrow"/>
                      <w:b/>
                      <w:sz w:val="20"/>
                      <w:szCs w:val="20"/>
                      <w:rtl/>
                      <w:lang w:val="en-GB"/>
                    </w:rPr>
                    <w:t xml:space="preserve"> </w:t>
                  </w:r>
                  <w:r w:rsidRPr="00192140">
                    <w:rPr>
                      <w:rFonts w:ascii="Arial Narrow" w:hAnsi="Arial Narrow" w:hint="eastAsia"/>
                      <w:b/>
                      <w:sz w:val="20"/>
                      <w:szCs w:val="20"/>
                      <w:rtl/>
                      <w:lang w:val="en-GB"/>
                    </w:rPr>
                    <w:t>إلى</w:t>
                  </w:r>
                  <w:r w:rsidRPr="00192140">
                    <w:rPr>
                      <w:rFonts w:ascii="Arial Narrow" w:hAnsi="Arial Narrow"/>
                      <w:b/>
                      <w:sz w:val="20"/>
                      <w:szCs w:val="20"/>
                      <w:rtl/>
                      <w:lang w:val="en-GB"/>
                    </w:rPr>
                    <w:t xml:space="preserve"> </w:t>
                  </w:r>
                  <w:hyperlink r:id="rId28" w:history="1">
                    <w:r w:rsidRPr="00192140">
                      <w:rPr>
                        <w:rStyle w:val="Hyperlink"/>
                        <w:rFonts w:ascii="Arial Narrow" w:hAnsi="Arial Narrow" w:cstheme="minorHAnsi"/>
                        <w:sz w:val="20"/>
                        <w:szCs w:val="20"/>
                        <w:lang w:val="en-GB"/>
                      </w:rPr>
                      <w:t>transparency@acted.org</w:t>
                    </w:r>
                  </w:hyperlink>
                </w:p>
              </w:tc>
            </w:tr>
          </w:tbl>
          <w:p w14:paraId="150B395A" w14:textId="6CD195BA" w:rsidR="006B6BE0" w:rsidRPr="00192140" w:rsidRDefault="006B6BE0" w:rsidP="008879F8">
            <w:pPr>
              <w:bidi/>
              <w:spacing w:before="80" w:line="276" w:lineRule="auto"/>
              <w:rPr>
                <w:color w:val="0000FF"/>
                <w:sz w:val="20"/>
                <w:szCs w:val="20"/>
                <w:u w:val="single"/>
              </w:rPr>
            </w:pPr>
          </w:p>
        </w:tc>
      </w:tr>
      <w:tr w:rsidR="00D02BA8" w:rsidRPr="00B60C69" w14:paraId="0998CC27" w14:textId="77777777" w:rsidTr="00F6589E">
        <w:trPr>
          <w:trHeight w:val="70"/>
        </w:trPr>
        <w:tc>
          <w:tcPr>
            <w:tcW w:w="10485" w:type="dxa"/>
            <w:tcBorders>
              <w:top w:val="nil"/>
              <w:left w:val="nil"/>
              <w:bottom w:val="nil"/>
              <w:right w:val="nil"/>
            </w:tcBorders>
          </w:tcPr>
          <w:p w14:paraId="2F19BDF2" w14:textId="47AA3873" w:rsidR="00861B46" w:rsidRPr="00192140" w:rsidRDefault="00861B46" w:rsidP="00FA6911">
            <w:pPr>
              <w:tabs>
                <w:tab w:val="left" w:pos="5960"/>
              </w:tabs>
              <w:ind w:right="975"/>
              <w:rPr>
                <w:rFonts w:ascii="Arial Narrow" w:hAnsi="Arial Narrow" w:cstheme="minorHAnsi"/>
                <w:sz w:val="20"/>
                <w:szCs w:val="20"/>
                <w:rtl/>
              </w:rPr>
            </w:pPr>
          </w:p>
        </w:tc>
      </w:tr>
    </w:tbl>
    <w:p w14:paraId="45DCA279" w14:textId="77777777" w:rsidR="00CC149F" w:rsidRPr="00192140" w:rsidRDefault="00CC149F" w:rsidP="00C3642B">
      <w:pPr>
        <w:rPr>
          <w:rFonts w:ascii="Arial Narrow" w:hAnsi="Arial Narrow" w:cstheme="minorHAnsi"/>
          <w:bCs/>
          <w:sz w:val="20"/>
          <w:szCs w:val="20"/>
        </w:rPr>
      </w:pPr>
    </w:p>
    <w:sectPr w:rsidR="00CC149F" w:rsidRPr="00192140" w:rsidSect="00537001">
      <w:footerReference w:type="default" r:id="rId29"/>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40734" w14:textId="77777777" w:rsidR="008B5A2D" w:rsidRDefault="008B5A2D">
      <w:r>
        <w:separator/>
      </w:r>
    </w:p>
  </w:endnote>
  <w:endnote w:type="continuationSeparator" w:id="0">
    <w:p w14:paraId="4A4E63C4" w14:textId="77777777" w:rsidR="008B5A2D" w:rsidRDefault="008B5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137740"/>
      <w:docPartObj>
        <w:docPartGallery w:val="Page Numbers (Bottom of Page)"/>
        <w:docPartUnique/>
      </w:docPartObj>
    </w:sdtPr>
    <w:sdtEndPr/>
    <w:sdtContent>
      <w:sdt>
        <w:sdtPr>
          <w:id w:val="1728636285"/>
          <w:docPartObj>
            <w:docPartGallery w:val="Page Numbers (Top of Page)"/>
            <w:docPartUnique/>
          </w:docPartObj>
        </w:sdtPr>
        <w:sdtEndPr/>
        <w:sdtContent>
          <w:p w14:paraId="315EE6CC" w14:textId="6B52CC57" w:rsidR="00CE1CCF" w:rsidRDefault="001E0599">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23961664" w14:textId="556AD351" w:rsidR="001E0599" w:rsidRDefault="00E1191A">
            <w:pPr>
              <w:pStyle w:val="Footer"/>
              <w:jc w:val="center"/>
            </w:pPr>
            <w:r w:rsidRPr="00E1191A">
              <w:rPr>
                <w:rFonts w:ascii="Arial" w:hAnsi="Arial" w:cs="Arial"/>
                <w:b/>
                <w:bCs/>
                <w:color w:val="0070C0"/>
                <w:sz w:val="16"/>
                <w:szCs w:val="16"/>
              </w:rPr>
              <w:t>T/15MULTI/MULTI /YEM/LOG/VEHICLE_REN</w:t>
            </w:r>
            <w:r w:rsidRPr="005A772B">
              <w:rPr>
                <w:rFonts w:ascii="Arial" w:hAnsi="Arial" w:cs="Arial"/>
                <w:b/>
                <w:bCs/>
                <w:color w:val="0070C0"/>
                <w:sz w:val="16"/>
                <w:szCs w:val="16"/>
              </w:rPr>
              <w:t>TAL/</w:t>
            </w:r>
            <w:r w:rsidR="005A772B" w:rsidRPr="005A772B">
              <w:rPr>
                <w:rFonts w:ascii="Arial" w:hAnsi="Arial" w:cs="Arial"/>
                <w:b/>
                <w:bCs/>
                <w:color w:val="0070C0"/>
                <w:sz w:val="16"/>
                <w:szCs w:val="16"/>
              </w:rPr>
              <w:t>08</w:t>
            </w:r>
            <w:r w:rsidRPr="005A772B">
              <w:rPr>
                <w:rFonts w:ascii="Arial" w:hAnsi="Arial" w:cs="Arial"/>
                <w:b/>
                <w:bCs/>
                <w:color w:val="0070C0"/>
                <w:sz w:val="16"/>
                <w:szCs w:val="16"/>
              </w:rPr>
              <w:t>/</w:t>
            </w:r>
            <w:r w:rsidR="005A772B" w:rsidRPr="005A772B">
              <w:rPr>
                <w:rFonts w:ascii="Arial" w:hAnsi="Arial" w:cs="Arial"/>
                <w:b/>
                <w:bCs/>
                <w:color w:val="0070C0"/>
                <w:sz w:val="16"/>
                <w:szCs w:val="16"/>
              </w:rPr>
              <w:t>08</w:t>
            </w:r>
            <w:r w:rsidRPr="005A772B">
              <w:rPr>
                <w:rFonts w:ascii="Arial" w:hAnsi="Arial" w:cs="Arial"/>
                <w:b/>
                <w:bCs/>
                <w:color w:val="0070C0"/>
                <w:sz w:val="16"/>
                <w:szCs w:val="16"/>
              </w:rPr>
              <w:t>/2024</w:t>
            </w: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3F770" w14:textId="77777777" w:rsidR="008B5A2D" w:rsidRDefault="008B5A2D">
      <w:r>
        <w:separator/>
      </w:r>
    </w:p>
  </w:footnote>
  <w:footnote w:type="continuationSeparator" w:id="0">
    <w:p w14:paraId="1B12AA27" w14:textId="77777777" w:rsidR="008B5A2D" w:rsidRDefault="008B5A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9"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0"/>
  </w:num>
  <w:num w:numId="2" w16cid:durableId="879587347">
    <w:abstractNumId w:val="13"/>
  </w:num>
  <w:num w:numId="3" w16cid:durableId="1732775784">
    <w:abstractNumId w:val="14"/>
  </w:num>
  <w:num w:numId="4" w16cid:durableId="189034487">
    <w:abstractNumId w:val="1"/>
  </w:num>
  <w:num w:numId="5" w16cid:durableId="1487237850">
    <w:abstractNumId w:val="2"/>
  </w:num>
  <w:num w:numId="6" w16cid:durableId="3360484">
    <w:abstractNumId w:val="0"/>
  </w:num>
  <w:num w:numId="7" w16cid:durableId="716471528">
    <w:abstractNumId w:val="5"/>
  </w:num>
  <w:num w:numId="8" w16cid:durableId="1455097941">
    <w:abstractNumId w:val="11"/>
  </w:num>
  <w:num w:numId="9" w16cid:durableId="307973538">
    <w:abstractNumId w:val="6"/>
  </w:num>
  <w:num w:numId="10" w16cid:durableId="2061049770">
    <w:abstractNumId w:val="9"/>
  </w:num>
  <w:num w:numId="11" w16cid:durableId="1734965827">
    <w:abstractNumId w:val="7"/>
  </w:num>
  <w:num w:numId="12" w16cid:durableId="102919872">
    <w:abstractNumId w:val="4"/>
  </w:num>
  <w:num w:numId="13" w16cid:durableId="2109542566">
    <w:abstractNumId w:val="3"/>
  </w:num>
  <w:num w:numId="14" w16cid:durableId="1480609530">
    <w:abstractNumId w:val="12"/>
  </w:num>
  <w:num w:numId="15" w16cid:durableId="510607535">
    <w:abstractNumId w:val="8"/>
  </w:num>
  <w:num w:numId="16" w16cid:durableId="11717233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ar-SA"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6" w:nlCheck="1" w:checkStyle="0"/>
  <w:activeWritingStyle w:appName="MSWord" w:lang="fr-FR" w:vendorID="64" w:dllVersion="4096" w:nlCheck="1" w:checkStyle="0"/>
  <w:activeWritingStyle w:appName="MSWord" w:lang="ar-YE" w:vendorID="64" w:dllVersion="6" w:nlCheck="1" w:checkStyle="0"/>
  <w:activeWritingStyle w:appName="MSWord" w:lang="ar-AE" w:vendorID="64" w:dllVersion="6" w:nlCheck="1" w:checkStyle="0"/>
  <w:activeWritingStyle w:appName="MSWord" w:lang="es-BO" w:vendorID="64" w:dllVersion="4096" w:nlCheck="1" w:checkStyle="0"/>
  <w:activeWritingStyle w:appName="MSWord" w:lang="ar-JO" w:vendorID="64" w:dllVersion="6" w:nlCheck="1" w:checkStyle="0"/>
  <w:activeWritingStyle w:appName="MSWord" w:lang="ru-RU" w:vendorID="64" w:dllVersion="6" w:nlCheck="1" w:checkStyle="0"/>
  <w:activeWritingStyle w:appName="MSWord" w:lang="ar-SA" w:vendorID="64" w:dllVersion="4096" w:nlCheck="1" w:checkStyle="0"/>
  <w:activeWritingStyle w:appName="MSWord" w:lang="ar-JO" w:vendorID="64" w:dllVersion="4096" w:nlCheck="1" w:checkStyle="0"/>
  <w:activeWritingStyle w:appName="MSWord" w:lang="ar-YE"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CA" w:vendorID="64" w:dllVersion="4096" w:nlCheck="1" w:checkStyle="0"/>
  <w:activeWritingStyle w:appName="MSWord" w:lang="en-CA" w:vendorID="64" w:dllVersion="0" w:nlCheck="1" w:checkStyle="0"/>
  <w:activeWritingStyle w:appName="MSWord" w:lang="ar-YE" w:vendorID="64" w:dllVersion="0" w:nlCheck="1" w:checkStyle="0"/>
  <w:activeWritingStyle w:appName="MSWord" w:lang="ar-JO" w:vendorID="64" w:dllVersion="0" w:nlCheck="1" w:checkStyle="0"/>
  <w:activeWritingStyle w:appName="MSWord" w:lang="ar-SA"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2488"/>
    <w:rsid w:val="00003B3C"/>
    <w:rsid w:val="00012B85"/>
    <w:rsid w:val="0001497F"/>
    <w:rsid w:val="000155E2"/>
    <w:rsid w:val="00017145"/>
    <w:rsid w:val="000173C0"/>
    <w:rsid w:val="0002601C"/>
    <w:rsid w:val="0002641F"/>
    <w:rsid w:val="0003032E"/>
    <w:rsid w:val="00032B39"/>
    <w:rsid w:val="00033240"/>
    <w:rsid w:val="000337E1"/>
    <w:rsid w:val="00033821"/>
    <w:rsid w:val="00033CD3"/>
    <w:rsid w:val="00033F74"/>
    <w:rsid w:val="000356D0"/>
    <w:rsid w:val="000370FE"/>
    <w:rsid w:val="00040509"/>
    <w:rsid w:val="0004295E"/>
    <w:rsid w:val="000437A0"/>
    <w:rsid w:val="0005002D"/>
    <w:rsid w:val="000506AB"/>
    <w:rsid w:val="000534CB"/>
    <w:rsid w:val="000538F8"/>
    <w:rsid w:val="0005475C"/>
    <w:rsid w:val="00054C22"/>
    <w:rsid w:val="00055C42"/>
    <w:rsid w:val="00057135"/>
    <w:rsid w:val="000617E9"/>
    <w:rsid w:val="00062632"/>
    <w:rsid w:val="00064E4B"/>
    <w:rsid w:val="00065701"/>
    <w:rsid w:val="00066C7B"/>
    <w:rsid w:val="00067938"/>
    <w:rsid w:val="00067BFD"/>
    <w:rsid w:val="000710CF"/>
    <w:rsid w:val="00071BBA"/>
    <w:rsid w:val="00072477"/>
    <w:rsid w:val="000728CD"/>
    <w:rsid w:val="00072D5E"/>
    <w:rsid w:val="000748B7"/>
    <w:rsid w:val="00075372"/>
    <w:rsid w:val="00075E9D"/>
    <w:rsid w:val="00077F34"/>
    <w:rsid w:val="00083496"/>
    <w:rsid w:val="00083EA0"/>
    <w:rsid w:val="0008693A"/>
    <w:rsid w:val="000872CC"/>
    <w:rsid w:val="000879E2"/>
    <w:rsid w:val="00090091"/>
    <w:rsid w:val="00091D18"/>
    <w:rsid w:val="000927DE"/>
    <w:rsid w:val="00094686"/>
    <w:rsid w:val="000A08BE"/>
    <w:rsid w:val="000A1272"/>
    <w:rsid w:val="000A2F7C"/>
    <w:rsid w:val="000A388A"/>
    <w:rsid w:val="000A4FDB"/>
    <w:rsid w:val="000A56F9"/>
    <w:rsid w:val="000B2BCD"/>
    <w:rsid w:val="000B43D3"/>
    <w:rsid w:val="000B6966"/>
    <w:rsid w:val="000C0F56"/>
    <w:rsid w:val="000C1297"/>
    <w:rsid w:val="000C66C8"/>
    <w:rsid w:val="000C6940"/>
    <w:rsid w:val="000D07AA"/>
    <w:rsid w:val="000D2724"/>
    <w:rsid w:val="000D2CD3"/>
    <w:rsid w:val="000D3110"/>
    <w:rsid w:val="000E5C93"/>
    <w:rsid w:val="000E738D"/>
    <w:rsid w:val="000F1911"/>
    <w:rsid w:val="000F1BD8"/>
    <w:rsid w:val="000F71D5"/>
    <w:rsid w:val="00100E7A"/>
    <w:rsid w:val="0010146E"/>
    <w:rsid w:val="001059DC"/>
    <w:rsid w:val="00106205"/>
    <w:rsid w:val="0011129A"/>
    <w:rsid w:val="00114422"/>
    <w:rsid w:val="00117373"/>
    <w:rsid w:val="00117D3F"/>
    <w:rsid w:val="00122D17"/>
    <w:rsid w:val="00123239"/>
    <w:rsid w:val="00124506"/>
    <w:rsid w:val="001260D3"/>
    <w:rsid w:val="00127088"/>
    <w:rsid w:val="00127945"/>
    <w:rsid w:val="0013369A"/>
    <w:rsid w:val="00134D9B"/>
    <w:rsid w:val="001353D2"/>
    <w:rsid w:val="00136CBB"/>
    <w:rsid w:val="00137D37"/>
    <w:rsid w:val="001417F3"/>
    <w:rsid w:val="0014259C"/>
    <w:rsid w:val="00142765"/>
    <w:rsid w:val="00143110"/>
    <w:rsid w:val="001441A8"/>
    <w:rsid w:val="00146C95"/>
    <w:rsid w:val="00146F51"/>
    <w:rsid w:val="001502AF"/>
    <w:rsid w:val="0015063D"/>
    <w:rsid w:val="001521D7"/>
    <w:rsid w:val="00160700"/>
    <w:rsid w:val="0016204A"/>
    <w:rsid w:val="0016218B"/>
    <w:rsid w:val="00164401"/>
    <w:rsid w:val="001664F8"/>
    <w:rsid w:val="0017461D"/>
    <w:rsid w:val="0017756D"/>
    <w:rsid w:val="00181DB0"/>
    <w:rsid w:val="001853BC"/>
    <w:rsid w:val="0018585A"/>
    <w:rsid w:val="00190559"/>
    <w:rsid w:val="00192140"/>
    <w:rsid w:val="001A046F"/>
    <w:rsid w:val="001A117A"/>
    <w:rsid w:val="001A14CE"/>
    <w:rsid w:val="001A56F1"/>
    <w:rsid w:val="001B4A62"/>
    <w:rsid w:val="001B5C85"/>
    <w:rsid w:val="001B6D9D"/>
    <w:rsid w:val="001B769B"/>
    <w:rsid w:val="001C364F"/>
    <w:rsid w:val="001D2A88"/>
    <w:rsid w:val="001D5057"/>
    <w:rsid w:val="001D6099"/>
    <w:rsid w:val="001D7E24"/>
    <w:rsid w:val="001E0599"/>
    <w:rsid w:val="001E071C"/>
    <w:rsid w:val="001E294B"/>
    <w:rsid w:val="001E358A"/>
    <w:rsid w:val="001E3C98"/>
    <w:rsid w:val="001E3FA4"/>
    <w:rsid w:val="001E5363"/>
    <w:rsid w:val="001F0D43"/>
    <w:rsid w:val="001F1B82"/>
    <w:rsid w:val="001F2B3E"/>
    <w:rsid w:val="001F568B"/>
    <w:rsid w:val="001F5AB1"/>
    <w:rsid w:val="001F6160"/>
    <w:rsid w:val="001F626D"/>
    <w:rsid w:val="0020436B"/>
    <w:rsid w:val="00204DAD"/>
    <w:rsid w:val="00204EE1"/>
    <w:rsid w:val="00206446"/>
    <w:rsid w:val="002107A6"/>
    <w:rsid w:val="002108B3"/>
    <w:rsid w:val="002113FF"/>
    <w:rsid w:val="00214397"/>
    <w:rsid w:val="0021444D"/>
    <w:rsid w:val="002220C0"/>
    <w:rsid w:val="002232D3"/>
    <w:rsid w:val="00226893"/>
    <w:rsid w:val="00227ADD"/>
    <w:rsid w:val="00230216"/>
    <w:rsid w:val="00231D40"/>
    <w:rsid w:val="00232B49"/>
    <w:rsid w:val="00234CCD"/>
    <w:rsid w:val="00234DB1"/>
    <w:rsid w:val="002354A1"/>
    <w:rsid w:val="00237757"/>
    <w:rsid w:val="0024474E"/>
    <w:rsid w:val="002564BD"/>
    <w:rsid w:val="00257472"/>
    <w:rsid w:val="00257DA4"/>
    <w:rsid w:val="00263EBD"/>
    <w:rsid w:val="002645EE"/>
    <w:rsid w:val="00264BCE"/>
    <w:rsid w:val="00267783"/>
    <w:rsid w:val="00267BC6"/>
    <w:rsid w:val="00271751"/>
    <w:rsid w:val="002719C5"/>
    <w:rsid w:val="00272E6A"/>
    <w:rsid w:val="00272F33"/>
    <w:rsid w:val="00274568"/>
    <w:rsid w:val="00276DB5"/>
    <w:rsid w:val="00277883"/>
    <w:rsid w:val="00277C7B"/>
    <w:rsid w:val="00280EF1"/>
    <w:rsid w:val="002825E5"/>
    <w:rsid w:val="00282CE4"/>
    <w:rsid w:val="00283BDE"/>
    <w:rsid w:val="0028625A"/>
    <w:rsid w:val="00287F7C"/>
    <w:rsid w:val="002924C8"/>
    <w:rsid w:val="00295331"/>
    <w:rsid w:val="002954F2"/>
    <w:rsid w:val="002958F3"/>
    <w:rsid w:val="002973A5"/>
    <w:rsid w:val="00297A37"/>
    <w:rsid w:val="002A1E81"/>
    <w:rsid w:val="002A3C1E"/>
    <w:rsid w:val="002A70D8"/>
    <w:rsid w:val="002A71B1"/>
    <w:rsid w:val="002B17D9"/>
    <w:rsid w:val="002B234D"/>
    <w:rsid w:val="002B47D0"/>
    <w:rsid w:val="002B59B5"/>
    <w:rsid w:val="002C041A"/>
    <w:rsid w:val="002C1B17"/>
    <w:rsid w:val="002C3C47"/>
    <w:rsid w:val="002C55B0"/>
    <w:rsid w:val="002C7A27"/>
    <w:rsid w:val="002D5EF5"/>
    <w:rsid w:val="002E065B"/>
    <w:rsid w:val="002E0C3F"/>
    <w:rsid w:val="002E361D"/>
    <w:rsid w:val="002E48B6"/>
    <w:rsid w:val="002E52B5"/>
    <w:rsid w:val="002E59DA"/>
    <w:rsid w:val="002F0982"/>
    <w:rsid w:val="002F2578"/>
    <w:rsid w:val="002F42BF"/>
    <w:rsid w:val="002F5D80"/>
    <w:rsid w:val="0030000F"/>
    <w:rsid w:val="00301144"/>
    <w:rsid w:val="00301900"/>
    <w:rsid w:val="003032D7"/>
    <w:rsid w:val="00306C8D"/>
    <w:rsid w:val="00307CAB"/>
    <w:rsid w:val="0031141C"/>
    <w:rsid w:val="003124CE"/>
    <w:rsid w:val="00312607"/>
    <w:rsid w:val="003156E0"/>
    <w:rsid w:val="00317681"/>
    <w:rsid w:val="00320FF5"/>
    <w:rsid w:val="00321194"/>
    <w:rsid w:val="00322742"/>
    <w:rsid w:val="00322E5D"/>
    <w:rsid w:val="00323D0F"/>
    <w:rsid w:val="003277DF"/>
    <w:rsid w:val="0033033E"/>
    <w:rsid w:val="00330DB2"/>
    <w:rsid w:val="00333FD0"/>
    <w:rsid w:val="003362AC"/>
    <w:rsid w:val="00341849"/>
    <w:rsid w:val="00345335"/>
    <w:rsid w:val="00346C71"/>
    <w:rsid w:val="00346FE1"/>
    <w:rsid w:val="00350732"/>
    <w:rsid w:val="00350ECE"/>
    <w:rsid w:val="00354A64"/>
    <w:rsid w:val="003567E1"/>
    <w:rsid w:val="00364DBE"/>
    <w:rsid w:val="003669EC"/>
    <w:rsid w:val="003671E0"/>
    <w:rsid w:val="00370949"/>
    <w:rsid w:val="00377043"/>
    <w:rsid w:val="003804EE"/>
    <w:rsid w:val="00380A41"/>
    <w:rsid w:val="00383E8E"/>
    <w:rsid w:val="00387CC0"/>
    <w:rsid w:val="00391E16"/>
    <w:rsid w:val="0039332B"/>
    <w:rsid w:val="00394A54"/>
    <w:rsid w:val="00394AEB"/>
    <w:rsid w:val="00394C63"/>
    <w:rsid w:val="003A1FA1"/>
    <w:rsid w:val="003A4B7C"/>
    <w:rsid w:val="003A5F11"/>
    <w:rsid w:val="003A6124"/>
    <w:rsid w:val="003A6502"/>
    <w:rsid w:val="003B00CF"/>
    <w:rsid w:val="003B224D"/>
    <w:rsid w:val="003B44C2"/>
    <w:rsid w:val="003C2D30"/>
    <w:rsid w:val="003C3D0B"/>
    <w:rsid w:val="003C64C5"/>
    <w:rsid w:val="003C72E8"/>
    <w:rsid w:val="003D7A0E"/>
    <w:rsid w:val="003E3A24"/>
    <w:rsid w:val="003E6699"/>
    <w:rsid w:val="003E7217"/>
    <w:rsid w:val="003F399A"/>
    <w:rsid w:val="003F6242"/>
    <w:rsid w:val="003F703B"/>
    <w:rsid w:val="003F7889"/>
    <w:rsid w:val="00400049"/>
    <w:rsid w:val="0040346E"/>
    <w:rsid w:val="0040522A"/>
    <w:rsid w:val="00412599"/>
    <w:rsid w:val="00413A0C"/>
    <w:rsid w:val="00413A94"/>
    <w:rsid w:val="00415629"/>
    <w:rsid w:val="00416393"/>
    <w:rsid w:val="0041725C"/>
    <w:rsid w:val="0042027C"/>
    <w:rsid w:val="00421413"/>
    <w:rsid w:val="00421BF5"/>
    <w:rsid w:val="00423BC7"/>
    <w:rsid w:val="00424CD2"/>
    <w:rsid w:val="00425578"/>
    <w:rsid w:val="00426140"/>
    <w:rsid w:val="004262B8"/>
    <w:rsid w:val="00430C5B"/>
    <w:rsid w:val="004331BA"/>
    <w:rsid w:val="00436022"/>
    <w:rsid w:val="00436153"/>
    <w:rsid w:val="00436D71"/>
    <w:rsid w:val="00436F6C"/>
    <w:rsid w:val="00437BB6"/>
    <w:rsid w:val="00440768"/>
    <w:rsid w:val="0044077E"/>
    <w:rsid w:val="004413B0"/>
    <w:rsid w:val="0044350D"/>
    <w:rsid w:val="004438BD"/>
    <w:rsid w:val="004455D0"/>
    <w:rsid w:val="00446E41"/>
    <w:rsid w:val="004511CB"/>
    <w:rsid w:val="00453920"/>
    <w:rsid w:val="00454FB1"/>
    <w:rsid w:val="00462AED"/>
    <w:rsid w:val="00466FB3"/>
    <w:rsid w:val="00471D58"/>
    <w:rsid w:val="00471F83"/>
    <w:rsid w:val="00472824"/>
    <w:rsid w:val="00472E68"/>
    <w:rsid w:val="00474C87"/>
    <w:rsid w:val="004758D4"/>
    <w:rsid w:val="004759C9"/>
    <w:rsid w:val="00480009"/>
    <w:rsid w:val="004816DA"/>
    <w:rsid w:val="00483FC8"/>
    <w:rsid w:val="00484772"/>
    <w:rsid w:val="00494970"/>
    <w:rsid w:val="00496A70"/>
    <w:rsid w:val="004977D3"/>
    <w:rsid w:val="004A094D"/>
    <w:rsid w:val="004A1CE4"/>
    <w:rsid w:val="004A343E"/>
    <w:rsid w:val="004A38CC"/>
    <w:rsid w:val="004A40D0"/>
    <w:rsid w:val="004A7BA1"/>
    <w:rsid w:val="004B1FA1"/>
    <w:rsid w:val="004B1FE3"/>
    <w:rsid w:val="004B5750"/>
    <w:rsid w:val="004B62E8"/>
    <w:rsid w:val="004B6A45"/>
    <w:rsid w:val="004C1CFA"/>
    <w:rsid w:val="004C3510"/>
    <w:rsid w:val="004C50BE"/>
    <w:rsid w:val="004C5485"/>
    <w:rsid w:val="004C6B28"/>
    <w:rsid w:val="004D25C2"/>
    <w:rsid w:val="004D2CCC"/>
    <w:rsid w:val="004D4424"/>
    <w:rsid w:val="004D4E11"/>
    <w:rsid w:val="004D5A0D"/>
    <w:rsid w:val="004D7074"/>
    <w:rsid w:val="004E0367"/>
    <w:rsid w:val="004E194E"/>
    <w:rsid w:val="004E7565"/>
    <w:rsid w:val="004E7B76"/>
    <w:rsid w:val="004F20AF"/>
    <w:rsid w:val="004F4530"/>
    <w:rsid w:val="004F479E"/>
    <w:rsid w:val="004F4B09"/>
    <w:rsid w:val="004F4B4C"/>
    <w:rsid w:val="004F7228"/>
    <w:rsid w:val="00501BBA"/>
    <w:rsid w:val="0050304C"/>
    <w:rsid w:val="005043B8"/>
    <w:rsid w:val="00506941"/>
    <w:rsid w:val="00510D0D"/>
    <w:rsid w:val="005118A0"/>
    <w:rsid w:val="0051645D"/>
    <w:rsid w:val="00520EA6"/>
    <w:rsid w:val="00525F9C"/>
    <w:rsid w:val="00526C56"/>
    <w:rsid w:val="00527F25"/>
    <w:rsid w:val="0053108E"/>
    <w:rsid w:val="005310AB"/>
    <w:rsid w:val="00531D29"/>
    <w:rsid w:val="00534064"/>
    <w:rsid w:val="00534697"/>
    <w:rsid w:val="00534AC5"/>
    <w:rsid w:val="00534FC3"/>
    <w:rsid w:val="00537001"/>
    <w:rsid w:val="00540032"/>
    <w:rsid w:val="005401CA"/>
    <w:rsid w:val="00542AEC"/>
    <w:rsid w:val="00546EF4"/>
    <w:rsid w:val="0055234E"/>
    <w:rsid w:val="00556019"/>
    <w:rsid w:val="005568E4"/>
    <w:rsid w:val="005577DE"/>
    <w:rsid w:val="00561831"/>
    <w:rsid w:val="00561BC1"/>
    <w:rsid w:val="00564A1E"/>
    <w:rsid w:val="00570212"/>
    <w:rsid w:val="00573A76"/>
    <w:rsid w:val="00577996"/>
    <w:rsid w:val="005817A9"/>
    <w:rsid w:val="00582167"/>
    <w:rsid w:val="00582937"/>
    <w:rsid w:val="00582B46"/>
    <w:rsid w:val="00584719"/>
    <w:rsid w:val="00584FE6"/>
    <w:rsid w:val="005853E9"/>
    <w:rsid w:val="00587E8D"/>
    <w:rsid w:val="00593278"/>
    <w:rsid w:val="00594D31"/>
    <w:rsid w:val="00594E45"/>
    <w:rsid w:val="00595C3C"/>
    <w:rsid w:val="00596DBE"/>
    <w:rsid w:val="005A01EF"/>
    <w:rsid w:val="005A0345"/>
    <w:rsid w:val="005A0976"/>
    <w:rsid w:val="005A0E18"/>
    <w:rsid w:val="005A1195"/>
    <w:rsid w:val="005A156D"/>
    <w:rsid w:val="005A2456"/>
    <w:rsid w:val="005A403B"/>
    <w:rsid w:val="005A772B"/>
    <w:rsid w:val="005A7FFE"/>
    <w:rsid w:val="005B2E2B"/>
    <w:rsid w:val="005B46D7"/>
    <w:rsid w:val="005B4F73"/>
    <w:rsid w:val="005B6D87"/>
    <w:rsid w:val="005C4CBD"/>
    <w:rsid w:val="005C5A7C"/>
    <w:rsid w:val="005C671B"/>
    <w:rsid w:val="005D3490"/>
    <w:rsid w:val="005D4088"/>
    <w:rsid w:val="005D5C5B"/>
    <w:rsid w:val="005E15BD"/>
    <w:rsid w:val="005E287C"/>
    <w:rsid w:val="005E4047"/>
    <w:rsid w:val="005E4476"/>
    <w:rsid w:val="005E6934"/>
    <w:rsid w:val="005F3AFF"/>
    <w:rsid w:val="005F56C4"/>
    <w:rsid w:val="00605254"/>
    <w:rsid w:val="006070F1"/>
    <w:rsid w:val="0061249B"/>
    <w:rsid w:val="006133AF"/>
    <w:rsid w:val="00613C5B"/>
    <w:rsid w:val="00613DDE"/>
    <w:rsid w:val="00617BD4"/>
    <w:rsid w:val="00620E93"/>
    <w:rsid w:val="00621B05"/>
    <w:rsid w:val="0062464C"/>
    <w:rsid w:val="0063254C"/>
    <w:rsid w:val="0063773C"/>
    <w:rsid w:val="0064313C"/>
    <w:rsid w:val="00643284"/>
    <w:rsid w:val="00652B07"/>
    <w:rsid w:val="00653C79"/>
    <w:rsid w:val="00653CD7"/>
    <w:rsid w:val="00654EB0"/>
    <w:rsid w:val="00656AD4"/>
    <w:rsid w:val="00657CBF"/>
    <w:rsid w:val="006602E3"/>
    <w:rsid w:val="006661C6"/>
    <w:rsid w:val="00676E8E"/>
    <w:rsid w:val="00683AE7"/>
    <w:rsid w:val="00683BF5"/>
    <w:rsid w:val="00684746"/>
    <w:rsid w:val="0068766A"/>
    <w:rsid w:val="006901B5"/>
    <w:rsid w:val="00690591"/>
    <w:rsid w:val="00690655"/>
    <w:rsid w:val="006947F3"/>
    <w:rsid w:val="00694986"/>
    <w:rsid w:val="0069598B"/>
    <w:rsid w:val="00696F3B"/>
    <w:rsid w:val="006975FD"/>
    <w:rsid w:val="006A1EC6"/>
    <w:rsid w:val="006A1FA5"/>
    <w:rsid w:val="006A2107"/>
    <w:rsid w:val="006A4D4A"/>
    <w:rsid w:val="006A619C"/>
    <w:rsid w:val="006A6E12"/>
    <w:rsid w:val="006B1892"/>
    <w:rsid w:val="006B2B51"/>
    <w:rsid w:val="006B32E4"/>
    <w:rsid w:val="006B35EA"/>
    <w:rsid w:val="006B4C6E"/>
    <w:rsid w:val="006B4FF1"/>
    <w:rsid w:val="006B6BE0"/>
    <w:rsid w:val="006B6DA3"/>
    <w:rsid w:val="006B7368"/>
    <w:rsid w:val="006C2311"/>
    <w:rsid w:val="006C2FA4"/>
    <w:rsid w:val="006C6261"/>
    <w:rsid w:val="006C63BC"/>
    <w:rsid w:val="006D446A"/>
    <w:rsid w:val="006D5796"/>
    <w:rsid w:val="006D6B30"/>
    <w:rsid w:val="006E434E"/>
    <w:rsid w:val="006E516D"/>
    <w:rsid w:val="006F24C7"/>
    <w:rsid w:val="006F2EA2"/>
    <w:rsid w:val="006F4A11"/>
    <w:rsid w:val="00700607"/>
    <w:rsid w:val="007057DE"/>
    <w:rsid w:val="00705CFE"/>
    <w:rsid w:val="00705DD8"/>
    <w:rsid w:val="00707640"/>
    <w:rsid w:val="00707BED"/>
    <w:rsid w:val="00707C59"/>
    <w:rsid w:val="00710660"/>
    <w:rsid w:val="00710F16"/>
    <w:rsid w:val="00712A67"/>
    <w:rsid w:val="007140CC"/>
    <w:rsid w:val="0071433A"/>
    <w:rsid w:val="0071538C"/>
    <w:rsid w:val="0071738A"/>
    <w:rsid w:val="007226FC"/>
    <w:rsid w:val="00726F33"/>
    <w:rsid w:val="0072727F"/>
    <w:rsid w:val="0073031C"/>
    <w:rsid w:val="00732AC6"/>
    <w:rsid w:val="00733DDE"/>
    <w:rsid w:val="00741128"/>
    <w:rsid w:val="00744B0D"/>
    <w:rsid w:val="00745F59"/>
    <w:rsid w:val="00746DC2"/>
    <w:rsid w:val="00751EC1"/>
    <w:rsid w:val="00753B48"/>
    <w:rsid w:val="0075494B"/>
    <w:rsid w:val="00754F8F"/>
    <w:rsid w:val="00757981"/>
    <w:rsid w:val="0076004C"/>
    <w:rsid w:val="00761AE4"/>
    <w:rsid w:val="007705C2"/>
    <w:rsid w:val="00770AE1"/>
    <w:rsid w:val="00770E9C"/>
    <w:rsid w:val="00771164"/>
    <w:rsid w:val="007765B1"/>
    <w:rsid w:val="007775F2"/>
    <w:rsid w:val="00777E1E"/>
    <w:rsid w:val="00781424"/>
    <w:rsid w:val="00787941"/>
    <w:rsid w:val="007942EA"/>
    <w:rsid w:val="0079638F"/>
    <w:rsid w:val="00796982"/>
    <w:rsid w:val="007A127D"/>
    <w:rsid w:val="007A3475"/>
    <w:rsid w:val="007A397C"/>
    <w:rsid w:val="007A5558"/>
    <w:rsid w:val="007A641A"/>
    <w:rsid w:val="007B02F9"/>
    <w:rsid w:val="007B4BDA"/>
    <w:rsid w:val="007C063B"/>
    <w:rsid w:val="007C511A"/>
    <w:rsid w:val="007D2A82"/>
    <w:rsid w:val="007D42DF"/>
    <w:rsid w:val="007D7D7A"/>
    <w:rsid w:val="007E2CBE"/>
    <w:rsid w:val="007E3F87"/>
    <w:rsid w:val="007E552F"/>
    <w:rsid w:val="007E5BD7"/>
    <w:rsid w:val="007E72D3"/>
    <w:rsid w:val="007F1D29"/>
    <w:rsid w:val="007F2ABF"/>
    <w:rsid w:val="007F546A"/>
    <w:rsid w:val="00804A90"/>
    <w:rsid w:val="008059D5"/>
    <w:rsid w:val="0080686B"/>
    <w:rsid w:val="00807100"/>
    <w:rsid w:val="00810CCA"/>
    <w:rsid w:val="008124B7"/>
    <w:rsid w:val="008125CD"/>
    <w:rsid w:val="008135BF"/>
    <w:rsid w:val="008171BE"/>
    <w:rsid w:val="0082003E"/>
    <w:rsid w:val="0082043E"/>
    <w:rsid w:val="008235E8"/>
    <w:rsid w:val="00823B7D"/>
    <w:rsid w:val="008246F0"/>
    <w:rsid w:val="00832AE1"/>
    <w:rsid w:val="00835186"/>
    <w:rsid w:val="00837B97"/>
    <w:rsid w:val="008449E9"/>
    <w:rsid w:val="008467D8"/>
    <w:rsid w:val="00854965"/>
    <w:rsid w:val="00854A92"/>
    <w:rsid w:val="00860290"/>
    <w:rsid w:val="008603EA"/>
    <w:rsid w:val="008604A3"/>
    <w:rsid w:val="00860796"/>
    <w:rsid w:val="00861B46"/>
    <w:rsid w:val="00862645"/>
    <w:rsid w:val="00862D9C"/>
    <w:rsid w:val="00863357"/>
    <w:rsid w:val="00870795"/>
    <w:rsid w:val="00871DC4"/>
    <w:rsid w:val="00874C96"/>
    <w:rsid w:val="00874DB1"/>
    <w:rsid w:val="008879F8"/>
    <w:rsid w:val="00890041"/>
    <w:rsid w:val="008912FC"/>
    <w:rsid w:val="00893C8C"/>
    <w:rsid w:val="008A2760"/>
    <w:rsid w:val="008A3A38"/>
    <w:rsid w:val="008A3F72"/>
    <w:rsid w:val="008A6F05"/>
    <w:rsid w:val="008A77E8"/>
    <w:rsid w:val="008B02EC"/>
    <w:rsid w:val="008B18A9"/>
    <w:rsid w:val="008B233D"/>
    <w:rsid w:val="008B24AC"/>
    <w:rsid w:val="008B4C9E"/>
    <w:rsid w:val="008B5A2D"/>
    <w:rsid w:val="008B5DE3"/>
    <w:rsid w:val="008B72C3"/>
    <w:rsid w:val="008B7619"/>
    <w:rsid w:val="008C16D8"/>
    <w:rsid w:val="008C3C50"/>
    <w:rsid w:val="008C3D2B"/>
    <w:rsid w:val="008C4A98"/>
    <w:rsid w:val="008C5988"/>
    <w:rsid w:val="008D02E1"/>
    <w:rsid w:val="008D2CC6"/>
    <w:rsid w:val="008D4572"/>
    <w:rsid w:val="008D574A"/>
    <w:rsid w:val="008D5F6E"/>
    <w:rsid w:val="008D612D"/>
    <w:rsid w:val="008D61DC"/>
    <w:rsid w:val="008D660F"/>
    <w:rsid w:val="008D763D"/>
    <w:rsid w:val="008E1395"/>
    <w:rsid w:val="008E168B"/>
    <w:rsid w:val="008E520A"/>
    <w:rsid w:val="008E6C7E"/>
    <w:rsid w:val="008F1D16"/>
    <w:rsid w:val="00905897"/>
    <w:rsid w:val="00906020"/>
    <w:rsid w:val="00913C2E"/>
    <w:rsid w:val="00916391"/>
    <w:rsid w:val="009165B4"/>
    <w:rsid w:val="009226CC"/>
    <w:rsid w:val="009237FE"/>
    <w:rsid w:val="00923D30"/>
    <w:rsid w:val="00924A4A"/>
    <w:rsid w:val="00925FA3"/>
    <w:rsid w:val="009308B7"/>
    <w:rsid w:val="0093117C"/>
    <w:rsid w:val="00934269"/>
    <w:rsid w:val="00935753"/>
    <w:rsid w:val="00940C61"/>
    <w:rsid w:val="0094234C"/>
    <w:rsid w:val="0094236A"/>
    <w:rsid w:val="00942C67"/>
    <w:rsid w:val="00943414"/>
    <w:rsid w:val="00943FD4"/>
    <w:rsid w:val="00944534"/>
    <w:rsid w:val="00944824"/>
    <w:rsid w:val="009449B4"/>
    <w:rsid w:val="0094659F"/>
    <w:rsid w:val="009465E2"/>
    <w:rsid w:val="00950A50"/>
    <w:rsid w:val="00953332"/>
    <w:rsid w:val="00953DE2"/>
    <w:rsid w:val="00954213"/>
    <w:rsid w:val="00960DB6"/>
    <w:rsid w:val="00961C29"/>
    <w:rsid w:val="009636A3"/>
    <w:rsid w:val="00965138"/>
    <w:rsid w:val="009731FB"/>
    <w:rsid w:val="00975AFD"/>
    <w:rsid w:val="00982879"/>
    <w:rsid w:val="00983B3C"/>
    <w:rsid w:val="00986D72"/>
    <w:rsid w:val="00991305"/>
    <w:rsid w:val="00991682"/>
    <w:rsid w:val="0099307F"/>
    <w:rsid w:val="009942FB"/>
    <w:rsid w:val="009967ED"/>
    <w:rsid w:val="00997DAF"/>
    <w:rsid w:val="009A0A1D"/>
    <w:rsid w:val="009A123F"/>
    <w:rsid w:val="009A1ADD"/>
    <w:rsid w:val="009A3AE3"/>
    <w:rsid w:val="009A572C"/>
    <w:rsid w:val="009A5822"/>
    <w:rsid w:val="009A5CE7"/>
    <w:rsid w:val="009A6141"/>
    <w:rsid w:val="009B2B98"/>
    <w:rsid w:val="009B300E"/>
    <w:rsid w:val="009B4330"/>
    <w:rsid w:val="009B4E91"/>
    <w:rsid w:val="009B508F"/>
    <w:rsid w:val="009B5722"/>
    <w:rsid w:val="009B5C74"/>
    <w:rsid w:val="009B5E60"/>
    <w:rsid w:val="009C0ACD"/>
    <w:rsid w:val="009C139F"/>
    <w:rsid w:val="009C481A"/>
    <w:rsid w:val="009C653F"/>
    <w:rsid w:val="009C71A2"/>
    <w:rsid w:val="009D250A"/>
    <w:rsid w:val="009D5980"/>
    <w:rsid w:val="009D7BF5"/>
    <w:rsid w:val="009D7E20"/>
    <w:rsid w:val="009E1EBD"/>
    <w:rsid w:val="009E3927"/>
    <w:rsid w:val="009E64B2"/>
    <w:rsid w:val="009E6ED2"/>
    <w:rsid w:val="009F292D"/>
    <w:rsid w:val="009F5247"/>
    <w:rsid w:val="00A04728"/>
    <w:rsid w:val="00A07434"/>
    <w:rsid w:val="00A12B66"/>
    <w:rsid w:val="00A13B2C"/>
    <w:rsid w:val="00A20958"/>
    <w:rsid w:val="00A2115A"/>
    <w:rsid w:val="00A2328F"/>
    <w:rsid w:val="00A23D9B"/>
    <w:rsid w:val="00A2416C"/>
    <w:rsid w:val="00A24810"/>
    <w:rsid w:val="00A25890"/>
    <w:rsid w:val="00A27EF1"/>
    <w:rsid w:val="00A301E3"/>
    <w:rsid w:val="00A30384"/>
    <w:rsid w:val="00A30723"/>
    <w:rsid w:val="00A310E9"/>
    <w:rsid w:val="00A316B5"/>
    <w:rsid w:val="00A36D32"/>
    <w:rsid w:val="00A45BE9"/>
    <w:rsid w:val="00A47B41"/>
    <w:rsid w:val="00A53C73"/>
    <w:rsid w:val="00A57DB4"/>
    <w:rsid w:val="00A603F2"/>
    <w:rsid w:val="00A60B72"/>
    <w:rsid w:val="00A66F35"/>
    <w:rsid w:val="00A67405"/>
    <w:rsid w:val="00A713FC"/>
    <w:rsid w:val="00A7199A"/>
    <w:rsid w:val="00A7414F"/>
    <w:rsid w:val="00A74D0D"/>
    <w:rsid w:val="00A76029"/>
    <w:rsid w:val="00A7655F"/>
    <w:rsid w:val="00A77612"/>
    <w:rsid w:val="00A81632"/>
    <w:rsid w:val="00A8208D"/>
    <w:rsid w:val="00A8395A"/>
    <w:rsid w:val="00A865CA"/>
    <w:rsid w:val="00A87C00"/>
    <w:rsid w:val="00A926DF"/>
    <w:rsid w:val="00A93F8C"/>
    <w:rsid w:val="00AA0401"/>
    <w:rsid w:val="00AA0CA3"/>
    <w:rsid w:val="00AA140E"/>
    <w:rsid w:val="00AA2525"/>
    <w:rsid w:val="00AA2B3B"/>
    <w:rsid w:val="00AB296F"/>
    <w:rsid w:val="00AB3576"/>
    <w:rsid w:val="00AC2261"/>
    <w:rsid w:val="00AC5B67"/>
    <w:rsid w:val="00AC6688"/>
    <w:rsid w:val="00AC7BC5"/>
    <w:rsid w:val="00AC7E00"/>
    <w:rsid w:val="00AD15BD"/>
    <w:rsid w:val="00AD33BD"/>
    <w:rsid w:val="00AD5374"/>
    <w:rsid w:val="00AD582D"/>
    <w:rsid w:val="00AD5DC1"/>
    <w:rsid w:val="00AD60A9"/>
    <w:rsid w:val="00AD6599"/>
    <w:rsid w:val="00AE0D79"/>
    <w:rsid w:val="00AE2B55"/>
    <w:rsid w:val="00AE30C0"/>
    <w:rsid w:val="00AE4968"/>
    <w:rsid w:val="00AE796A"/>
    <w:rsid w:val="00AF0176"/>
    <w:rsid w:val="00AF0BB9"/>
    <w:rsid w:val="00AF0ECB"/>
    <w:rsid w:val="00AF244B"/>
    <w:rsid w:val="00AF5C36"/>
    <w:rsid w:val="00B013EB"/>
    <w:rsid w:val="00B02763"/>
    <w:rsid w:val="00B04465"/>
    <w:rsid w:val="00B0577A"/>
    <w:rsid w:val="00B13FA4"/>
    <w:rsid w:val="00B14341"/>
    <w:rsid w:val="00B144E7"/>
    <w:rsid w:val="00B151A3"/>
    <w:rsid w:val="00B1675F"/>
    <w:rsid w:val="00B22B28"/>
    <w:rsid w:val="00B22D03"/>
    <w:rsid w:val="00B3126C"/>
    <w:rsid w:val="00B31D40"/>
    <w:rsid w:val="00B32D7C"/>
    <w:rsid w:val="00B352EF"/>
    <w:rsid w:val="00B356EF"/>
    <w:rsid w:val="00B3610E"/>
    <w:rsid w:val="00B36312"/>
    <w:rsid w:val="00B378DC"/>
    <w:rsid w:val="00B401CC"/>
    <w:rsid w:val="00B40356"/>
    <w:rsid w:val="00B40CEC"/>
    <w:rsid w:val="00B465BF"/>
    <w:rsid w:val="00B53477"/>
    <w:rsid w:val="00B53B2A"/>
    <w:rsid w:val="00B53D05"/>
    <w:rsid w:val="00B55F08"/>
    <w:rsid w:val="00B60C69"/>
    <w:rsid w:val="00B61FB0"/>
    <w:rsid w:val="00B64F95"/>
    <w:rsid w:val="00B652CB"/>
    <w:rsid w:val="00B66DEB"/>
    <w:rsid w:val="00B6733C"/>
    <w:rsid w:val="00B70849"/>
    <w:rsid w:val="00B72334"/>
    <w:rsid w:val="00B82B02"/>
    <w:rsid w:val="00B8405F"/>
    <w:rsid w:val="00B8574C"/>
    <w:rsid w:val="00B861A2"/>
    <w:rsid w:val="00B87F6D"/>
    <w:rsid w:val="00B93110"/>
    <w:rsid w:val="00B96E99"/>
    <w:rsid w:val="00BA09BB"/>
    <w:rsid w:val="00BA148B"/>
    <w:rsid w:val="00BA19C6"/>
    <w:rsid w:val="00BA373A"/>
    <w:rsid w:val="00BA3C3E"/>
    <w:rsid w:val="00BA3CD2"/>
    <w:rsid w:val="00BB10F7"/>
    <w:rsid w:val="00BB161F"/>
    <w:rsid w:val="00BB534D"/>
    <w:rsid w:val="00BB7151"/>
    <w:rsid w:val="00BC05EB"/>
    <w:rsid w:val="00BC57D1"/>
    <w:rsid w:val="00BC5EF8"/>
    <w:rsid w:val="00BC79AD"/>
    <w:rsid w:val="00BD00BF"/>
    <w:rsid w:val="00BD149B"/>
    <w:rsid w:val="00BD3172"/>
    <w:rsid w:val="00BD6DAB"/>
    <w:rsid w:val="00BE28F5"/>
    <w:rsid w:val="00BE2FCE"/>
    <w:rsid w:val="00BE3EA7"/>
    <w:rsid w:val="00BE3F51"/>
    <w:rsid w:val="00BE5255"/>
    <w:rsid w:val="00BE5C89"/>
    <w:rsid w:val="00BE6DC4"/>
    <w:rsid w:val="00BF46CB"/>
    <w:rsid w:val="00BF4A0F"/>
    <w:rsid w:val="00BF4F22"/>
    <w:rsid w:val="00BF69EC"/>
    <w:rsid w:val="00BF70BC"/>
    <w:rsid w:val="00BF7844"/>
    <w:rsid w:val="00C0146F"/>
    <w:rsid w:val="00C01EE6"/>
    <w:rsid w:val="00C17C45"/>
    <w:rsid w:val="00C17C87"/>
    <w:rsid w:val="00C2287B"/>
    <w:rsid w:val="00C244E7"/>
    <w:rsid w:val="00C30885"/>
    <w:rsid w:val="00C32937"/>
    <w:rsid w:val="00C33610"/>
    <w:rsid w:val="00C34C56"/>
    <w:rsid w:val="00C35613"/>
    <w:rsid w:val="00C3642B"/>
    <w:rsid w:val="00C47070"/>
    <w:rsid w:val="00C501C7"/>
    <w:rsid w:val="00C508A1"/>
    <w:rsid w:val="00C50DD6"/>
    <w:rsid w:val="00C5113A"/>
    <w:rsid w:val="00C51B5F"/>
    <w:rsid w:val="00C51D24"/>
    <w:rsid w:val="00C53FD8"/>
    <w:rsid w:val="00C555A6"/>
    <w:rsid w:val="00C562A0"/>
    <w:rsid w:val="00C63AE0"/>
    <w:rsid w:val="00C64B11"/>
    <w:rsid w:val="00C65592"/>
    <w:rsid w:val="00C67008"/>
    <w:rsid w:val="00C71AC1"/>
    <w:rsid w:val="00C71E7D"/>
    <w:rsid w:val="00C7770B"/>
    <w:rsid w:val="00C809B4"/>
    <w:rsid w:val="00C8281B"/>
    <w:rsid w:val="00C8696F"/>
    <w:rsid w:val="00C879DE"/>
    <w:rsid w:val="00C90F81"/>
    <w:rsid w:val="00C91931"/>
    <w:rsid w:val="00C91EE7"/>
    <w:rsid w:val="00C92B94"/>
    <w:rsid w:val="00C93115"/>
    <w:rsid w:val="00C948CF"/>
    <w:rsid w:val="00C95000"/>
    <w:rsid w:val="00C95036"/>
    <w:rsid w:val="00C954CA"/>
    <w:rsid w:val="00C97CE0"/>
    <w:rsid w:val="00CA0091"/>
    <w:rsid w:val="00CA1660"/>
    <w:rsid w:val="00CA61D9"/>
    <w:rsid w:val="00CA7AFE"/>
    <w:rsid w:val="00CB6519"/>
    <w:rsid w:val="00CC149F"/>
    <w:rsid w:val="00CC18B4"/>
    <w:rsid w:val="00CC7EC7"/>
    <w:rsid w:val="00CD02E2"/>
    <w:rsid w:val="00CD1D72"/>
    <w:rsid w:val="00CD3AF5"/>
    <w:rsid w:val="00CD4DC1"/>
    <w:rsid w:val="00CE0539"/>
    <w:rsid w:val="00CE0E2A"/>
    <w:rsid w:val="00CE1CCF"/>
    <w:rsid w:val="00CE25DB"/>
    <w:rsid w:val="00CE2770"/>
    <w:rsid w:val="00CE27DF"/>
    <w:rsid w:val="00CE3BFB"/>
    <w:rsid w:val="00CE3C9E"/>
    <w:rsid w:val="00CE6429"/>
    <w:rsid w:val="00CE7EBB"/>
    <w:rsid w:val="00CF23E2"/>
    <w:rsid w:val="00CF38C4"/>
    <w:rsid w:val="00CF56C8"/>
    <w:rsid w:val="00CF688A"/>
    <w:rsid w:val="00D02BA8"/>
    <w:rsid w:val="00D038C7"/>
    <w:rsid w:val="00D0540B"/>
    <w:rsid w:val="00D10A8A"/>
    <w:rsid w:val="00D10E8D"/>
    <w:rsid w:val="00D12893"/>
    <w:rsid w:val="00D13181"/>
    <w:rsid w:val="00D1377E"/>
    <w:rsid w:val="00D1415C"/>
    <w:rsid w:val="00D15E1D"/>
    <w:rsid w:val="00D230F5"/>
    <w:rsid w:val="00D24FE0"/>
    <w:rsid w:val="00D2595B"/>
    <w:rsid w:val="00D27CCE"/>
    <w:rsid w:val="00D31576"/>
    <w:rsid w:val="00D32C1E"/>
    <w:rsid w:val="00D331E5"/>
    <w:rsid w:val="00D33613"/>
    <w:rsid w:val="00D35DB0"/>
    <w:rsid w:val="00D360A3"/>
    <w:rsid w:val="00D36C77"/>
    <w:rsid w:val="00D378AB"/>
    <w:rsid w:val="00D40DDB"/>
    <w:rsid w:val="00D530B7"/>
    <w:rsid w:val="00D543A4"/>
    <w:rsid w:val="00D60E78"/>
    <w:rsid w:val="00D6544A"/>
    <w:rsid w:val="00D6599F"/>
    <w:rsid w:val="00D65ECC"/>
    <w:rsid w:val="00D669F6"/>
    <w:rsid w:val="00D73EA7"/>
    <w:rsid w:val="00D75120"/>
    <w:rsid w:val="00D75B3E"/>
    <w:rsid w:val="00D76AF0"/>
    <w:rsid w:val="00D76E8A"/>
    <w:rsid w:val="00D94040"/>
    <w:rsid w:val="00D97D9B"/>
    <w:rsid w:val="00DA064A"/>
    <w:rsid w:val="00DA0A9A"/>
    <w:rsid w:val="00DA5A02"/>
    <w:rsid w:val="00DA7FDB"/>
    <w:rsid w:val="00DB054F"/>
    <w:rsid w:val="00DB0A48"/>
    <w:rsid w:val="00DC2369"/>
    <w:rsid w:val="00DC570B"/>
    <w:rsid w:val="00DC662B"/>
    <w:rsid w:val="00DC723B"/>
    <w:rsid w:val="00DC7753"/>
    <w:rsid w:val="00DC7944"/>
    <w:rsid w:val="00DD3BF7"/>
    <w:rsid w:val="00DD6229"/>
    <w:rsid w:val="00DD6844"/>
    <w:rsid w:val="00DE1176"/>
    <w:rsid w:val="00DE2E7D"/>
    <w:rsid w:val="00DE3A14"/>
    <w:rsid w:val="00DE48D3"/>
    <w:rsid w:val="00DE5FB2"/>
    <w:rsid w:val="00DF05F6"/>
    <w:rsid w:val="00E02ED5"/>
    <w:rsid w:val="00E050E5"/>
    <w:rsid w:val="00E06A7B"/>
    <w:rsid w:val="00E073DD"/>
    <w:rsid w:val="00E11074"/>
    <w:rsid w:val="00E111DB"/>
    <w:rsid w:val="00E1191A"/>
    <w:rsid w:val="00E13F5D"/>
    <w:rsid w:val="00E14A55"/>
    <w:rsid w:val="00E2346B"/>
    <w:rsid w:val="00E30A91"/>
    <w:rsid w:val="00E35593"/>
    <w:rsid w:val="00E4008D"/>
    <w:rsid w:val="00E41737"/>
    <w:rsid w:val="00E5008C"/>
    <w:rsid w:val="00E5015F"/>
    <w:rsid w:val="00E5081D"/>
    <w:rsid w:val="00E51F7C"/>
    <w:rsid w:val="00E546A6"/>
    <w:rsid w:val="00E569DF"/>
    <w:rsid w:val="00E607AC"/>
    <w:rsid w:val="00E63F00"/>
    <w:rsid w:val="00E64654"/>
    <w:rsid w:val="00E64E48"/>
    <w:rsid w:val="00E65221"/>
    <w:rsid w:val="00E6590F"/>
    <w:rsid w:val="00E65D26"/>
    <w:rsid w:val="00E66743"/>
    <w:rsid w:val="00E66F62"/>
    <w:rsid w:val="00E70190"/>
    <w:rsid w:val="00E720F0"/>
    <w:rsid w:val="00E7261B"/>
    <w:rsid w:val="00E733D4"/>
    <w:rsid w:val="00E73E84"/>
    <w:rsid w:val="00E7631D"/>
    <w:rsid w:val="00E774D4"/>
    <w:rsid w:val="00E84398"/>
    <w:rsid w:val="00E84E18"/>
    <w:rsid w:val="00E904EF"/>
    <w:rsid w:val="00E94E89"/>
    <w:rsid w:val="00E95948"/>
    <w:rsid w:val="00E97699"/>
    <w:rsid w:val="00E976D5"/>
    <w:rsid w:val="00EA1027"/>
    <w:rsid w:val="00EA21F3"/>
    <w:rsid w:val="00EA41BA"/>
    <w:rsid w:val="00EA41FA"/>
    <w:rsid w:val="00EA7171"/>
    <w:rsid w:val="00EB2B81"/>
    <w:rsid w:val="00EB4752"/>
    <w:rsid w:val="00EB4D45"/>
    <w:rsid w:val="00EB4D54"/>
    <w:rsid w:val="00EB4DEE"/>
    <w:rsid w:val="00EB5357"/>
    <w:rsid w:val="00EC014E"/>
    <w:rsid w:val="00EC06A2"/>
    <w:rsid w:val="00EC3A10"/>
    <w:rsid w:val="00EC3D73"/>
    <w:rsid w:val="00EC4AAA"/>
    <w:rsid w:val="00EC66E3"/>
    <w:rsid w:val="00EC78CC"/>
    <w:rsid w:val="00ED3A94"/>
    <w:rsid w:val="00ED4841"/>
    <w:rsid w:val="00ED4A71"/>
    <w:rsid w:val="00ED51CD"/>
    <w:rsid w:val="00EE0CDF"/>
    <w:rsid w:val="00EE537F"/>
    <w:rsid w:val="00EE5DC1"/>
    <w:rsid w:val="00EE60F9"/>
    <w:rsid w:val="00EF0C15"/>
    <w:rsid w:val="00EF1BE5"/>
    <w:rsid w:val="00EF3914"/>
    <w:rsid w:val="00EF5412"/>
    <w:rsid w:val="00EF5F22"/>
    <w:rsid w:val="00EF73EC"/>
    <w:rsid w:val="00F026D0"/>
    <w:rsid w:val="00F06E07"/>
    <w:rsid w:val="00F07C3B"/>
    <w:rsid w:val="00F11F1E"/>
    <w:rsid w:val="00F217A5"/>
    <w:rsid w:val="00F2306B"/>
    <w:rsid w:val="00F2310A"/>
    <w:rsid w:val="00F248AA"/>
    <w:rsid w:val="00F305EE"/>
    <w:rsid w:val="00F30633"/>
    <w:rsid w:val="00F31C66"/>
    <w:rsid w:val="00F33024"/>
    <w:rsid w:val="00F347E2"/>
    <w:rsid w:val="00F35AD0"/>
    <w:rsid w:val="00F420C8"/>
    <w:rsid w:val="00F42E56"/>
    <w:rsid w:val="00F4443F"/>
    <w:rsid w:val="00F4464F"/>
    <w:rsid w:val="00F5052C"/>
    <w:rsid w:val="00F52519"/>
    <w:rsid w:val="00F53143"/>
    <w:rsid w:val="00F54F84"/>
    <w:rsid w:val="00F5513C"/>
    <w:rsid w:val="00F62A84"/>
    <w:rsid w:val="00F631DF"/>
    <w:rsid w:val="00F63330"/>
    <w:rsid w:val="00F6589E"/>
    <w:rsid w:val="00F66A46"/>
    <w:rsid w:val="00F70661"/>
    <w:rsid w:val="00F7707C"/>
    <w:rsid w:val="00F8407A"/>
    <w:rsid w:val="00F84401"/>
    <w:rsid w:val="00F84770"/>
    <w:rsid w:val="00F8541C"/>
    <w:rsid w:val="00F855E2"/>
    <w:rsid w:val="00F85706"/>
    <w:rsid w:val="00F8689E"/>
    <w:rsid w:val="00F914CC"/>
    <w:rsid w:val="00F94FB6"/>
    <w:rsid w:val="00FA0CCF"/>
    <w:rsid w:val="00FA144F"/>
    <w:rsid w:val="00FA3ACA"/>
    <w:rsid w:val="00FA3B91"/>
    <w:rsid w:val="00FA6911"/>
    <w:rsid w:val="00FB5C1A"/>
    <w:rsid w:val="00FB679B"/>
    <w:rsid w:val="00FB7B60"/>
    <w:rsid w:val="00FB7CDB"/>
    <w:rsid w:val="00FC1B15"/>
    <w:rsid w:val="00FC3DBD"/>
    <w:rsid w:val="00FC68FD"/>
    <w:rsid w:val="00FC6B45"/>
    <w:rsid w:val="00FD1D1E"/>
    <w:rsid w:val="00FD20B1"/>
    <w:rsid w:val="00FD3547"/>
    <w:rsid w:val="00FE1A0E"/>
    <w:rsid w:val="00FE1A61"/>
    <w:rsid w:val="00FE1AFE"/>
    <w:rsid w:val="00FE2901"/>
    <w:rsid w:val="00FE5471"/>
    <w:rsid w:val="00FE5AB8"/>
    <w:rsid w:val="00FE5B30"/>
    <w:rsid w:val="00FE6051"/>
    <w:rsid w:val="00FE7D3D"/>
    <w:rsid w:val="00FF2CDD"/>
    <w:rsid w:val="00FF3C30"/>
    <w:rsid w:val="00FF49D4"/>
    <w:rsid w:val="00FF4A1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63D11F26-62F5-4A45-88E7-13FD4CCC7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08B7"/>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 w:type="character" w:customStyle="1" w:styleId="cf01">
    <w:name w:val="cf01"/>
    <w:basedOn w:val="DefaultParagraphFont"/>
    <w:rsid w:val="00754F8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407386714">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36084678">
      <w:bodyDiv w:val="1"/>
      <w:marLeft w:val="0"/>
      <w:marRight w:val="0"/>
      <w:marTop w:val="0"/>
      <w:marBottom w:val="0"/>
      <w:divBdr>
        <w:top w:val="none" w:sz="0" w:space="0" w:color="auto"/>
        <w:left w:val="none" w:sz="0" w:space="0" w:color="auto"/>
        <w:bottom w:val="none" w:sz="0" w:space="0" w:color="auto"/>
        <w:right w:val="none" w:sz="0" w:space="0" w:color="auto"/>
      </w:divBdr>
    </w:div>
    <w:div w:id="1965773299">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ted.org" TargetMode="External"/><Relationship Id="rId18" Type="http://schemas.openxmlformats.org/officeDocument/2006/relationships/hyperlink" Target="mailto:tender@acted.org" TargetMode="External"/><Relationship Id="rId26" Type="http://schemas.openxmlformats.org/officeDocument/2006/relationships/hyperlink" Target="mailto:tender@acted.org" TargetMode="External"/><Relationship Id="rId3" Type="http://schemas.openxmlformats.org/officeDocument/2006/relationships/customXml" Target="../customXml/item3.xml"/><Relationship Id="rId21" Type="http://schemas.openxmlformats.org/officeDocument/2006/relationships/hyperlink" Target="https://yemenhr.com/tenders" TargetMode="Externa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mailto:yemen.tender@acted.org" TargetMode="External"/><Relationship Id="rId25" Type="http://schemas.openxmlformats.org/officeDocument/2006/relationships/hyperlink" Target="mailto:yemen.tender@acted.org" TargetMode="External"/><Relationship Id="rId2" Type="http://schemas.openxmlformats.org/officeDocument/2006/relationships/customXml" Target="../customXml/item2.xml"/><Relationship Id="rId16" Type="http://schemas.openxmlformats.org/officeDocument/2006/relationships/hyperlink" Target="mailto:tender@acted.org" TargetMode="External"/><Relationship Id="rId20" Type="http://schemas.openxmlformats.org/officeDocument/2006/relationships/hyperlink" Target="mailto:transparency@acted.org"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tender@acted.org" TargetMode="External"/><Relationship Id="rId5" Type="http://schemas.openxmlformats.org/officeDocument/2006/relationships/numbering" Target="numbering.xml"/><Relationship Id="rId15" Type="http://schemas.openxmlformats.org/officeDocument/2006/relationships/hyperlink" Target="mailto:yemen.tender@acted.org" TargetMode="External"/><Relationship Id="rId23" Type="http://schemas.openxmlformats.org/officeDocument/2006/relationships/hyperlink" Target="mailto:yemen.tender@acted.org" TargetMode="External"/><Relationship Id="rId28" Type="http://schemas.openxmlformats.org/officeDocument/2006/relationships/hyperlink" Target="mailto:transparency@acted.org" TargetMode="External"/><Relationship Id="rId10" Type="http://schemas.openxmlformats.org/officeDocument/2006/relationships/endnotes" Target="endnotes.xml"/><Relationship Id="rId19" Type="http://schemas.openxmlformats.org/officeDocument/2006/relationships/hyperlink" Target="mailto:tender@acted.org"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apg.org.uk/" TargetMode="External"/><Relationship Id="rId22" Type="http://schemas.openxmlformats.org/officeDocument/2006/relationships/hyperlink" Target="https://www.iapg.org.uk/" TargetMode="External"/><Relationship Id="rId27" Type="http://schemas.openxmlformats.org/officeDocument/2006/relationships/hyperlink" Target="mailto:tender@acted.org"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ae9d701-a4f8-4565-b163-c45775d0aadf">
      <Terms xmlns="http://schemas.microsoft.com/office/infopath/2007/PartnerControls"/>
    </lcf76f155ced4ddcb4097134ff3c332f>
    <TaxCatchAll xmlns="2913fec3-705f-401f-89fb-730e8cfe68e6"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6CB18A94B480B643BD1101CFEA922332" ma:contentTypeVersion="17" ma:contentTypeDescription="Crée un document." ma:contentTypeScope="" ma:versionID="d39af7d98a6ceb428f4957618b8e5dda">
  <xsd:schema xmlns:xsd="http://www.w3.org/2001/XMLSchema" xmlns:xs="http://www.w3.org/2001/XMLSchema" xmlns:p="http://schemas.microsoft.com/office/2006/metadata/properties" xmlns:ns2="2913fec3-705f-401f-89fb-730e8cfe68e6" xmlns:ns3="aae9d701-a4f8-4565-b163-c45775d0aadf" targetNamespace="http://schemas.microsoft.com/office/2006/metadata/properties" ma:root="true" ma:fieldsID="44e12f5a5c70302136b5a06f2cb8f583" ns2:_="" ns3:_="">
    <xsd:import namespace="2913fec3-705f-401f-89fb-730e8cfe68e6"/>
    <xsd:import namespace="aae9d701-a4f8-4565-b163-c45775d0aad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13fec3-705f-401f-89fb-730e8cfe68e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8e55b32b-bee9-466c-914a-31eac5921717}" ma:internalName="TaxCatchAll" ma:showField="CatchAllData" ma:web="2913fec3-705f-401f-89fb-730e8cfe68e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e9d701-a4f8-4565-b163-c45775d0aa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104684-5AAC-4402-B621-16819A9AEC32}">
  <ds:schemaRefs>
    <ds:schemaRef ds:uri="http://purl.org/dc/dcmitype/"/>
    <ds:schemaRef ds:uri="http://www.w3.org/XML/1998/namespace"/>
    <ds:schemaRef ds:uri="http://purl.org/dc/terms/"/>
    <ds:schemaRef ds:uri="http://purl.org/dc/elements/1.1/"/>
    <ds:schemaRef ds:uri="aae9d701-a4f8-4565-b163-c45775d0aadf"/>
    <ds:schemaRef ds:uri="http://schemas.microsoft.com/office/2006/documentManagement/types"/>
    <ds:schemaRef ds:uri="http://schemas.microsoft.com/office/infopath/2007/PartnerControls"/>
    <ds:schemaRef ds:uri="http://schemas.openxmlformats.org/package/2006/metadata/core-properties"/>
    <ds:schemaRef ds:uri="2913fec3-705f-401f-89fb-730e8cfe68e6"/>
    <ds:schemaRef ds:uri="http://schemas.microsoft.com/office/2006/metadata/properties"/>
  </ds:schemaRefs>
</ds:datastoreItem>
</file>

<file path=customXml/itemProps2.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customXml/itemProps3.xml><?xml version="1.0" encoding="utf-8"?>
<ds:datastoreItem xmlns:ds="http://schemas.openxmlformats.org/officeDocument/2006/customXml" ds:itemID="{4D815C68-D27E-4BE4-A38C-80162ED89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13fec3-705f-401f-89fb-730e8cfe68e6"/>
    <ds:schemaRef ds:uri="aae9d701-a4f8-4565-b163-c45775d0aa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89A620-3979-4141-9F5C-588016E8A7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656</TotalTime>
  <Pages>2</Pages>
  <Words>954</Words>
  <Characters>6161</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Международный Комитет</vt:lpstr>
      <vt:lpstr>Международный Комитет</vt:lpstr>
    </vt:vector>
  </TitlesOfParts>
  <Company>PSF CI</Company>
  <LinksUpToDate>false</LinksUpToDate>
  <CharactersWithSpaces>7101</CharactersWithSpaces>
  <SharedDoc>false</SharedDoc>
  <HLinks>
    <vt:vector size="30" baseType="variant">
      <vt:variant>
        <vt:i4>458791</vt:i4>
      </vt:variant>
      <vt:variant>
        <vt:i4>12</vt:i4>
      </vt:variant>
      <vt:variant>
        <vt:i4>0</vt:i4>
      </vt:variant>
      <vt:variant>
        <vt:i4>5</vt:i4>
      </vt:variant>
      <vt:variant>
        <vt:lpwstr>mailto:tender@acted.org</vt:lpwstr>
      </vt:variant>
      <vt:variant>
        <vt:lpwstr/>
      </vt:variant>
      <vt:variant>
        <vt:i4>8192009</vt:i4>
      </vt:variant>
      <vt:variant>
        <vt:i4>9</vt:i4>
      </vt:variant>
      <vt:variant>
        <vt:i4>0</vt:i4>
      </vt:variant>
      <vt:variant>
        <vt:i4>5</vt:i4>
      </vt:variant>
      <vt:variant>
        <vt:lpwstr>mailto:yemen.tender@acted.org</vt:lpwstr>
      </vt:variant>
      <vt:variant>
        <vt:lpwstr/>
      </vt:variant>
      <vt:variant>
        <vt:i4>458791</vt:i4>
      </vt:variant>
      <vt:variant>
        <vt:i4>6</vt:i4>
      </vt:variant>
      <vt:variant>
        <vt:i4>0</vt:i4>
      </vt:variant>
      <vt:variant>
        <vt:i4>5</vt:i4>
      </vt:variant>
      <vt:variant>
        <vt:lpwstr>mailto:tender@acted.org</vt:lpwstr>
      </vt:variant>
      <vt:variant>
        <vt:lpwstr/>
      </vt:variant>
      <vt:variant>
        <vt:i4>6422640</vt:i4>
      </vt:variant>
      <vt:variant>
        <vt:i4>3</vt:i4>
      </vt:variant>
      <vt:variant>
        <vt:i4>0</vt:i4>
      </vt:variant>
      <vt:variant>
        <vt:i4>5</vt:i4>
      </vt:variant>
      <vt:variant>
        <vt:lpwstr>mailto:</vt:lpwstr>
      </vt:variant>
      <vt:variant>
        <vt:lpwstr/>
      </vt:variant>
      <vt:variant>
        <vt:i4>6553657</vt:i4>
      </vt:variant>
      <vt:variant>
        <vt:i4>0</vt:i4>
      </vt:variant>
      <vt:variant>
        <vt:i4>0</vt:i4>
      </vt:variant>
      <vt:variant>
        <vt:i4>5</vt:i4>
      </vt:variant>
      <vt:variant>
        <vt:lpwstr>https://yemenhr.com/tenders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Rabie NEJAD</cp:lastModifiedBy>
  <cp:revision>80</cp:revision>
  <cp:lastPrinted>2024-08-06T12:05:00Z</cp:lastPrinted>
  <dcterms:created xsi:type="dcterms:W3CDTF">2023-04-18T21:15:00Z</dcterms:created>
  <dcterms:modified xsi:type="dcterms:W3CDTF">2024-08-08T08:51:00Z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0x0101006CB18A94B480B643BD1101CFEA922332</vt:lpwstr>
  </property>
  <property fmtid="{D5CDD505-2E9C-101B-9397-08002B2CF9AE}" pid="3" name="MediaServiceImageTags">
    <vt:lpwstr/>
  </property>
</Properties>
</file>